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3F5FC" w14:textId="77777777" w:rsidR="00FE1A13" w:rsidRPr="005F09BC" w:rsidRDefault="00FE1A13" w:rsidP="005F09BC">
      <w:pPr>
        <w:pStyle w:val="Title"/>
        <w:pBdr>
          <w:bottom w:val="single" w:sz="18" w:space="1" w:color="4A442A" w:themeColor="background2" w:themeShade="40"/>
        </w:pBdr>
        <w:rPr>
          <w:color w:val="948A54" w:themeColor="background2" w:themeShade="80"/>
        </w:rPr>
      </w:pPr>
      <w:r w:rsidRPr="005F09BC">
        <w:rPr>
          <w:color w:val="948A54" w:themeColor="background2" w:themeShade="80"/>
        </w:rPr>
        <w:t>Packing List</w:t>
      </w:r>
    </w:p>
    <w:p w14:paraId="3C0095FF" w14:textId="77777777" w:rsidR="00FE1A13" w:rsidRPr="005F09BC" w:rsidRDefault="00FE1A13">
      <w:pPr>
        <w:pStyle w:val="Date"/>
        <w:rPr>
          <w:rFonts w:ascii="Century Gothic" w:hAnsi="Century Gothic"/>
        </w:rPr>
      </w:pPr>
      <w:r w:rsidRPr="005F09BC">
        <w:rPr>
          <w:rFonts w:ascii="Century Gothic" w:hAnsi="Century Gothic"/>
        </w:rPr>
        <w:fldChar w:fldCharType="begin"/>
      </w:r>
      <w:r w:rsidRPr="005F09BC">
        <w:rPr>
          <w:rFonts w:ascii="Century Gothic" w:hAnsi="Century Gothic"/>
        </w:rPr>
        <w:instrText>date \@ "MMMM d, yyyy"</w:instrText>
      </w:r>
      <w:r w:rsidRPr="005F09BC">
        <w:rPr>
          <w:rFonts w:ascii="Century Gothic" w:hAnsi="Century Gothic"/>
        </w:rPr>
        <w:fldChar w:fldCharType="separate"/>
      </w:r>
      <w:r w:rsidR="005F09BC" w:rsidRPr="005F09BC">
        <w:rPr>
          <w:rFonts w:ascii="Century Gothic" w:hAnsi="Century Gothic"/>
          <w:noProof/>
        </w:rPr>
        <w:t>August 21, 2018</w:t>
      </w:r>
      <w:r w:rsidRPr="005F09BC">
        <w:rPr>
          <w:rFonts w:ascii="Century Gothic" w:hAnsi="Century Gothic"/>
        </w:rPr>
        <w:fldChar w:fldCharType="end"/>
      </w:r>
    </w:p>
    <w:p w14:paraId="7D871C1E" w14:textId="77777777" w:rsidR="00FE1A13" w:rsidRPr="005F09BC" w:rsidRDefault="00EE47FC">
      <w:pPr>
        <w:pStyle w:val="BodyText"/>
        <w:rPr>
          <w:rFonts w:ascii="Century Gothic" w:hAnsi="Century Gothic"/>
          <w:noProof/>
        </w:rPr>
      </w:pPr>
      <w:r w:rsidRPr="005F09B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197F1F6B" wp14:editId="3CE4F9E1">
                <wp:simplePos x="0" y="0"/>
                <wp:positionH relativeFrom="page">
                  <wp:posOffset>466090</wp:posOffset>
                </wp:positionH>
                <wp:positionV relativeFrom="page">
                  <wp:posOffset>934720</wp:posOffset>
                </wp:positionV>
                <wp:extent cx="6829425" cy="1085850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88CBD" w14:textId="77777777" w:rsidR="00FE1A13" w:rsidRDefault="00FE1A13">
                            <w:pPr>
                              <w:pStyle w:val="CompanyName"/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_CompanyName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«_CompanyName»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1FBBE18A" w14:textId="77777777"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_AddressLine1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«_AddressLine1»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05C82B6D" w14:textId="77777777"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_AddressLine2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«_AddressLine2»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6B36A23A" w14:textId="77777777"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_City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«_City»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_State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«_State»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_ZipCode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«_ZipCode»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29FA7CAA" w14:textId="77777777"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_PhoneOffice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«_PhoneOffice»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_PhoneFax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«_PhoneFax»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098D4753" w14:textId="77777777"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_EmailAddress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«_EmailAddress»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_Website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«_Website»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F1F6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.7pt;margin-top:73.6pt;width:537.75pt;height:85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" stroked="f">
                <v:textbox>
                  <w:txbxContent>
                    <w:p w14:paraId="04788CBD" w14:textId="77777777" w:rsidR="00FE1A13" w:rsidRDefault="00FE1A13">
                      <w:pPr>
                        <w:pStyle w:val="CompanyName"/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_CompanyName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«_CompanyName»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1FBBE18A" w14:textId="77777777"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_AddressLine1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«_AddressLine1»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05C82B6D" w14:textId="77777777"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_AddressLine2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«_AddressLine2»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6B36A23A" w14:textId="77777777"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_City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«_City»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,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_State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«_State»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_ZipCode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«_ZipCode»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29FA7CAA" w14:textId="77777777"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_PhoneOffice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«_PhoneOffice»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_PhoneFax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«_PhoneFax»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098D4753" w14:textId="77777777"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_EmailAddress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«_EmailAddress»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_Website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«_Website»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340"/>
        <w:gridCol w:w="2070"/>
        <w:gridCol w:w="2005"/>
        <w:gridCol w:w="1955"/>
        <w:gridCol w:w="2250"/>
      </w:tblGrid>
      <w:tr w:rsidR="00FE1A13" w:rsidRPr="005F09BC" w14:paraId="3322E882" w14:textId="77777777" w:rsidTr="005F09BC">
        <w:trPr>
          <w:cantSplit/>
        </w:trPr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434EABDA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Customer P.O. No.</w:t>
            </w:r>
          </w:p>
        </w:tc>
        <w:tc>
          <w:tcPr>
            <w:tcW w:w="20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3C2394E6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Date Shipped</w:t>
            </w:r>
          </w:p>
        </w:tc>
        <w:tc>
          <w:tcPr>
            <w:tcW w:w="20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3C141911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Shipped Via</w:t>
            </w:r>
          </w:p>
        </w:tc>
        <w:tc>
          <w:tcPr>
            <w:tcW w:w="1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6A126F06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Our Order No.</w:t>
            </w:r>
          </w:p>
        </w:tc>
        <w:tc>
          <w:tcPr>
            <w:tcW w:w="22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603A2ED1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Salesperson</w:t>
            </w:r>
          </w:p>
        </w:tc>
      </w:tr>
      <w:tr w:rsidR="00FE1A13" w:rsidRPr="005F09BC" w14:paraId="41C9E24A" w14:textId="77777777">
        <w:trPr>
          <w:cantSplit/>
          <w:trHeight w:val="354"/>
        </w:trPr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D3EA23C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  <w:tc>
          <w:tcPr>
            <w:tcW w:w="20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6E2BDED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>date \@ "MMMM d, yyyy"</w:instrText>
            </w:r>
            <w:r w:rsidRPr="005F09BC">
              <w:rPr>
                <w:rFonts w:ascii="Century Gothic" w:hAnsi="Century Gothic"/>
              </w:rPr>
              <w:fldChar w:fldCharType="separate"/>
            </w:r>
            <w:r w:rsidR="005F09BC" w:rsidRPr="005F09BC">
              <w:rPr>
                <w:rFonts w:ascii="Century Gothic" w:hAnsi="Century Gothic"/>
                <w:noProof/>
              </w:rPr>
              <w:t>August 21, 2018</w:t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0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39CF6AE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  <w:tc>
          <w:tcPr>
            <w:tcW w:w="1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7B032ED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  <w:tc>
          <w:tcPr>
            <w:tcW w:w="22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9E6D09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</w:tbl>
    <w:p w14:paraId="78FAF9A3" w14:textId="77777777" w:rsidR="00FE1A13" w:rsidRPr="005F09BC" w:rsidRDefault="00FE1A13">
      <w:pPr>
        <w:pStyle w:val="BodyText"/>
        <w:rPr>
          <w:rFonts w:ascii="Century Gothic" w:hAnsi="Century Gothic"/>
        </w:rPr>
      </w:pPr>
    </w:p>
    <w:tbl>
      <w:tblPr>
        <w:tblW w:w="1062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0"/>
        <w:gridCol w:w="4770"/>
      </w:tblGrid>
      <w:tr w:rsidR="00FE1A13" w:rsidRPr="005F09BC" w14:paraId="65FE4AB9" w14:textId="77777777">
        <w:trPr>
          <w:cantSplit/>
          <w:trHeight w:val="234"/>
        </w:trPr>
        <w:tc>
          <w:tcPr>
            <w:tcW w:w="5850" w:type="dxa"/>
            <w:tcBorders>
              <w:bottom w:val="nil"/>
            </w:tcBorders>
          </w:tcPr>
          <w:p w14:paraId="4F47CA5D" w14:textId="77777777" w:rsidR="00FE1A13" w:rsidRPr="005F09BC" w:rsidRDefault="00FE1A13">
            <w:pPr>
              <w:pStyle w:val="Body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t>Ship to:</w:t>
            </w:r>
          </w:p>
        </w:tc>
        <w:tc>
          <w:tcPr>
            <w:tcW w:w="4770" w:type="dxa"/>
            <w:tcBorders>
              <w:bottom w:val="nil"/>
            </w:tcBorders>
          </w:tcPr>
          <w:p w14:paraId="102B3E36" w14:textId="77777777" w:rsidR="00FE1A13" w:rsidRPr="005F09BC" w:rsidRDefault="00FE1A13">
            <w:pPr>
              <w:pStyle w:val="Body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t>Sold to (if different):</w:t>
            </w:r>
          </w:p>
        </w:tc>
      </w:tr>
      <w:tr w:rsidR="00FE1A13" w:rsidRPr="005F09BC" w14:paraId="3CCB9930" w14:textId="77777777">
        <w:trPr>
          <w:cantSplit/>
          <w:trHeight w:val="780"/>
        </w:trPr>
        <w:tc>
          <w:tcPr>
            <w:tcW w:w="5850" w:type="dxa"/>
            <w:tcBorders>
              <w:bottom w:val="nil"/>
            </w:tcBorders>
          </w:tcPr>
          <w:p w14:paraId="67858262" w14:textId="77777777" w:rsidR="00FE1A13" w:rsidRPr="005F09BC" w:rsidRDefault="00FE1A13">
            <w:pPr>
              <w:pStyle w:val="RecipientName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"" [Customer Name]</w:instrText>
            </w:r>
            <w:r w:rsidRPr="005F09BC">
              <w:rPr>
                <w:rFonts w:ascii="Century Gothic" w:hAnsi="Century Gothic"/>
              </w:rPr>
              <w:fldChar w:fldCharType="end"/>
            </w:r>
          </w:p>
          <w:p w14:paraId="07E7C804" w14:textId="77777777" w:rsidR="00FE1A13" w:rsidRPr="005F09BC" w:rsidRDefault="00FE1A13">
            <w:pPr>
              <w:pStyle w:val="RecipientAddress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"" [Customer Address Line 1]</w:instrText>
            </w:r>
            <w:r w:rsidRPr="005F09BC">
              <w:rPr>
                <w:rFonts w:ascii="Century Gothic" w:hAnsi="Century Gothic"/>
              </w:rPr>
              <w:fldChar w:fldCharType="end"/>
            </w:r>
          </w:p>
          <w:p w14:paraId="61F0EFD5" w14:textId="77777777" w:rsidR="00FE1A13" w:rsidRPr="005F09BC" w:rsidRDefault="00FE1A13">
            <w:pPr>
              <w:pStyle w:val="RecipientAddress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"" [Customer Address Line 2]</w:instrText>
            </w:r>
            <w:r w:rsidRPr="005F09BC">
              <w:rPr>
                <w:rFonts w:ascii="Century Gothic" w:hAnsi="Century Gothic"/>
              </w:rPr>
              <w:fldChar w:fldCharType="end"/>
            </w:r>
          </w:p>
          <w:p w14:paraId="732DA8ED" w14:textId="77777777" w:rsidR="00FE1A13" w:rsidRPr="005F09BC" w:rsidRDefault="00FE1A13">
            <w:pPr>
              <w:pStyle w:val="RecipientAddress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"" [Customer City, State ZIP Code]</w:instrText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4770" w:type="dxa"/>
            <w:tcBorders>
              <w:bottom w:val="nil"/>
            </w:tcBorders>
          </w:tcPr>
          <w:p w14:paraId="39B6712D" w14:textId="77777777" w:rsidR="00FE1A13" w:rsidRPr="005F09BC" w:rsidRDefault="00FE1A13">
            <w:pPr>
              <w:pStyle w:val="RecipientName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"" [Customer Name]</w:instrText>
            </w:r>
            <w:r w:rsidRPr="005F09BC">
              <w:rPr>
                <w:rFonts w:ascii="Century Gothic" w:hAnsi="Century Gothic"/>
              </w:rPr>
              <w:fldChar w:fldCharType="end"/>
            </w:r>
          </w:p>
          <w:p w14:paraId="2720A68A" w14:textId="77777777" w:rsidR="00FE1A13" w:rsidRPr="005F09BC" w:rsidRDefault="00FE1A13">
            <w:pPr>
              <w:pStyle w:val="RecipientAddress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"" [Customer Address Line 1]</w:instrText>
            </w:r>
            <w:r w:rsidRPr="005F09BC">
              <w:rPr>
                <w:rFonts w:ascii="Century Gothic" w:hAnsi="Century Gothic"/>
              </w:rPr>
              <w:fldChar w:fldCharType="end"/>
            </w:r>
          </w:p>
          <w:p w14:paraId="2AA1B1C8" w14:textId="77777777" w:rsidR="00FE1A13" w:rsidRPr="005F09BC" w:rsidRDefault="00FE1A13">
            <w:pPr>
              <w:pStyle w:val="RecipientAddress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"" [Customer Address Line 2]</w:instrText>
            </w:r>
            <w:r w:rsidRPr="005F09BC">
              <w:rPr>
                <w:rFonts w:ascii="Century Gothic" w:hAnsi="Century Gothic"/>
              </w:rPr>
              <w:fldChar w:fldCharType="end"/>
            </w:r>
          </w:p>
          <w:p w14:paraId="182E2199" w14:textId="77777777" w:rsidR="00FE1A13" w:rsidRPr="005F09BC" w:rsidRDefault="00FE1A13">
            <w:pPr>
              <w:pStyle w:val="RecipientAddress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"" [Customer City, State ZIP Code]</w:instrText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</w:tr>
    </w:tbl>
    <w:p w14:paraId="69C09F86" w14:textId="77777777" w:rsidR="00FE1A13" w:rsidRPr="005F09BC" w:rsidRDefault="00FE1A13">
      <w:pPr>
        <w:rPr>
          <w:rFonts w:ascii="Century Gothic" w:hAnsi="Century Gothic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2430"/>
        <w:gridCol w:w="7740"/>
      </w:tblGrid>
      <w:tr w:rsidR="00FE1A13" w:rsidRPr="005F09BC" w14:paraId="092B4FFA" w14:textId="77777777" w:rsidTr="005F09BC">
        <w:trPr>
          <w:cantSplit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1DB4D6C3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sym w:font="Symbol" w:char="F0D6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3D9FACB7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Qty.</w:t>
            </w: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31B1B2F6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Description</w:t>
            </w:r>
          </w:p>
        </w:tc>
      </w:tr>
      <w:tr w:rsidR="00FE1A13" w:rsidRPr="005F09BC" w14:paraId="55797F19" w14:textId="77777777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DA7DDAB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CheckIt </w:instrText>
            </w:r>
            <w:r w:rsidRPr="005F09BC">
              <w:rPr>
                <w:rFonts w:ascii="Century Gothic" w:hAnsi="Century Gothic"/>
              </w:rPr>
              <w:sym w:font="Wingdings" w:char="F0A8"/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BEFDDA3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C167B01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  <w:tr w:rsidR="00FE1A13" w:rsidRPr="005F09BC" w14:paraId="1F4E2968" w14:textId="77777777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10DC297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CheckIt </w:instrText>
            </w:r>
            <w:r w:rsidRPr="005F09BC">
              <w:rPr>
                <w:rFonts w:ascii="Century Gothic" w:hAnsi="Century Gothic"/>
              </w:rPr>
              <w:sym w:font="Wingdings" w:char="F0A8"/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7EEF2E5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4E92571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  <w:tr w:rsidR="00FE1A13" w:rsidRPr="005F09BC" w14:paraId="04C338AA" w14:textId="77777777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4974DF4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CheckIt </w:instrText>
            </w:r>
            <w:r w:rsidRPr="005F09BC">
              <w:rPr>
                <w:rFonts w:ascii="Century Gothic" w:hAnsi="Century Gothic"/>
              </w:rPr>
              <w:sym w:font="Wingdings" w:char="F0A8"/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B9654F2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459072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  <w:tr w:rsidR="00FE1A13" w:rsidRPr="005F09BC" w14:paraId="6B84114A" w14:textId="77777777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0617DAA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CheckIt </w:instrText>
            </w:r>
            <w:r w:rsidRPr="005F09BC">
              <w:rPr>
                <w:rFonts w:ascii="Century Gothic" w:hAnsi="Century Gothic"/>
              </w:rPr>
              <w:sym w:font="Wingdings" w:char="F0A8"/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71ECD88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3BFAE08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  <w:tr w:rsidR="00FE1A13" w:rsidRPr="005F09BC" w14:paraId="036B39E1" w14:textId="77777777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498406A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CheckIt </w:instrText>
            </w:r>
            <w:r w:rsidRPr="005F09BC">
              <w:rPr>
                <w:rFonts w:ascii="Century Gothic" w:hAnsi="Century Gothic"/>
              </w:rPr>
              <w:sym w:font="Wingdings" w:char="F0A8"/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FEBF827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9BBB3F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  <w:tr w:rsidR="00FE1A13" w:rsidRPr="005F09BC" w14:paraId="2099F44A" w14:textId="77777777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39825FC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CheckIt </w:instrText>
            </w:r>
            <w:r w:rsidRPr="005F09BC">
              <w:rPr>
                <w:rFonts w:ascii="Century Gothic" w:hAnsi="Century Gothic"/>
              </w:rPr>
              <w:sym w:font="Wingdings" w:char="F0A8"/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EF605B2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F454CA3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  <w:tr w:rsidR="00FE1A13" w:rsidRPr="005F09BC" w14:paraId="58DF1E33" w14:textId="77777777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D3D8416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CheckIt </w:instrText>
            </w:r>
            <w:r w:rsidRPr="005F09BC">
              <w:rPr>
                <w:rFonts w:ascii="Century Gothic" w:hAnsi="Century Gothic"/>
              </w:rPr>
              <w:sym w:font="Wingdings" w:char="F0A8"/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C012B97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3F21366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  <w:tr w:rsidR="00FE1A13" w:rsidRPr="005F09BC" w14:paraId="16CA99A9" w14:textId="77777777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664D2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CheckIt </w:instrText>
            </w:r>
            <w:r w:rsidRPr="005F09BC">
              <w:rPr>
                <w:rFonts w:ascii="Century Gothic" w:hAnsi="Century Gothic"/>
              </w:rPr>
              <w:sym w:font="Wingdings" w:char="F0A8"/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EA67B0B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CB3C07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  <w:tr w:rsidR="00FE1A13" w:rsidRPr="005F09BC" w14:paraId="6B829ECE" w14:textId="77777777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57595F3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CheckIt </w:instrText>
            </w:r>
            <w:r w:rsidRPr="005F09BC">
              <w:rPr>
                <w:rFonts w:ascii="Century Gothic" w:hAnsi="Century Gothic"/>
              </w:rPr>
              <w:sym w:font="Wingdings" w:char="F0A8"/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B0675E7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E5E4AE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  <w:tr w:rsidR="00FE1A13" w:rsidRPr="005F09BC" w14:paraId="4B30AA1D" w14:textId="77777777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D133C81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  <w:r w:rsidRPr="005F09BC">
              <w:rPr>
                <w:rFonts w:ascii="Century Gothic" w:hAnsi="Century Gothic"/>
              </w:rPr>
              <w:fldChar w:fldCharType="begin"/>
            </w:r>
            <w:r w:rsidRPr="005F09BC">
              <w:rPr>
                <w:rFonts w:ascii="Century Gothic" w:hAnsi="Century Gothic"/>
              </w:rPr>
              <w:instrText xml:space="preserve"> MACROBUTTON CheckIt </w:instrText>
            </w:r>
            <w:r w:rsidRPr="005F09BC">
              <w:rPr>
                <w:rFonts w:ascii="Century Gothic" w:hAnsi="Century Gothic"/>
              </w:rPr>
              <w:sym w:font="Wingdings" w:char="F0A8"/>
            </w:r>
            <w:r w:rsidRPr="005F09BC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04C80D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07B747C" w14:textId="77777777" w:rsidR="00FE1A13" w:rsidRPr="005F09BC" w:rsidRDefault="00FE1A13">
            <w:pPr>
              <w:pStyle w:val="TableText"/>
              <w:rPr>
                <w:rFonts w:ascii="Century Gothic" w:hAnsi="Century Gothic"/>
              </w:rPr>
            </w:pPr>
          </w:p>
        </w:tc>
      </w:tr>
    </w:tbl>
    <w:p w14:paraId="24FAF81F" w14:textId="77777777" w:rsidR="00FE1A13" w:rsidRPr="005F09BC" w:rsidRDefault="00FE1A13">
      <w:pPr>
        <w:rPr>
          <w:rFonts w:ascii="Century Gothic" w:hAnsi="Century Gothic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50"/>
        <w:gridCol w:w="1710"/>
        <w:gridCol w:w="2160"/>
        <w:gridCol w:w="2340"/>
        <w:gridCol w:w="1440"/>
        <w:gridCol w:w="1620"/>
      </w:tblGrid>
      <w:tr w:rsidR="00FE1A13" w:rsidRPr="005F09BC" w14:paraId="0CFF9F71" w14:textId="77777777" w:rsidTr="005F09BC">
        <w:trPr>
          <w:cantSplit/>
        </w:trPr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4B0D9215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# Cartons</w:t>
            </w:r>
          </w:p>
        </w:tc>
        <w:tc>
          <w:tcPr>
            <w:tcW w:w="1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62A9FAC8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Total Weight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2E06AB9D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Order Complete?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50F28186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Balance To Follow</w:t>
            </w:r>
          </w:p>
        </w:tc>
        <w:tc>
          <w:tcPr>
            <w:tcW w:w="14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025FC335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Packed By</w:t>
            </w:r>
          </w:p>
        </w:tc>
        <w:tc>
          <w:tcPr>
            <w:tcW w:w="16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48A54" w:themeFill="background2" w:themeFillShade="80"/>
          </w:tcPr>
          <w:p w14:paraId="2ED06D58" w14:textId="77777777" w:rsidR="00FE1A13" w:rsidRPr="005F09BC" w:rsidRDefault="00FE1A13">
            <w:pPr>
              <w:pStyle w:val="TableHeader1"/>
              <w:rPr>
                <w:rFonts w:ascii="Century Gothic" w:hAnsi="Century Gothic"/>
                <w:color w:val="FFFFFF" w:themeColor="background1"/>
              </w:rPr>
            </w:pPr>
            <w:r w:rsidRPr="005F09BC">
              <w:rPr>
                <w:rFonts w:ascii="Century Gothic" w:hAnsi="Century Gothic"/>
                <w:color w:val="FFFFFF" w:themeColor="background1"/>
              </w:rPr>
              <w:t>Checked By</w:t>
            </w:r>
          </w:p>
        </w:tc>
      </w:tr>
      <w:tr w:rsidR="00FE1A13" w:rsidRPr="005F09BC" w14:paraId="44C77344" w14:textId="77777777">
        <w:trPr>
          <w:cantSplit/>
          <w:trHeight w:val="354"/>
        </w:trPr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5946DB2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1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410F9E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D0104F3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B27D558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14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2303623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  <w:tc>
          <w:tcPr>
            <w:tcW w:w="16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E9993C9" w14:textId="77777777" w:rsidR="00FE1A13" w:rsidRPr="005F09BC" w:rsidRDefault="00FE1A13">
            <w:pPr>
              <w:pStyle w:val="TableText1"/>
              <w:rPr>
                <w:rFonts w:ascii="Century Gothic" w:hAnsi="Century Gothic"/>
              </w:rPr>
            </w:pPr>
          </w:p>
        </w:tc>
      </w:tr>
    </w:tbl>
    <w:p w14:paraId="329DCB19" w14:textId="77777777" w:rsidR="00FE1A13" w:rsidRPr="005F09BC" w:rsidRDefault="00FE1A13">
      <w:pPr>
        <w:rPr>
          <w:rFonts w:ascii="Century Gothic" w:hAnsi="Century Gothic"/>
        </w:rPr>
      </w:pPr>
    </w:p>
    <w:p w14:paraId="6A855E4A" w14:textId="77777777" w:rsidR="00FE1A13" w:rsidRPr="005F09BC" w:rsidRDefault="00FE1A13">
      <w:pPr>
        <w:pStyle w:val="BodyText2"/>
        <w:rPr>
          <w:rFonts w:ascii="Century Gothic" w:hAnsi="Century Gothic"/>
        </w:rPr>
      </w:pPr>
      <w:r w:rsidRPr="005F09BC">
        <w:rPr>
          <w:rStyle w:val="Emphasis"/>
          <w:rFonts w:ascii="Century Gothic" w:hAnsi="Century Gothic"/>
        </w:rPr>
        <w:t xml:space="preserve">PLEASE NOTIFY US IMMEDIATELY IF SHIPMENT CONTAINS ERRORS! </w:t>
      </w:r>
      <w:r w:rsidRPr="005F09BC">
        <w:rPr>
          <w:rStyle w:val="Emphasis"/>
          <w:rFonts w:ascii="Century Gothic" w:hAnsi="Century Gothic"/>
        </w:rPr>
        <w:br/>
        <w:t xml:space="preserve">Contact: </w:t>
      </w:r>
      <w:bookmarkStart w:id="0" w:name="_GoBack"/>
      <w:r w:rsidRPr="005F09BC">
        <w:rPr>
          <w:rFonts w:ascii="Century Gothic" w:hAnsi="Century Gothic"/>
        </w:rPr>
        <w:fldChar w:fldCharType="begin"/>
      </w:r>
      <w:r w:rsidRPr="005F09BC">
        <w:rPr>
          <w:rFonts w:ascii="Century Gothic" w:hAnsi="Century Gothic"/>
        </w:rPr>
        <w:instrText xml:space="preserve"> MACROBUTTON "" [Type name here]</w:instrText>
      </w:r>
      <w:r w:rsidRPr="005F09BC">
        <w:rPr>
          <w:rFonts w:ascii="Century Gothic" w:hAnsi="Century Gothic"/>
        </w:rPr>
        <w:fldChar w:fldCharType="end"/>
      </w:r>
      <w:bookmarkEnd w:id="0"/>
      <w:r w:rsidRPr="005F09BC">
        <w:rPr>
          <w:rFonts w:ascii="Century Gothic" w:hAnsi="Century Gothic"/>
        </w:rPr>
        <w:t xml:space="preserve">, </w:t>
      </w:r>
      <w:r w:rsidRPr="005F09BC">
        <w:rPr>
          <w:rFonts w:ascii="Century Gothic" w:hAnsi="Century Gothic"/>
        </w:rPr>
        <w:fldChar w:fldCharType="begin"/>
      </w:r>
      <w:r w:rsidRPr="005F09BC">
        <w:rPr>
          <w:rFonts w:ascii="Century Gothic" w:hAnsi="Century Gothic"/>
        </w:rPr>
        <w:instrText xml:space="preserve"> MACROBUTTON "" [Type phone number here]</w:instrText>
      </w:r>
      <w:r w:rsidRPr="005F09BC">
        <w:rPr>
          <w:rFonts w:ascii="Century Gothic" w:hAnsi="Century Gothic"/>
        </w:rPr>
        <w:fldChar w:fldCharType="end"/>
      </w:r>
    </w:p>
    <w:sectPr w:rsidR="00FE1A13" w:rsidRPr="005F09BC">
      <w:pgSz w:w="12240" w:h="15840"/>
      <w:pgMar w:top="792" w:right="792" w:bottom="792" w:left="792" w:header="720" w:footer="720" w:gutter="0"/>
      <w:paperSrc w:first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06AC4F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7FC"/>
    <w:rsid w:val="005F09BC"/>
    <w:rsid w:val="00E1121C"/>
    <w:rsid w:val="00EE47FC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323F7"/>
  <w15:docId w15:val="{81D14D2B-2FC1-4801-8755-A6609183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utoRedefine/>
    <w:qFormat/>
    <w:pPr>
      <w:overflowPunct w:val="0"/>
      <w:autoSpaceDE w:val="0"/>
      <w:autoSpaceDN w:val="0"/>
      <w:adjustRightInd w:val="0"/>
      <w:textAlignment w:val="baseline"/>
    </w:pPr>
    <w:rPr>
      <w:rFonts w:ascii="Verdana" w:hAnsi="Verdana"/>
    </w:rPr>
  </w:style>
  <w:style w:type="paragraph" w:styleId="Heading1">
    <w:name w:val="heading 1"/>
    <w:basedOn w:val="Normal"/>
    <w:next w:val="Normal"/>
    <w:autoRedefine/>
    <w:qFormat/>
    <w:pPr>
      <w:spacing w:before="60" w:after="60"/>
      <w:outlineLvl w:val="0"/>
    </w:pPr>
    <w:rPr>
      <w:b/>
      <w:color w:val="336699"/>
      <w:sz w:val="22"/>
    </w:rPr>
  </w:style>
  <w:style w:type="paragraph" w:styleId="Heading2">
    <w:name w:val="heading 2"/>
    <w:basedOn w:val="Normal"/>
    <w:next w:val="Normal"/>
    <w:autoRedefine/>
    <w:qFormat/>
    <w:pPr>
      <w:keepNext/>
      <w:spacing w:before="20" w:after="6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cap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JobTitle">
    <w:name w:val="Job Title"/>
    <w:basedOn w:val="Name"/>
    <w:autoRedefine/>
    <w:pPr>
      <w:pBdr>
        <w:top w:val="none" w:sz="0" w:space="0" w:color="auto"/>
      </w:pBdr>
      <w:tabs>
        <w:tab w:val="clear" w:pos="7200"/>
      </w:tabs>
      <w:spacing w:before="40"/>
    </w:pPr>
    <w:rPr>
      <w:sz w:val="18"/>
    </w:rPr>
  </w:style>
  <w:style w:type="paragraph" w:customStyle="1" w:styleId="TableHeader">
    <w:name w:val="Table Header"/>
    <w:basedOn w:val="Normal"/>
    <w:autoRedefine/>
    <w:pPr>
      <w:spacing w:before="40" w:after="40"/>
    </w:pPr>
    <w:rPr>
      <w:b/>
      <w:color w:val="003366"/>
    </w:rPr>
  </w:style>
  <w:style w:type="paragraph" w:customStyle="1" w:styleId="BodyText4">
    <w:name w:val="Body Text 4"/>
    <w:basedOn w:val="BodyText"/>
    <w:autoRedefine/>
    <w:pPr>
      <w:jc w:val="center"/>
    </w:pPr>
    <w:rPr>
      <w:vanish/>
      <w:sz w:val="16"/>
    </w:rPr>
  </w:style>
  <w:style w:type="paragraph" w:customStyle="1" w:styleId="TableHeader1">
    <w:name w:val="Table Header 1"/>
    <w:basedOn w:val="TableHeader"/>
    <w:autoRedefine/>
    <w:pPr>
      <w:jc w:val="center"/>
    </w:pPr>
  </w:style>
  <w:style w:type="paragraph" w:styleId="Title">
    <w:name w:val="Title"/>
    <w:basedOn w:val="Normal"/>
    <w:autoRedefine/>
    <w:qFormat/>
    <w:rsid w:val="005F09BC"/>
    <w:pPr>
      <w:pBdr>
        <w:bottom w:val="single" w:sz="18" w:space="1" w:color="336699"/>
      </w:pBdr>
      <w:jc w:val="right"/>
      <w:outlineLvl w:val="0"/>
    </w:pPr>
    <w:rPr>
      <w:rFonts w:ascii="Century Gothic" w:hAnsi="Century Gothic" w:cs="Arial"/>
      <w:b/>
      <w:bCs/>
      <w:i/>
      <w:color w:val="948A54" w:themeColor="background2" w:themeShade="80"/>
      <w:kern w:val="28"/>
      <w:sz w:val="32"/>
      <w:szCs w:val="32"/>
    </w:rPr>
  </w:style>
  <w:style w:type="paragraph" w:styleId="Date">
    <w:name w:val="Date"/>
    <w:basedOn w:val="Normal"/>
    <w:next w:val="Normal"/>
    <w:autoRedefine/>
    <w:pPr>
      <w:spacing w:before="20"/>
      <w:jc w:val="right"/>
    </w:pPr>
    <w:rPr>
      <w:sz w:val="16"/>
    </w:rPr>
  </w:style>
  <w:style w:type="paragraph" w:customStyle="1" w:styleId="CompanyName">
    <w:name w:val="Company Name"/>
    <w:basedOn w:val="Normal"/>
    <w:autoRedefine/>
    <w:pPr>
      <w:spacing w:after="40"/>
    </w:pPr>
    <w:rPr>
      <w:b/>
    </w:rPr>
  </w:style>
  <w:style w:type="paragraph" w:customStyle="1" w:styleId="Address">
    <w:name w:val="Address"/>
    <w:basedOn w:val="Normal"/>
    <w:autoRedefine/>
    <w:pPr>
      <w:pBdr>
        <w:bottom w:val="single" w:sz="8" w:space="4" w:color="808080"/>
      </w:pBdr>
      <w:spacing w:before="20" w:after="20"/>
    </w:pPr>
    <w:rPr>
      <w:sz w:val="16"/>
    </w:rPr>
  </w:style>
  <w:style w:type="character" w:styleId="Emphasis">
    <w:name w:val="Emphasis"/>
    <w:basedOn w:val="DefaultParagraphFont"/>
    <w:qFormat/>
    <w:rPr>
      <w:b/>
      <w:iCs/>
    </w:rPr>
  </w:style>
  <w:style w:type="paragraph" w:customStyle="1" w:styleId="RecipientName">
    <w:name w:val="Recipient Name"/>
    <w:basedOn w:val="Normal"/>
    <w:autoRedefine/>
    <w:rPr>
      <w:b/>
      <w:sz w:val="18"/>
    </w:rPr>
  </w:style>
  <w:style w:type="paragraph" w:customStyle="1" w:styleId="RecipientAddress">
    <w:name w:val="Recipient Address"/>
    <w:basedOn w:val="Normal"/>
    <w:autoRedefine/>
    <w:pPr>
      <w:spacing w:before="20" w:after="20"/>
    </w:pPr>
    <w:rPr>
      <w:sz w:val="18"/>
    </w:rPr>
  </w:style>
  <w:style w:type="paragraph" w:styleId="BodyText">
    <w:name w:val="Body Text"/>
    <w:basedOn w:val="Normal"/>
    <w:autoRedefine/>
    <w:pPr>
      <w:spacing w:before="40" w:after="40"/>
    </w:pPr>
  </w:style>
  <w:style w:type="paragraph" w:customStyle="1" w:styleId="TableHeader2">
    <w:name w:val="Table Header 2"/>
    <w:basedOn w:val="TableHeader"/>
    <w:autoRedefine/>
    <w:pPr>
      <w:jc w:val="right"/>
    </w:pPr>
  </w:style>
  <w:style w:type="paragraph" w:customStyle="1" w:styleId="TableText">
    <w:name w:val="Table Text"/>
    <w:basedOn w:val="Normal"/>
    <w:autoRedefine/>
    <w:pPr>
      <w:spacing w:before="60" w:after="60"/>
    </w:pPr>
  </w:style>
  <w:style w:type="paragraph" w:customStyle="1" w:styleId="TableText1">
    <w:name w:val="Table Text 1"/>
    <w:basedOn w:val="TableText"/>
    <w:autoRedefine/>
    <w:pPr>
      <w:jc w:val="center"/>
    </w:pPr>
  </w:style>
  <w:style w:type="paragraph" w:customStyle="1" w:styleId="TableText2">
    <w:name w:val="Table Text 2"/>
    <w:basedOn w:val="TableText"/>
    <w:autoRedefine/>
    <w:pPr>
      <w:jc w:val="right"/>
    </w:pPr>
    <w:rPr>
      <w:bCs/>
    </w:rPr>
  </w:style>
  <w:style w:type="paragraph" w:styleId="BodyText2">
    <w:name w:val="Body Text 2"/>
    <w:basedOn w:val="Normal"/>
    <w:autoRedefine/>
    <w:pPr>
      <w:spacing w:before="40" w:after="40"/>
      <w:jc w:val="center"/>
    </w:pPr>
  </w:style>
  <w:style w:type="paragraph" w:styleId="BodyText3">
    <w:name w:val="Body Text 3"/>
    <w:basedOn w:val="Normal"/>
    <w:autoRedefine/>
    <w:pPr>
      <w:spacing w:before="40" w:after="40"/>
      <w:jc w:val="right"/>
    </w:pPr>
    <w:rPr>
      <w:szCs w:val="16"/>
    </w:rPr>
  </w:style>
  <w:style w:type="paragraph" w:styleId="ListNumber">
    <w:name w:val="List Number"/>
    <w:basedOn w:val="Normal"/>
    <w:autoRedefine/>
    <w:pPr>
      <w:numPr>
        <w:numId w:val="1"/>
      </w:numPr>
      <w:spacing w:before="40" w:after="40"/>
    </w:pPr>
  </w:style>
  <w:style w:type="paragraph" w:styleId="Signature">
    <w:name w:val="Signature"/>
    <w:basedOn w:val="Normal"/>
    <w:autoRedefine/>
    <w:pPr>
      <w:pBdr>
        <w:top w:val="single" w:sz="4" w:space="1" w:color="auto"/>
      </w:pBdr>
      <w:tabs>
        <w:tab w:val="left" w:pos="7200"/>
      </w:tabs>
      <w:spacing w:before="800" w:after="40"/>
    </w:pPr>
  </w:style>
  <w:style w:type="paragraph" w:customStyle="1" w:styleId="Name">
    <w:name w:val="Name"/>
    <w:basedOn w:val="Signature"/>
    <w:autoRedefine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urram\AppData\Local\Temp\Rar$DI00.938\Travel%20Packing%20Lis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Packing List Template.dot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Packing List</vt:lpstr>
    </vt:vector>
  </TitlesOfParts>
  <Company>KMT Software, Inc.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Packing List</dc:title>
  <dc:subject>Packing List</dc:subject>
  <dc:creator>Khurram Yaseen</dc:creator>
  <cp:keywords>business forms correspondence letters mail professional reports receipts requisitions reminders notices management</cp:keywords>
  <dc:description>Use this template to create a packing list for a shipment.</dc:description>
  <cp:lastModifiedBy>Hamid Ali Anjum</cp:lastModifiedBy>
  <cp:revision>2</cp:revision>
  <cp:lastPrinted>2002-10-17T06:42:00Z</cp:lastPrinted>
  <dcterms:created xsi:type="dcterms:W3CDTF">2018-08-21T08:53:00Z</dcterms:created>
  <dcterms:modified xsi:type="dcterms:W3CDTF">2018-08-21T08:53:00Z</dcterms:modified>
  <cp:category>Business Forms &amp; Correspondence\Business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0</vt:lpwstr>
  </property>
  <property fmtid="{D5CDD505-2E9C-101B-9397-08002B2CF9AE}" pid="5" name="TemplateCategory">
    <vt:lpwstr/>
  </property>
</Properties>
</file>