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693FC" w14:textId="77777777" w:rsidR="00AE5FE4" w:rsidRPr="00AA3653" w:rsidRDefault="00AE5FE4">
      <w:pPr>
        <w:pStyle w:val="Title"/>
        <w:rPr>
          <w:rFonts w:ascii="Lato" w:hAnsi="Lato"/>
        </w:rPr>
      </w:pPr>
      <w:r w:rsidRPr="00AA3653">
        <w:rPr>
          <w:rFonts w:ascii="Lato" w:hAnsi="Lato"/>
        </w:rPr>
        <w:t>Sales Quotation</w:t>
      </w:r>
    </w:p>
    <w:p w14:paraId="740800F0" w14:textId="77777777" w:rsidR="00AE5FE4" w:rsidRPr="00AA3653" w:rsidRDefault="00AE5FE4">
      <w:pPr>
        <w:pStyle w:val="Date"/>
        <w:rPr>
          <w:rFonts w:ascii="Lato" w:hAnsi="Lato"/>
        </w:rPr>
      </w:pPr>
      <w:r w:rsidRPr="00AA3653">
        <w:rPr>
          <w:rFonts w:ascii="Lato" w:hAnsi="Lato"/>
        </w:rPr>
        <w:fldChar w:fldCharType="begin"/>
      </w:r>
      <w:r w:rsidRPr="00AA3653">
        <w:rPr>
          <w:rFonts w:ascii="Lato" w:hAnsi="Lato"/>
        </w:rPr>
        <w:instrText>date \@ "MMMM d, yyyy"</w:instrText>
      </w:r>
      <w:r w:rsidRPr="00AA3653">
        <w:rPr>
          <w:rFonts w:ascii="Lato" w:hAnsi="Lato"/>
        </w:rPr>
        <w:fldChar w:fldCharType="separate"/>
      </w:r>
      <w:r w:rsidR="00AA3653" w:rsidRPr="00AA3653">
        <w:rPr>
          <w:rFonts w:ascii="Lato" w:hAnsi="Lato"/>
          <w:noProof/>
        </w:rPr>
        <w:t>June 19, 2021</w:t>
      </w:r>
      <w:r w:rsidRPr="00AA3653">
        <w:rPr>
          <w:rFonts w:ascii="Lato" w:hAnsi="Lato"/>
        </w:rPr>
        <w:fldChar w:fldCharType="end"/>
      </w:r>
    </w:p>
    <w:p w14:paraId="7218E195" w14:textId="38402006" w:rsidR="00AE5FE4" w:rsidRPr="00AA3653" w:rsidRDefault="00AA3653">
      <w:pPr>
        <w:pStyle w:val="BodyText"/>
        <w:rPr>
          <w:rFonts w:ascii="Lato" w:hAnsi="Lato"/>
        </w:rPr>
      </w:pPr>
      <w:r w:rsidRPr="00AA3653">
        <w:rPr>
          <w:rFonts w:ascii="Lato" w:hAnsi="Lato"/>
          <w:noProof/>
        </w:rPr>
        <w:drawing>
          <wp:anchor distT="0" distB="0" distL="114300" distR="114300" simplePos="0" relativeHeight="251658240" behindDoc="0" locked="1" layoutInCell="1" allowOverlap="1" wp14:anchorId="043CED58" wp14:editId="698F4467">
            <wp:simplePos x="0" y="0"/>
            <wp:positionH relativeFrom="page">
              <wp:posOffset>6319520</wp:posOffset>
            </wp:positionH>
            <wp:positionV relativeFrom="page">
              <wp:posOffset>989965</wp:posOffset>
            </wp:positionV>
            <wp:extent cx="869950" cy="869950"/>
            <wp:effectExtent l="0" t="0" r="0" b="0"/>
            <wp:wrapNone/>
            <wp:docPr id="4" name="O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_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3653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3069FD58" wp14:editId="0984DD1F">
                <wp:simplePos x="0" y="0"/>
                <wp:positionH relativeFrom="page">
                  <wp:posOffset>466090</wp:posOffset>
                </wp:positionH>
                <wp:positionV relativeFrom="page">
                  <wp:posOffset>934720</wp:posOffset>
                </wp:positionV>
                <wp:extent cx="6829425" cy="1085850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6E312" w14:textId="77777777" w:rsidR="00AE5FE4" w:rsidRDefault="00AE5FE4">
                            <w:pPr>
                              <w:pStyle w:val="CompanyName"/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_CompanyName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AA3653">
                              <w:rPr>
                                <w:noProof/>
                              </w:rPr>
                              <w:t>«_CompanyName»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2701FC56" w14:textId="77777777" w:rsidR="00AE5FE4" w:rsidRDefault="00AE5FE4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_AddressLine1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AA3653">
                              <w:rPr>
                                <w:noProof/>
                              </w:rPr>
                              <w:t>«_AddressLine1»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123A3E12" w14:textId="77777777" w:rsidR="00AE5FE4" w:rsidRDefault="00AE5FE4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_AddressLine2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AA3653">
                              <w:rPr>
                                <w:noProof/>
                              </w:rPr>
                              <w:t>«_AddressLine2»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5F6BEF4F" w14:textId="77777777" w:rsidR="00AE5FE4" w:rsidRDefault="00AE5FE4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_City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AA3653">
                              <w:rPr>
                                <w:noProof/>
                              </w:rPr>
                              <w:t>«_City»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 xml:space="preserve">,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_State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AA3653">
                              <w:rPr>
                                <w:noProof/>
                              </w:rPr>
                              <w:t>«_State»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_ZipCode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AA3653">
                              <w:rPr>
                                <w:noProof/>
                              </w:rPr>
                              <w:t>«_ZipCode»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4AC8A16F" w14:textId="77777777" w:rsidR="00AE5FE4" w:rsidRDefault="00AE5FE4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_PhoneOffice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AA3653">
                              <w:rPr>
                                <w:noProof/>
                              </w:rPr>
                              <w:t>«_PhoneOffice»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_PhoneFax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AA3653">
                              <w:rPr>
                                <w:noProof/>
                              </w:rPr>
                              <w:t>«_PhoneFax»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0DE60335" w14:textId="77777777" w:rsidR="00AE5FE4" w:rsidRDefault="00AE5FE4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_EmailAddress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AA3653">
                              <w:rPr>
                                <w:noProof/>
                              </w:rPr>
                              <w:t>«_EmailAddress»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_Website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AA3653">
                              <w:rPr>
                                <w:noProof/>
                              </w:rPr>
                              <w:t>«_Website»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9FD5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.7pt;margin-top:73.6pt;width:537.75pt;height:85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" stroked="f">
                <v:textbox>
                  <w:txbxContent>
                    <w:p w14:paraId="56C6E312" w14:textId="77777777" w:rsidR="00AE5FE4" w:rsidRDefault="00AE5FE4">
                      <w:pPr>
                        <w:pStyle w:val="CompanyName"/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_CompanyName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AA3653">
                        <w:rPr>
                          <w:noProof/>
                        </w:rPr>
                        <w:t>«_CompanyName»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2701FC56" w14:textId="77777777" w:rsidR="00AE5FE4" w:rsidRDefault="00AE5FE4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_AddressLine1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AA3653">
                        <w:rPr>
                          <w:noProof/>
                        </w:rPr>
                        <w:t>«_AddressLine1»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123A3E12" w14:textId="77777777" w:rsidR="00AE5FE4" w:rsidRDefault="00AE5FE4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_AddressLine2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AA3653">
                        <w:rPr>
                          <w:noProof/>
                        </w:rPr>
                        <w:t>«_AddressLine2»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5F6BEF4F" w14:textId="77777777" w:rsidR="00AE5FE4" w:rsidRDefault="00AE5FE4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_City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AA3653">
                        <w:rPr>
                          <w:noProof/>
                        </w:rPr>
                        <w:t>«_City»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 xml:space="preserve">,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_State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AA3653">
                        <w:rPr>
                          <w:noProof/>
                        </w:rPr>
                        <w:t>«_State»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_ZipCode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AA3653">
                        <w:rPr>
                          <w:noProof/>
                        </w:rPr>
                        <w:t>«_ZipCode»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4AC8A16F" w14:textId="77777777" w:rsidR="00AE5FE4" w:rsidRDefault="00AE5FE4">
                      <w:pPr>
                        <w:pStyle w:val="Address"/>
                        <w:pBdr>
                          <w:bottom w:val="single" w:sz="8" w:space="3" w:color="808080"/>
                        </w:pBd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_PhoneOffice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AA3653">
                        <w:rPr>
                          <w:noProof/>
                        </w:rPr>
                        <w:t>«_PhoneOffice»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_PhoneFax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AA3653">
                        <w:rPr>
                          <w:noProof/>
                        </w:rPr>
                        <w:t>«_PhoneFax»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0DE60335" w14:textId="77777777" w:rsidR="00AE5FE4" w:rsidRDefault="00AE5FE4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_EmailAddress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AA3653">
                        <w:rPr>
                          <w:noProof/>
                        </w:rPr>
                        <w:t>«_EmailAddress»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_Website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AA3653">
                        <w:rPr>
                          <w:noProof/>
                        </w:rPr>
                        <w:t>«_Website»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tbl>
      <w:tblPr>
        <w:tblW w:w="10620" w:type="dxa"/>
        <w:tblInd w:w="11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10"/>
        <w:gridCol w:w="1260"/>
        <w:gridCol w:w="3240"/>
        <w:gridCol w:w="1890"/>
        <w:gridCol w:w="1440"/>
        <w:gridCol w:w="1980"/>
      </w:tblGrid>
      <w:tr w:rsidR="00AE5FE4" w:rsidRPr="00AA3653" w14:paraId="27BA4374" w14:textId="77777777">
        <w:tblPrEx>
          <w:tblCellMar>
            <w:top w:w="0" w:type="dxa"/>
            <w:bottom w:w="0" w:type="dxa"/>
          </w:tblCellMar>
        </w:tblPrEx>
        <w:trPr>
          <w:cantSplit/>
          <w:trHeight w:val="1335"/>
        </w:trPr>
        <w:tc>
          <w:tcPr>
            <w:tcW w:w="53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F930EA2" w14:textId="77777777" w:rsidR="00AE5FE4" w:rsidRPr="00AA3653" w:rsidRDefault="00AE5FE4">
            <w:pPr>
              <w:pStyle w:val="BodyText"/>
              <w:rPr>
                <w:rFonts w:ascii="Lato" w:hAnsi="Lato"/>
              </w:rPr>
            </w:pPr>
            <w:r w:rsidRPr="00AA3653">
              <w:rPr>
                <w:rFonts w:ascii="Lato" w:hAnsi="Lato"/>
              </w:rPr>
              <w:t>To:</w:t>
            </w:r>
          </w:p>
          <w:p w14:paraId="07A54049" w14:textId="77777777" w:rsidR="00AE5FE4" w:rsidRPr="00AA3653" w:rsidRDefault="00AE5FE4">
            <w:pPr>
              <w:pStyle w:val="RecipientName"/>
              <w:rPr>
                <w:rFonts w:ascii="Lato" w:hAnsi="Lato"/>
              </w:rPr>
            </w:pPr>
            <w:r w:rsidRPr="00AA3653">
              <w:rPr>
                <w:rFonts w:ascii="Lato" w:hAnsi="Lato"/>
              </w:rPr>
              <w:fldChar w:fldCharType="begin"/>
            </w:r>
            <w:r w:rsidRPr="00AA3653">
              <w:rPr>
                <w:rFonts w:ascii="Lato" w:hAnsi="Lato"/>
              </w:rPr>
              <w:instrText xml:space="preserve"> MACROBUTTON "" [Customer Name]</w:instrText>
            </w:r>
            <w:r w:rsidRPr="00AA3653">
              <w:rPr>
                <w:rFonts w:ascii="Lato" w:hAnsi="Lato"/>
              </w:rPr>
              <w:fldChar w:fldCharType="end"/>
            </w:r>
          </w:p>
          <w:p w14:paraId="699FE56B" w14:textId="77777777" w:rsidR="00AE5FE4" w:rsidRPr="00AA3653" w:rsidRDefault="00AE5FE4">
            <w:pPr>
              <w:pStyle w:val="RecipientAddress"/>
              <w:rPr>
                <w:rFonts w:ascii="Lato" w:hAnsi="Lato"/>
              </w:rPr>
            </w:pPr>
            <w:r w:rsidRPr="00AA3653">
              <w:rPr>
                <w:rFonts w:ascii="Lato" w:hAnsi="Lato"/>
              </w:rPr>
              <w:fldChar w:fldCharType="begin"/>
            </w:r>
            <w:r w:rsidRPr="00AA3653">
              <w:rPr>
                <w:rFonts w:ascii="Lato" w:hAnsi="Lato"/>
              </w:rPr>
              <w:instrText xml:space="preserve"> MACROBUTTON "" [Customer Address Line 1]</w:instrText>
            </w:r>
            <w:r w:rsidRPr="00AA3653">
              <w:rPr>
                <w:rFonts w:ascii="Lato" w:hAnsi="Lato"/>
              </w:rPr>
              <w:fldChar w:fldCharType="end"/>
            </w:r>
          </w:p>
          <w:p w14:paraId="36311CDA" w14:textId="77777777" w:rsidR="00AE5FE4" w:rsidRPr="00AA3653" w:rsidRDefault="00AE5FE4">
            <w:pPr>
              <w:pStyle w:val="RecipientAddress"/>
              <w:rPr>
                <w:rFonts w:ascii="Lato" w:hAnsi="Lato"/>
              </w:rPr>
            </w:pPr>
            <w:r w:rsidRPr="00AA3653">
              <w:rPr>
                <w:rFonts w:ascii="Lato" w:hAnsi="Lato"/>
              </w:rPr>
              <w:fldChar w:fldCharType="begin"/>
            </w:r>
            <w:r w:rsidRPr="00AA3653">
              <w:rPr>
                <w:rFonts w:ascii="Lato" w:hAnsi="Lato"/>
              </w:rPr>
              <w:instrText xml:space="preserve"> MACROBUTTON "" [Customer Address Line 2]</w:instrText>
            </w:r>
            <w:r w:rsidRPr="00AA3653">
              <w:rPr>
                <w:rFonts w:ascii="Lato" w:hAnsi="Lato"/>
              </w:rPr>
              <w:fldChar w:fldCharType="end"/>
            </w:r>
          </w:p>
          <w:p w14:paraId="152CAF04" w14:textId="77777777" w:rsidR="00AE5FE4" w:rsidRPr="00AA3653" w:rsidRDefault="00AE5FE4">
            <w:pPr>
              <w:pStyle w:val="RecipientAddress"/>
              <w:rPr>
                <w:rFonts w:ascii="Lato" w:hAnsi="Lato"/>
              </w:rPr>
            </w:pPr>
            <w:r w:rsidRPr="00AA3653">
              <w:rPr>
                <w:rFonts w:ascii="Lato" w:hAnsi="Lato"/>
              </w:rPr>
              <w:fldChar w:fldCharType="begin"/>
            </w:r>
            <w:r w:rsidRPr="00AA3653">
              <w:rPr>
                <w:rFonts w:ascii="Lato" w:hAnsi="Lato"/>
              </w:rPr>
              <w:instrText xml:space="preserve"> MACROBUTTON "" [Customer City, State ZIP Code]</w:instrText>
            </w:r>
            <w:r w:rsidRPr="00AA3653">
              <w:rPr>
                <w:rFonts w:ascii="Lato" w:hAnsi="Lato"/>
              </w:rPr>
              <w:fldChar w:fldCharType="end"/>
            </w:r>
          </w:p>
        </w:tc>
        <w:tc>
          <w:tcPr>
            <w:tcW w:w="53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E42DB6E" w14:textId="77777777" w:rsidR="00AE5FE4" w:rsidRPr="00AA3653" w:rsidRDefault="00AE5FE4">
            <w:pPr>
              <w:pStyle w:val="BodyText"/>
              <w:rPr>
                <w:rStyle w:val="Emphasis"/>
                <w:rFonts w:ascii="Lato" w:hAnsi="Lato"/>
              </w:rPr>
            </w:pPr>
            <w:r w:rsidRPr="00AA3653">
              <w:rPr>
                <w:rStyle w:val="Emphasis"/>
                <w:rFonts w:ascii="Lato" w:hAnsi="Lato"/>
              </w:rPr>
              <w:t>F.O.B. terms delivery number:</w:t>
            </w:r>
          </w:p>
          <w:p w14:paraId="15E906E5" w14:textId="77777777" w:rsidR="00AE5FE4" w:rsidRPr="00AA3653" w:rsidRDefault="00AE5FE4">
            <w:pPr>
              <w:pStyle w:val="BodyText"/>
              <w:rPr>
                <w:rStyle w:val="Emphasis"/>
                <w:rFonts w:ascii="Lato" w:hAnsi="Lato"/>
              </w:rPr>
            </w:pPr>
            <w:r w:rsidRPr="00AA3653">
              <w:rPr>
                <w:rFonts w:ascii="Lato" w:hAnsi="Lato"/>
              </w:rPr>
              <w:fldChar w:fldCharType="begin"/>
            </w:r>
            <w:r w:rsidRPr="00AA3653">
              <w:rPr>
                <w:rFonts w:ascii="Lato" w:hAnsi="Lato"/>
              </w:rPr>
              <w:instrText xml:space="preserve"> MACROBUTTON "" [Type number here]</w:instrText>
            </w:r>
            <w:r w:rsidRPr="00AA3653">
              <w:rPr>
                <w:rFonts w:ascii="Lato" w:hAnsi="Lato"/>
              </w:rPr>
              <w:fldChar w:fldCharType="end"/>
            </w:r>
          </w:p>
        </w:tc>
      </w:tr>
      <w:tr w:rsidR="00AE5FE4" w:rsidRPr="00AA3653" w14:paraId="3E1CFE5C" w14:textId="77777777">
        <w:tblPrEx>
          <w:tblCellMar>
            <w:top w:w="0" w:type="dxa"/>
            <w:bottom w:w="0" w:type="dxa"/>
          </w:tblCellMar>
        </w:tblPrEx>
        <w:trPr>
          <w:cantSplit/>
          <w:trHeight w:val="657"/>
        </w:trPr>
        <w:tc>
          <w:tcPr>
            <w:tcW w:w="10620" w:type="dxa"/>
            <w:gridSpan w:val="6"/>
            <w:tcBorders>
              <w:top w:val="single" w:sz="6" w:space="0" w:color="808080"/>
              <w:left w:val="nil"/>
              <w:bottom w:val="nil"/>
              <w:right w:val="nil"/>
            </w:tcBorders>
          </w:tcPr>
          <w:p w14:paraId="2FBA7ED3" w14:textId="77777777" w:rsidR="00AE5FE4" w:rsidRPr="00AA3653" w:rsidRDefault="00AE5FE4">
            <w:pPr>
              <w:pStyle w:val="BodyText"/>
              <w:spacing w:before="120"/>
              <w:rPr>
                <w:rFonts w:ascii="Lato" w:hAnsi="Lato"/>
              </w:rPr>
            </w:pPr>
            <w:r w:rsidRPr="00AA3653">
              <w:rPr>
                <w:rFonts w:ascii="Lato" w:hAnsi="Lato"/>
              </w:rPr>
              <w:t xml:space="preserve">Thank you for your inquiry dated: </w:t>
            </w:r>
            <w:r w:rsidRPr="00AA3653">
              <w:rPr>
                <w:rFonts w:ascii="Lato" w:hAnsi="Lato"/>
              </w:rPr>
              <w:fldChar w:fldCharType="begin"/>
            </w:r>
            <w:r w:rsidRPr="00AA3653">
              <w:rPr>
                <w:rFonts w:ascii="Lato" w:hAnsi="Lato"/>
              </w:rPr>
              <w:instrText xml:space="preserve"> MACROBUTTON "" [Type date here]</w:instrText>
            </w:r>
            <w:r w:rsidRPr="00AA3653">
              <w:rPr>
                <w:rFonts w:ascii="Lato" w:hAnsi="Lato"/>
              </w:rPr>
              <w:fldChar w:fldCharType="end"/>
            </w:r>
          </w:p>
          <w:p w14:paraId="20A03BA5" w14:textId="77777777" w:rsidR="00AE5FE4" w:rsidRPr="00AA3653" w:rsidRDefault="00AE5FE4">
            <w:pPr>
              <w:pStyle w:val="TableText"/>
              <w:rPr>
                <w:rFonts w:ascii="Lato" w:hAnsi="Lato"/>
              </w:rPr>
            </w:pPr>
            <w:r w:rsidRPr="00AA3653">
              <w:rPr>
                <w:rFonts w:ascii="Lato" w:hAnsi="Lato"/>
              </w:rPr>
              <w:t>We are pleased to quote you the following:</w:t>
            </w:r>
          </w:p>
        </w:tc>
      </w:tr>
      <w:tr w:rsidR="00AE5FE4" w:rsidRPr="00AA3653" w14:paraId="49A32525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  <w:shd w:val="clear" w:color="auto" w:fill="BDCAD3"/>
          </w:tcPr>
          <w:p w14:paraId="7956EBF5" w14:textId="77777777" w:rsidR="00AE5FE4" w:rsidRPr="00AA3653" w:rsidRDefault="00AE5FE4">
            <w:pPr>
              <w:pStyle w:val="TableHeader1"/>
              <w:rPr>
                <w:rFonts w:ascii="Lato" w:hAnsi="Lato"/>
              </w:rPr>
            </w:pPr>
            <w:r w:rsidRPr="00AA3653">
              <w:rPr>
                <w:rFonts w:ascii="Lato" w:hAnsi="Lato"/>
              </w:rPr>
              <w:t>Item</w:t>
            </w:r>
          </w:p>
        </w:tc>
        <w:tc>
          <w:tcPr>
            <w:tcW w:w="1260" w:type="dxa"/>
            <w:shd w:val="clear" w:color="auto" w:fill="BDCAD3"/>
          </w:tcPr>
          <w:p w14:paraId="16A6FC5C" w14:textId="77777777" w:rsidR="00AE5FE4" w:rsidRPr="00AA3653" w:rsidRDefault="00AE5FE4">
            <w:pPr>
              <w:pStyle w:val="TableHeader1"/>
              <w:rPr>
                <w:rFonts w:ascii="Lato" w:hAnsi="Lato"/>
              </w:rPr>
            </w:pPr>
            <w:r w:rsidRPr="00AA3653">
              <w:rPr>
                <w:rFonts w:ascii="Lato" w:hAnsi="Lato"/>
              </w:rPr>
              <w:t>Quantity</w:t>
            </w:r>
          </w:p>
        </w:tc>
        <w:tc>
          <w:tcPr>
            <w:tcW w:w="5130" w:type="dxa"/>
            <w:gridSpan w:val="2"/>
            <w:shd w:val="clear" w:color="auto" w:fill="BDCAD3"/>
          </w:tcPr>
          <w:p w14:paraId="1F2C0DB2" w14:textId="77777777" w:rsidR="00AE5FE4" w:rsidRPr="00AA3653" w:rsidRDefault="00AE5FE4">
            <w:pPr>
              <w:pStyle w:val="TableHeader1"/>
              <w:rPr>
                <w:rFonts w:ascii="Lato" w:hAnsi="Lato"/>
              </w:rPr>
            </w:pPr>
            <w:r w:rsidRPr="00AA3653">
              <w:rPr>
                <w:rFonts w:ascii="Lato" w:hAnsi="Lato"/>
              </w:rPr>
              <w:t>Description</w:t>
            </w:r>
          </w:p>
        </w:tc>
        <w:tc>
          <w:tcPr>
            <w:tcW w:w="1440" w:type="dxa"/>
            <w:shd w:val="clear" w:color="auto" w:fill="BDCAD3"/>
          </w:tcPr>
          <w:p w14:paraId="781628F2" w14:textId="77777777" w:rsidR="00AE5FE4" w:rsidRPr="00AA3653" w:rsidRDefault="00AE5FE4">
            <w:pPr>
              <w:pStyle w:val="TableHeader1"/>
              <w:rPr>
                <w:rFonts w:ascii="Lato" w:hAnsi="Lato"/>
              </w:rPr>
            </w:pPr>
            <w:r w:rsidRPr="00AA3653">
              <w:rPr>
                <w:rFonts w:ascii="Lato" w:hAnsi="Lato"/>
              </w:rPr>
              <w:t>Unit Price</w:t>
            </w:r>
          </w:p>
        </w:tc>
        <w:tc>
          <w:tcPr>
            <w:tcW w:w="1980" w:type="dxa"/>
            <w:shd w:val="clear" w:color="auto" w:fill="BDCAD3"/>
          </w:tcPr>
          <w:p w14:paraId="052DD077" w14:textId="77777777" w:rsidR="00AE5FE4" w:rsidRPr="00AA3653" w:rsidRDefault="00AE5FE4">
            <w:pPr>
              <w:pStyle w:val="TableHeader1"/>
              <w:rPr>
                <w:rFonts w:ascii="Lato" w:hAnsi="Lato"/>
              </w:rPr>
            </w:pPr>
            <w:r w:rsidRPr="00AA3653">
              <w:rPr>
                <w:rFonts w:ascii="Lato" w:hAnsi="Lato"/>
              </w:rPr>
              <w:t>Delivery Date</w:t>
            </w:r>
          </w:p>
        </w:tc>
      </w:tr>
      <w:tr w:rsidR="00AE5FE4" w:rsidRPr="00AA3653" w14:paraId="42511B90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</w:tcPr>
          <w:p w14:paraId="12D4D3F6" w14:textId="77777777" w:rsidR="00AE5FE4" w:rsidRPr="00AA3653" w:rsidRDefault="00AE5FE4">
            <w:pPr>
              <w:pStyle w:val="ListNumber"/>
              <w:rPr>
                <w:rFonts w:ascii="Lato" w:hAnsi="Lato"/>
              </w:rPr>
            </w:pPr>
          </w:p>
        </w:tc>
        <w:tc>
          <w:tcPr>
            <w:tcW w:w="1260" w:type="dxa"/>
          </w:tcPr>
          <w:p w14:paraId="09D43DD7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5130" w:type="dxa"/>
            <w:gridSpan w:val="2"/>
          </w:tcPr>
          <w:p w14:paraId="2E5520CC" w14:textId="77777777" w:rsidR="00AE5FE4" w:rsidRPr="00AA3653" w:rsidRDefault="00AE5FE4">
            <w:pPr>
              <w:pStyle w:val="TableText"/>
              <w:rPr>
                <w:rFonts w:ascii="Lato" w:hAnsi="Lato"/>
              </w:rPr>
            </w:pPr>
          </w:p>
        </w:tc>
        <w:tc>
          <w:tcPr>
            <w:tcW w:w="1440" w:type="dxa"/>
          </w:tcPr>
          <w:p w14:paraId="12D7F4B9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1980" w:type="dxa"/>
          </w:tcPr>
          <w:p w14:paraId="01D4230B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</w:tr>
      <w:tr w:rsidR="00AE5FE4" w:rsidRPr="00AA3653" w14:paraId="18DE5135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</w:tcPr>
          <w:p w14:paraId="3C9B307E" w14:textId="77777777" w:rsidR="00AE5FE4" w:rsidRPr="00AA3653" w:rsidRDefault="00AE5FE4">
            <w:pPr>
              <w:pStyle w:val="ListNumber"/>
              <w:rPr>
                <w:rFonts w:ascii="Lato" w:hAnsi="Lato"/>
              </w:rPr>
            </w:pPr>
          </w:p>
        </w:tc>
        <w:tc>
          <w:tcPr>
            <w:tcW w:w="1260" w:type="dxa"/>
          </w:tcPr>
          <w:p w14:paraId="28A01FB3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5130" w:type="dxa"/>
            <w:gridSpan w:val="2"/>
          </w:tcPr>
          <w:p w14:paraId="21ECEC46" w14:textId="77777777" w:rsidR="00AE5FE4" w:rsidRPr="00AA3653" w:rsidRDefault="00AE5FE4">
            <w:pPr>
              <w:pStyle w:val="TableText"/>
              <w:rPr>
                <w:rFonts w:ascii="Lato" w:hAnsi="Lato"/>
              </w:rPr>
            </w:pPr>
          </w:p>
        </w:tc>
        <w:tc>
          <w:tcPr>
            <w:tcW w:w="1440" w:type="dxa"/>
          </w:tcPr>
          <w:p w14:paraId="1930EF88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1980" w:type="dxa"/>
          </w:tcPr>
          <w:p w14:paraId="0561ED6E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</w:tr>
      <w:tr w:rsidR="00AE5FE4" w:rsidRPr="00AA3653" w14:paraId="570EED41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</w:tcPr>
          <w:p w14:paraId="23DE133B" w14:textId="77777777" w:rsidR="00AE5FE4" w:rsidRPr="00AA3653" w:rsidRDefault="00AE5FE4">
            <w:pPr>
              <w:pStyle w:val="ListNumber"/>
              <w:rPr>
                <w:rFonts w:ascii="Lato" w:hAnsi="Lato"/>
              </w:rPr>
            </w:pPr>
          </w:p>
        </w:tc>
        <w:tc>
          <w:tcPr>
            <w:tcW w:w="1260" w:type="dxa"/>
          </w:tcPr>
          <w:p w14:paraId="19948206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5130" w:type="dxa"/>
            <w:gridSpan w:val="2"/>
          </w:tcPr>
          <w:p w14:paraId="714CCD82" w14:textId="77777777" w:rsidR="00AE5FE4" w:rsidRPr="00AA3653" w:rsidRDefault="00AE5FE4">
            <w:pPr>
              <w:pStyle w:val="TableText"/>
              <w:rPr>
                <w:rFonts w:ascii="Lato" w:hAnsi="Lato"/>
              </w:rPr>
            </w:pPr>
          </w:p>
        </w:tc>
        <w:tc>
          <w:tcPr>
            <w:tcW w:w="1440" w:type="dxa"/>
          </w:tcPr>
          <w:p w14:paraId="2A74F04F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1980" w:type="dxa"/>
          </w:tcPr>
          <w:p w14:paraId="6333D8BE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</w:tr>
      <w:tr w:rsidR="00AE5FE4" w:rsidRPr="00AA3653" w14:paraId="62451DEC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</w:tcPr>
          <w:p w14:paraId="72B0B698" w14:textId="77777777" w:rsidR="00AE5FE4" w:rsidRPr="00AA3653" w:rsidRDefault="00AE5FE4">
            <w:pPr>
              <w:pStyle w:val="ListNumber"/>
              <w:rPr>
                <w:rFonts w:ascii="Lato" w:hAnsi="Lato"/>
              </w:rPr>
            </w:pPr>
          </w:p>
        </w:tc>
        <w:tc>
          <w:tcPr>
            <w:tcW w:w="1260" w:type="dxa"/>
          </w:tcPr>
          <w:p w14:paraId="0059D936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5130" w:type="dxa"/>
            <w:gridSpan w:val="2"/>
          </w:tcPr>
          <w:p w14:paraId="11EEA6FD" w14:textId="77777777" w:rsidR="00AE5FE4" w:rsidRPr="00AA3653" w:rsidRDefault="00AE5FE4">
            <w:pPr>
              <w:pStyle w:val="TableText"/>
              <w:rPr>
                <w:rFonts w:ascii="Lato" w:hAnsi="Lato"/>
              </w:rPr>
            </w:pPr>
          </w:p>
        </w:tc>
        <w:tc>
          <w:tcPr>
            <w:tcW w:w="1440" w:type="dxa"/>
          </w:tcPr>
          <w:p w14:paraId="0B88FE7F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1980" w:type="dxa"/>
          </w:tcPr>
          <w:p w14:paraId="21981407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</w:tr>
      <w:tr w:rsidR="00AE5FE4" w:rsidRPr="00AA3653" w14:paraId="6613FCE7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</w:tcPr>
          <w:p w14:paraId="1099E0CC" w14:textId="77777777" w:rsidR="00AE5FE4" w:rsidRPr="00AA3653" w:rsidRDefault="00AE5FE4">
            <w:pPr>
              <w:pStyle w:val="ListNumber"/>
              <w:rPr>
                <w:rFonts w:ascii="Lato" w:hAnsi="Lato"/>
              </w:rPr>
            </w:pPr>
          </w:p>
        </w:tc>
        <w:tc>
          <w:tcPr>
            <w:tcW w:w="1260" w:type="dxa"/>
          </w:tcPr>
          <w:p w14:paraId="7A51A176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5130" w:type="dxa"/>
            <w:gridSpan w:val="2"/>
          </w:tcPr>
          <w:p w14:paraId="28AC2447" w14:textId="77777777" w:rsidR="00AE5FE4" w:rsidRPr="00AA3653" w:rsidRDefault="00AE5FE4">
            <w:pPr>
              <w:pStyle w:val="TableText"/>
              <w:rPr>
                <w:rFonts w:ascii="Lato" w:hAnsi="Lato"/>
              </w:rPr>
            </w:pPr>
          </w:p>
        </w:tc>
        <w:tc>
          <w:tcPr>
            <w:tcW w:w="1440" w:type="dxa"/>
          </w:tcPr>
          <w:p w14:paraId="6EF88DBC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1980" w:type="dxa"/>
          </w:tcPr>
          <w:p w14:paraId="50624C3F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</w:tr>
      <w:tr w:rsidR="00AE5FE4" w:rsidRPr="00AA3653" w14:paraId="35DBDE21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</w:tcPr>
          <w:p w14:paraId="27DA18F7" w14:textId="77777777" w:rsidR="00AE5FE4" w:rsidRPr="00AA3653" w:rsidRDefault="00AE5FE4">
            <w:pPr>
              <w:pStyle w:val="ListNumber"/>
              <w:rPr>
                <w:rFonts w:ascii="Lato" w:hAnsi="Lato"/>
              </w:rPr>
            </w:pPr>
          </w:p>
        </w:tc>
        <w:tc>
          <w:tcPr>
            <w:tcW w:w="1260" w:type="dxa"/>
          </w:tcPr>
          <w:p w14:paraId="74FC768C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5130" w:type="dxa"/>
            <w:gridSpan w:val="2"/>
          </w:tcPr>
          <w:p w14:paraId="145CC941" w14:textId="77777777" w:rsidR="00AE5FE4" w:rsidRPr="00AA3653" w:rsidRDefault="00AE5FE4">
            <w:pPr>
              <w:pStyle w:val="TableText"/>
              <w:rPr>
                <w:rFonts w:ascii="Lato" w:hAnsi="Lato"/>
              </w:rPr>
            </w:pPr>
          </w:p>
        </w:tc>
        <w:tc>
          <w:tcPr>
            <w:tcW w:w="1440" w:type="dxa"/>
          </w:tcPr>
          <w:p w14:paraId="46A187C6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1980" w:type="dxa"/>
          </w:tcPr>
          <w:p w14:paraId="3DE28382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</w:tr>
      <w:tr w:rsidR="00AE5FE4" w:rsidRPr="00AA3653" w14:paraId="61DC492D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</w:tcPr>
          <w:p w14:paraId="4EE571E7" w14:textId="77777777" w:rsidR="00AE5FE4" w:rsidRPr="00AA3653" w:rsidRDefault="00AE5FE4">
            <w:pPr>
              <w:pStyle w:val="ListNumber"/>
              <w:rPr>
                <w:rFonts w:ascii="Lato" w:hAnsi="Lato"/>
              </w:rPr>
            </w:pPr>
          </w:p>
        </w:tc>
        <w:tc>
          <w:tcPr>
            <w:tcW w:w="1260" w:type="dxa"/>
          </w:tcPr>
          <w:p w14:paraId="534F838F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5130" w:type="dxa"/>
            <w:gridSpan w:val="2"/>
          </w:tcPr>
          <w:p w14:paraId="2C76DA38" w14:textId="77777777" w:rsidR="00AE5FE4" w:rsidRPr="00AA3653" w:rsidRDefault="00AE5FE4">
            <w:pPr>
              <w:pStyle w:val="TableText"/>
              <w:rPr>
                <w:rFonts w:ascii="Lato" w:hAnsi="Lato"/>
              </w:rPr>
            </w:pPr>
          </w:p>
        </w:tc>
        <w:tc>
          <w:tcPr>
            <w:tcW w:w="1440" w:type="dxa"/>
          </w:tcPr>
          <w:p w14:paraId="669E64F1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1980" w:type="dxa"/>
          </w:tcPr>
          <w:p w14:paraId="65936025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</w:tr>
      <w:tr w:rsidR="00AE5FE4" w:rsidRPr="00AA3653" w14:paraId="1142342F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</w:tcPr>
          <w:p w14:paraId="5AF0261A" w14:textId="77777777" w:rsidR="00AE5FE4" w:rsidRPr="00AA3653" w:rsidRDefault="00AE5FE4">
            <w:pPr>
              <w:pStyle w:val="ListNumber"/>
              <w:rPr>
                <w:rFonts w:ascii="Lato" w:hAnsi="Lato"/>
              </w:rPr>
            </w:pPr>
          </w:p>
        </w:tc>
        <w:tc>
          <w:tcPr>
            <w:tcW w:w="1260" w:type="dxa"/>
          </w:tcPr>
          <w:p w14:paraId="49F29CB8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5130" w:type="dxa"/>
            <w:gridSpan w:val="2"/>
          </w:tcPr>
          <w:p w14:paraId="7B73208C" w14:textId="77777777" w:rsidR="00AE5FE4" w:rsidRPr="00AA3653" w:rsidRDefault="00AE5FE4">
            <w:pPr>
              <w:pStyle w:val="TableText"/>
              <w:rPr>
                <w:rFonts w:ascii="Lato" w:hAnsi="Lato"/>
              </w:rPr>
            </w:pPr>
          </w:p>
        </w:tc>
        <w:tc>
          <w:tcPr>
            <w:tcW w:w="1440" w:type="dxa"/>
          </w:tcPr>
          <w:p w14:paraId="0AB495AC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1980" w:type="dxa"/>
          </w:tcPr>
          <w:p w14:paraId="4CDE8FDF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</w:tr>
      <w:tr w:rsidR="00AE5FE4" w:rsidRPr="00AA3653" w14:paraId="55F4D50A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</w:tcPr>
          <w:p w14:paraId="33D89E35" w14:textId="77777777" w:rsidR="00AE5FE4" w:rsidRPr="00AA3653" w:rsidRDefault="00AE5FE4">
            <w:pPr>
              <w:pStyle w:val="ListNumber"/>
              <w:rPr>
                <w:rFonts w:ascii="Lato" w:hAnsi="Lato"/>
              </w:rPr>
            </w:pPr>
          </w:p>
        </w:tc>
        <w:tc>
          <w:tcPr>
            <w:tcW w:w="1260" w:type="dxa"/>
          </w:tcPr>
          <w:p w14:paraId="183A1466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5130" w:type="dxa"/>
            <w:gridSpan w:val="2"/>
          </w:tcPr>
          <w:p w14:paraId="072D48ED" w14:textId="77777777" w:rsidR="00AE5FE4" w:rsidRPr="00AA3653" w:rsidRDefault="00AE5FE4">
            <w:pPr>
              <w:pStyle w:val="TableText"/>
              <w:rPr>
                <w:rFonts w:ascii="Lato" w:hAnsi="Lato"/>
              </w:rPr>
            </w:pPr>
          </w:p>
        </w:tc>
        <w:tc>
          <w:tcPr>
            <w:tcW w:w="1440" w:type="dxa"/>
          </w:tcPr>
          <w:p w14:paraId="6F536497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1980" w:type="dxa"/>
          </w:tcPr>
          <w:p w14:paraId="6D46F368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</w:tr>
      <w:tr w:rsidR="00AE5FE4" w:rsidRPr="00AA3653" w14:paraId="75040F63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</w:tcPr>
          <w:p w14:paraId="2C9DCF01" w14:textId="77777777" w:rsidR="00AE5FE4" w:rsidRPr="00AA3653" w:rsidRDefault="00AE5FE4">
            <w:pPr>
              <w:pStyle w:val="ListNumber"/>
              <w:rPr>
                <w:rFonts w:ascii="Lato" w:hAnsi="Lato"/>
              </w:rPr>
            </w:pPr>
          </w:p>
        </w:tc>
        <w:tc>
          <w:tcPr>
            <w:tcW w:w="1260" w:type="dxa"/>
          </w:tcPr>
          <w:p w14:paraId="3D1B2232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5130" w:type="dxa"/>
            <w:gridSpan w:val="2"/>
          </w:tcPr>
          <w:p w14:paraId="54FBA0EB" w14:textId="77777777" w:rsidR="00AE5FE4" w:rsidRPr="00AA3653" w:rsidRDefault="00AE5FE4">
            <w:pPr>
              <w:pStyle w:val="TableText"/>
              <w:rPr>
                <w:rFonts w:ascii="Lato" w:hAnsi="Lato"/>
              </w:rPr>
            </w:pPr>
          </w:p>
        </w:tc>
        <w:tc>
          <w:tcPr>
            <w:tcW w:w="1440" w:type="dxa"/>
          </w:tcPr>
          <w:p w14:paraId="54593F85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1980" w:type="dxa"/>
          </w:tcPr>
          <w:p w14:paraId="7EE6BD96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</w:tr>
      <w:tr w:rsidR="00AE5FE4" w:rsidRPr="00AA3653" w14:paraId="155E9224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</w:tcPr>
          <w:p w14:paraId="37CF3862" w14:textId="77777777" w:rsidR="00AE5FE4" w:rsidRPr="00AA3653" w:rsidRDefault="00AE5FE4">
            <w:pPr>
              <w:pStyle w:val="ListNumber"/>
              <w:rPr>
                <w:rFonts w:ascii="Lato" w:hAnsi="Lato"/>
              </w:rPr>
            </w:pPr>
          </w:p>
        </w:tc>
        <w:tc>
          <w:tcPr>
            <w:tcW w:w="1260" w:type="dxa"/>
          </w:tcPr>
          <w:p w14:paraId="23B2E557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5130" w:type="dxa"/>
            <w:gridSpan w:val="2"/>
          </w:tcPr>
          <w:p w14:paraId="2114F700" w14:textId="77777777" w:rsidR="00AE5FE4" w:rsidRPr="00AA3653" w:rsidRDefault="00AE5FE4">
            <w:pPr>
              <w:pStyle w:val="TableText"/>
              <w:rPr>
                <w:rFonts w:ascii="Lato" w:hAnsi="Lato"/>
              </w:rPr>
            </w:pPr>
          </w:p>
        </w:tc>
        <w:tc>
          <w:tcPr>
            <w:tcW w:w="1440" w:type="dxa"/>
          </w:tcPr>
          <w:p w14:paraId="3C547DE9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1980" w:type="dxa"/>
          </w:tcPr>
          <w:p w14:paraId="106F355B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</w:tr>
      <w:tr w:rsidR="00AE5FE4" w:rsidRPr="00AA3653" w14:paraId="65861980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  <w:tcBorders>
              <w:bottom w:val="single" w:sz="6" w:space="0" w:color="808080"/>
            </w:tcBorders>
          </w:tcPr>
          <w:p w14:paraId="68193DC0" w14:textId="77777777" w:rsidR="00AE5FE4" w:rsidRPr="00AA3653" w:rsidRDefault="00AE5FE4">
            <w:pPr>
              <w:pStyle w:val="ListNumber"/>
              <w:rPr>
                <w:rFonts w:ascii="Lato" w:hAnsi="Lato"/>
              </w:rPr>
            </w:pPr>
          </w:p>
        </w:tc>
        <w:tc>
          <w:tcPr>
            <w:tcW w:w="1260" w:type="dxa"/>
            <w:tcBorders>
              <w:bottom w:val="single" w:sz="6" w:space="0" w:color="808080"/>
            </w:tcBorders>
          </w:tcPr>
          <w:p w14:paraId="2B62E450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5130" w:type="dxa"/>
            <w:gridSpan w:val="2"/>
            <w:tcBorders>
              <w:bottom w:val="single" w:sz="6" w:space="0" w:color="808080"/>
            </w:tcBorders>
          </w:tcPr>
          <w:p w14:paraId="0BDDAAAE" w14:textId="77777777" w:rsidR="00AE5FE4" w:rsidRPr="00AA3653" w:rsidRDefault="00AE5FE4">
            <w:pPr>
              <w:pStyle w:val="TableText"/>
              <w:rPr>
                <w:rFonts w:ascii="Lato" w:hAnsi="Lato"/>
              </w:rPr>
            </w:pPr>
          </w:p>
        </w:tc>
        <w:tc>
          <w:tcPr>
            <w:tcW w:w="1440" w:type="dxa"/>
            <w:tcBorders>
              <w:bottom w:val="single" w:sz="6" w:space="0" w:color="808080"/>
            </w:tcBorders>
          </w:tcPr>
          <w:p w14:paraId="51E991FA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  <w:tc>
          <w:tcPr>
            <w:tcW w:w="1980" w:type="dxa"/>
            <w:tcBorders>
              <w:bottom w:val="single" w:sz="6" w:space="0" w:color="808080"/>
            </w:tcBorders>
          </w:tcPr>
          <w:p w14:paraId="08920994" w14:textId="77777777" w:rsidR="00AE5FE4" w:rsidRPr="00AA3653" w:rsidRDefault="00AE5FE4">
            <w:pPr>
              <w:pStyle w:val="TableText1"/>
              <w:rPr>
                <w:rFonts w:ascii="Lato" w:hAnsi="Lato"/>
              </w:rPr>
            </w:pPr>
          </w:p>
        </w:tc>
      </w:tr>
      <w:tr w:rsidR="00AE5FE4" w:rsidRPr="00AA3653" w14:paraId="1F6D8A0B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648D402E" w14:textId="77777777" w:rsidR="00AE5FE4" w:rsidRPr="00AA3653" w:rsidRDefault="00AE5FE4">
            <w:pPr>
              <w:rPr>
                <w:rFonts w:ascii="Lato" w:hAnsi="Lato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19E40825" w14:textId="77777777" w:rsidR="00AE5FE4" w:rsidRPr="00AA3653" w:rsidRDefault="00AE5FE4">
            <w:pPr>
              <w:rPr>
                <w:rFonts w:ascii="Lato" w:hAnsi="Lato"/>
              </w:rPr>
            </w:pPr>
          </w:p>
        </w:tc>
        <w:tc>
          <w:tcPr>
            <w:tcW w:w="5130" w:type="dxa"/>
            <w:gridSpan w:val="2"/>
            <w:tcBorders>
              <w:left w:val="nil"/>
              <w:bottom w:val="nil"/>
              <w:right w:val="nil"/>
            </w:tcBorders>
          </w:tcPr>
          <w:p w14:paraId="5C192857" w14:textId="77777777" w:rsidR="00AE5FE4" w:rsidRPr="00AA3653" w:rsidRDefault="00AE5FE4">
            <w:pPr>
              <w:rPr>
                <w:rFonts w:ascii="Lato" w:hAnsi="Lato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4C2D7496" w14:textId="77777777" w:rsidR="00AE5FE4" w:rsidRPr="00AA3653" w:rsidRDefault="00AE5FE4">
            <w:pPr>
              <w:rPr>
                <w:rFonts w:ascii="Lato" w:hAnsi="Lato"/>
              </w:rPr>
            </w:pP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14:paraId="06DE7650" w14:textId="77777777" w:rsidR="00AE5FE4" w:rsidRPr="00AA3653" w:rsidRDefault="00AE5FE4">
            <w:pPr>
              <w:rPr>
                <w:rFonts w:ascii="Lato" w:hAnsi="Lato"/>
              </w:rPr>
            </w:pPr>
          </w:p>
        </w:tc>
      </w:tr>
      <w:tr w:rsidR="00AE5FE4" w:rsidRPr="00AA3653" w14:paraId="178A87CA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8559D90" w14:textId="77777777" w:rsidR="00AE5FE4" w:rsidRPr="00AA3653" w:rsidRDefault="00AE5FE4">
            <w:pPr>
              <w:rPr>
                <w:rFonts w:ascii="Lato" w:hAnsi="Lato"/>
              </w:rPr>
            </w:pPr>
            <w:r w:rsidRPr="00AA3653">
              <w:rPr>
                <w:rFonts w:ascii="Lato" w:hAnsi="Lato"/>
              </w:rPr>
              <w:t>We will be happy to supply any further information you may need and trust that you call on us to fill your order, which will receive our prompt and careful attention.</w:t>
            </w:r>
          </w:p>
        </w:tc>
      </w:tr>
      <w:tr w:rsidR="00AE5FE4" w:rsidRPr="00AA3653" w14:paraId="5E4A9460" w14:textId="77777777">
        <w:tblPrEx>
          <w:tblBorders>
            <w:insideH w:val="single" w:sz="6" w:space="0" w:color="808080"/>
            <w:insideV w:val="single" w:sz="6" w:space="0" w:color="808080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8880821" w14:textId="77777777" w:rsidR="00AE5FE4" w:rsidRPr="00AA3653" w:rsidRDefault="00AE5FE4">
            <w:pPr>
              <w:pStyle w:val="Signature"/>
              <w:rPr>
                <w:rStyle w:val="Emphasis"/>
                <w:rFonts w:ascii="Lato" w:hAnsi="Lato"/>
                <w:b w:val="0"/>
                <w:iCs w:val="0"/>
              </w:rPr>
            </w:pPr>
            <w:r w:rsidRPr="00AA3653">
              <w:rPr>
                <w:rFonts w:ascii="Lato" w:hAnsi="Lato"/>
              </w:rPr>
              <w:t>Per</w:t>
            </w:r>
            <w:r w:rsidRPr="00AA3653">
              <w:rPr>
                <w:rFonts w:ascii="Lato" w:hAnsi="Lato"/>
              </w:rPr>
              <w:tab/>
              <w:t xml:space="preserve">Date: </w:t>
            </w:r>
            <w:r w:rsidRPr="00AA3653">
              <w:rPr>
                <w:rFonts w:ascii="Lato" w:hAnsi="Lato"/>
              </w:rPr>
              <w:fldChar w:fldCharType="begin"/>
            </w:r>
            <w:r w:rsidRPr="00AA3653">
              <w:rPr>
                <w:rFonts w:ascii="Lato" w:hAnsi="Lato"/>
              </w:rPr>
              <w:instrText xml:space="preserve"> MACROBUTTON "" [Type date here]</w:instrText>
            </w:r>
            <w:r w:rsidRPr="00AA3653">
              <w:rPr>
                <w:rFonts w:ascii="Lato" w:hAnsi="Lato"/>
              </w:rPr>
              <w:fldChar w:fldCharType="end"/>
            </w:r>
          </w:p>
          <w:p w14:paraId="55ACB939" w14:textId="77777777" w:rsidR="00AE5FE4" w:rsidRPr="00AA3653" w:rsidRDefault="00AE5FE4">
            <w:pPr>
              <w:rPr>
                <w:rFonts w:ascii="Lato" w:hAnsi="Lato"/>
              </w:rPr>
            </w:pPr>
          </w:p>
        </w:tc>
      </w:tr>
    </w:tbl>
    <w:p w14:paraId="6E2B0A74" w14:textId="77777777" w:rsidR="00AE5FE4" w:rsidRPr="00AA3653" w:rsidRDefault="00AE5FE4">
      <w:pPr>
        <w:rPr>
          <w:rStyle w:val="Emphasis"/>
          <w:rFonts w:ascii="Lato" w:hAnsi="Lato"/>
          <w:b w:val="0"/>
          <w:iCs w:val="0"/>
        </w:rPr>
      </w:pPr>
    </w:p>
    <w:sectPr w:rsidR="00AE5FE4" w:rsidRPr="00AA3653">
      <w:pgSz w:w="12240" w:h="15840"/>
      <w:pgMar w:top="792" w:right="792" w:bottom="792" w:left="792" w:header="720" w:footer="720" w:gutter="0"/>
      <w:paperSrc w:first="15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45C8D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653"/>
    <w:rsid w:val="00AA3653"/>
    <w:rsid w:val="00AE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C55B96"/>
  <w15:chartTrackingRefBased/>
  <w15:docId w15:val="{7ED2E025-14A4-4FFF-8CB3-72213143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pPr>
      <w:overflowPunct w:val="0"/>
      <w:autoSpaceDE w:val="0"/>
      <w:autoSpaceDN w:val="0"/>
      <w:adjustRightInd w:val="0"/>
      <w:textAlignment w:val="baseline"/>
    </w:pPr>
    <w:rPr>
      <w:rFonts w:ascii="Verdana" w:hAnsi="Verdana"/>
    </w:rPr>
  </w:style>
  <w:style w:type="paragraph" w:styleId="Heading1">
    <w:name w:val="heading 1"/>
    <w:basedOn w:val="Normal"/>
    <w:next w:val="Normal"/>
    <w:autoRedefine/>
    <w:qFormat/>
    <w:pPr>
      <w:spacing w:before="60" w:after="60"/>
      <w:outlineLvl w:val="0"/>
    </w:pPr>
    <w:rPr>
      <w:b/>
      <w:color w:val="336699"/>
      <w:sz w:val="22"/>
    </w:rPr>
  </w:style>
  <w:style w:type="paragraph" w:styleId="Heading2">
    <w:name w:val="heading 2"/>
    <w:basedOn w:val="Normal"/>
    <w:next w:val="Normal"/>
    <w:autoRedefine/>
    <w:qFormat/>
    <w:pPr>
      <w:keepNext/>
      <w:spacing w:before="20" w:after="6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cap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JobTitle">
    <w:name w:val="Job Title"/>
    <w:basedOn w:val="Name"/>
    <w:autoRedefine/>
    <w:pPr>
      <w:pBdr>
        <w:top w:val="none" w:sz="0" w:space="0" w:color="auto"/>
      </w:pBdr>
      <w:spacing w:before="40"/>
    </w:pPr>
    <w:rPr>
      <w:sz w:val="18"/>
    </w:rPr>
  </w:style>
  <w:style w:type="paragraph" w:customStyle="1" w:styleId="TableHeader">
    <w:name w:val="Table Header"/>
    <w:basedOn w:val="Normal"/>
    <w:autoRedefine/>
    <w:pPr>
      <w:spacing w:before="40" w:after="40"/>
    </w:pPr>
    <w:rPr>
      <w:b/>
      <w:color w:val="003366"/>
    </w:rPr>
  </w:style>
  <w:style w:type="paragraph" w:customStyle="1" w:styleId="BodyText4">
    <w:name w:val="Body Text 4"/>
    <w:basedOn w:val="BodyText"/>
    <w:autoRedefine/>
    <w:pPr>
      <w:jc w:val="center"/>
    </w:pPr>
    <w:rPr>
      <w:vanish/>
      <w:sz w:val="16"/>
    </w:rPr>
  </w:style>
  <w:style w:type="paragraph" w:customStyle="1" w:styleId="TableHeader1">
    <w:name w:val="Table Header 1"/>
    <w:basedOn w:val="TableHeader"/>
    <w:autoRedefine/>
    <w:pPr>
      <w:jc w:val="center"/>
    </w:pPr>
  </w:style>
  <w:style w:type="paragraph" w:styleId="Title">
    <w:name w:val="Title"/>
    <w:basedOn w:val="Normal"/>
    <w:autoRedefine/>
    <w:qFormat/>
    <w:pPr>
      <w:pBdr>
        <w:bottom w:val="single" w:sz="18" w:space="1" w:color="336699"/>
      </w:pBdr>
      <w:jc w:val="right"/>
      <w:outlineLvl w:val="0"/>
    </w:pPr>
    <w:rPr>
      <w:rFonts w:cs="Arial"/>
      <w:b/>
      <w:bCs/>
      <w:i/>
      <w:color w:val="336699"/>
      <w:kern w:val="28"/>
      <w:sz w:val="32"/>
      <w:szCs w:val="32"/>
    </w:rPr>
  </w:style>
  <w:style w:type="paragraph" w:styleId="Date">
    <w:name w:val="Date"/>
    <w:basedOn w:val="Normal"/>
    <w:next w:val="Normal"/>
    <w:autoRedefine/>
    <w:pPr>
      <w:spacing w:before="20"/>
      <w:jc w:val="right"/>
    </w:pPr>
    <w:rPr>
      <w:sz w:val="16"/>
    </w:rPr>
  </w:style>
  <w:style w:type="paragraph" w:customStyle="1" w:styleId="CompanyName">
    <w:name w:val="Company Name"/>
    <w:basedOn w:val="Normal"/>
    <w:autoRedefine/>
    <w:pPr>
      <w:spacing w:after="40"/>
    </w:pPr>
    <w:rPr>
      <w:b/>
    </w:rPr>
  </w:style>
  <w:style w:type="paragraph" w:customStyle="1" w:styleId="Address">
    <w:name w:val="Address"/>
    <w:basedOn w:val="Normal"/>
    <w:autoRedefine/>
    <w:pPr>
      <w:pBdr>
        <w:bottom w:val="single" w:sz="8" w:space="4" w:color="808080"/>
      </w:pBdr>
      <w:spacing w:before="20" w:after="20"/>
    </w:pPr>
    <w:rPr>
      <w:sz w:val="16"/>
    </w:rPr>
  </w:style>
  <w:style w:type="character" w:styleId="Emphasis">
    <w:name w:val="Emphasis"/>
    <w:basedOn w:val="DefaultParagraphFont"/>
    <w:qFormat/>
    <w:rPr>
      <w:b/>
      <w:iCs/>
    </w:rPr>
  </w:style>
  <w:style w:type="paragraph" w:customStyle="1" w:styleId="RecipientName">
    <w:name w:val="Recipient Name"/>
    <w:basedOn w:val="Normal"/>
    <w:autoRedefine/>
    <w:rPr>
      <w:b/>
      <w:sz w:val="18"/>
    </w:rPr>
  </w:style>
  <w:style w:type="paragraph" w:customStyle="1" w:styleId="RecipientAddress">
    <w:name w:val="Recipient Address"/>
    <w:basedOn w:val="Normal"/>
    <w:autoRedefine/>
    <w:pPr>
      <w:spacing w:before="20" w:after="20"/>
    </w:pPr>
    <w:rPr>
      <w:sz w:val="18"/>
    </w:rPr>
  </w:style>
  <w:style w:type="paragraph" w:styleId="BodyText">
    <w:name w:val="Body Text"/>
    <w:basedOn w:val="Normal"/>
    <w:autoRedefine/>
    <w:pPr>
      <w:spacing w:before="40" w:after="40"/>
    </w:pPr>
  </w:style>
  <w:style w:type="paragraph" w:customStyle="1" w:styleId="TableHeader2">
    <w:name w:val="Table Header 2"/>
    <w:basedOn w:val="TableHeader"/>
    <w:autoRedefine/>
    <w:pPr>
      <w:jc w:val="right"/>
    </w:pPr>
  </w:style>
  <w:style w:type="paragraph" w:customStyle="1" w:styleId="TableText">
    <w:name w:val="Table Text"/>
    <w:basedOn w:val="Normal"/>
    <w:autoRedefine/>
    <w:pPr>
      <w:spacing w:before="40" w:after="40"/>
    </w:pPr>
  </w:style>
  <w:style w:type="paragraph" w:customStyle="1" w:styleId="TableText1">
    <w:name w:val="Table Text 1"/>
    <w:basedOn w:val="TableText"/>
    <w:autoRedefine/>
    <w:pPr>
      <w:jc w:val="center"/>
    </w:pPr>
  </w:style>
  <w:style w:type="paragraph" w:customStyle="1" w:styleId="TableText2">
    <w:name w:val="Table Text 2"/>
    <w:basedOn w:val="TableText"/>
    <w:autoRedefine/>
    <w:pPr>
      <w:jc w:val="right"/>
    </w:pPr>
    <w:rPr>
      <w:bCs/>
    </w:rPr>
  </w:style>
  <w:style w:type="paragraph" w:styleId="BodyText2">
    <w:name w:val="Body Text 2"/>
    <w:basedOn w:val="Normal"/>
    <w:autoRedefine/>
    <w:pPr>
      <w:spacing w:before="40" w:after="40"/>
      <w:jc w:val="center"/>
    </w:pPr>
  </w:style>
  <w:style w:type="paragraph" w:styleId="BodyText3">
    <w:name w:val="Body Text 3"/>
    <w:basedOn w:val="Normal"/>
    <w:autoRedefine/>
    <w:pPr>
      <w:spacing w:before="40" w:after="40"/>
      <w:jc w:val="right"/>
    </w:pPr>
    <w:rPr>
      <w:szCs w:val="16"/>
    </w:rPr>
  </w:style>
  <w:style w:type="paragraph" w:styleId="ListNumber">
    <w:name w:val="List Number"/>
    <w:basedOn w:val="Normal"/>
    <w:autoRedefine/>
    <w:pPr>
      <w:numPr>
        <w:numId w:val="1"/>
      </w:numPr>
      <w:spacing w:before="40" w:after="40"/>
      <w:jc w:val="center"/>
    </w:pPr>
  </w:style>
  <w:style w:type="paragraph" w:styleId="Signature">
    <w:name w:val="Signature"/>
    <w:basedOn w:val="Normal"/>
    <w:autoRedefine/>
    <w:pPr>
      <w:pBdr>
        <w:top w:val="single" w:sz="4" w:space="1" w:color="auto"/>
      </w:pBdr>
      <w:tabs>
        <w:tab w:val="left" w:pos="7920"/>
      </w:tabs>
      <w:spacing w:before="720" w:after="40"/>
    </w:pPr>
  </w:style>
  <w:style w:type="paragraph" w:customStyle="1" w:styleId="Name">
    <w:name w:val="Name"/>
    <w:basedOn w:val="Signature"/>
    <w:autoRedefine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92321\OneDrive\Desktop\Esha%20Task%20List%20-%20May\Quotation%20Template\types%20of%20quote%20templates\Sales%20Quo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Sales Quote Template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KMT</vt:lpstr>
      <vt:lpstr>Sales Quotation</vt:lpstr>
    </vt:vector>
  </TitlesOfParts>
  <Manager/>
  <Company>KMT Software, Inc.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Quotation</dc:title>
  <dc:subject>Sales Quotation</dc:subject>
  <dc:creator>92321</dc:creator>
  <cp:keywords>business forms correspondence letters mail professional reports receipts requisitions reminders notices management</cp:keywords>
  <dc:description>Use this template to create sales quotation for an inquiry, with your personal details and logo.</dc:description>
  <cp:lastModifiedBy>92321</cp:lastModifiedBy>
  <cp:revision>1</cp:revision>
  <cp:lastPrinted>2002-10-17T06:42:00Z</cp:lastPrinted>
  <dcterms:created xsi:type="dcterms:W3CDTF">2021-06-19T17:48:00Z</dcterms:created>
  <dcterms:modified xsi:type="dcterms:W3CDTF">2021-06-19T17:49:00Z</dcterms:modified>
  <cp:category>Business Forms &amp; Correspondence\Business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0</vt:lpwstr>
  </property>
  <property fmtid="{D5CDD505-2E9C-101B-9397-08002B2CF9AE}" pid="5" name="TemplateCategory">
    <vt:lpwstr/>
  </property>
</Properties>
</file>