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B4104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FE4798" wp14:editId="350D5415">
                <wp:simplePos x="0" y="0"/>
                <wp:positionH relativeFrom="column">
                  <wp:posOffset>-409563</wp:posOffset>
                </wp:positionH>
                <wp:positionV relativeFrom="paragraph">
                  <wp:posOffset>2565718</wp:posOffset>
                </wp:positionV>
                <wp:extent cx="2256187" cy="439564"/>
                <wp:effectExtent l="832168" t="0" r="823912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56187" cy="439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04A" w:rsidRPr="00B4104A" w:rsidRDefault="00B4104A" w:rsidP="00B4104A">
                            <w:pPr>
                              <w:spacing w:after="0"/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4104A"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TEXT HERE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2.25pt;margin-top:202.05pt;width:177.65pt;height:34.6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" filled="f" stroked="f">
                <v:textbox style="layout-flow:vertical;mso-layout-flow-alt:bottom-to-top">
                  <w:txbxContent>
                    <w:p w:rsidR="00B4104A" w:rsidRPr="00B4104A" w:rsidRDefault="00B4104A" w:rsidP="00B4104A">
                      <w:pPr>
                        <w:spacing w:after="0"/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 w:rsidRPr="00B4104A"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  <w:t xml:space="preserve">TEXT HERE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053053" wp14:editId="631BD5DD">
                <wp:simplePos x="0" y="0"/>
                <wp:positionH relativeFrom="column">
                  <wp:posOffset>755637</wp:posOffset>
                </wp:positionH>
                <wp:positionV relativeFrom="paragraph">
                  <wp:posOffset>2573338</wp:posOffset>
                </wp:positionV>
                <wp:extent cx="2256187" cy="439564"/>
                <wp:effectExtent l="832168" t="0" r="823912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56187" cy="439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04A" w:rsidRPr="00B4104A" w:rsidRDefault="00B4104A" w:rsidP="00B4104A">
                            <w:pPr>
                              <w:spacing w:after="0"/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4104A"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TEXT HERE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9.5pt;margin-top:202.65pt;width:177.65pt;height:34.6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" filled="f" stroked="f">
                <v:textbox style="layout-flow:vertical;mso-layout-flow-alt:bottom-to-top">
                  <w:txbxContent>
                    <w:p w:rsidR="00B4104A" w:rsidRPr="00B4104A" w:rsidRDefault="00B4104A" w:rsidP="00B4104A">
                      <w:pPr>
                        <w:spacing w:after="0"/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 w:rsidRPr="00B4104A"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  <w:t xml:space="preserve">TEXT HERE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97EE" wp14:editId="0EF86D64">
                <wp:simplePos x="0" y="0"/>
                <wp:positionH relativeFrom="column">
                  <wp:posOffset>1889442</wp:posOffset>
                </wp:positionH>
                <wp:positionV relativeFrom="paragraph">
                  <wp:posOffset>2573643</wp:posOffset>
                </wp:positionV>
                <wp:extent cx="2256187" cy="439564"/>
                <wp:effectExtent l="832168" t="0" r="823912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56187" cy="439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04A" w:rsidRPr="00B4104A" w:rsidRDefault="00B4104A" w:rsidP="00B4104A">
                            <w:pPr>
                              <w:spacing w:after="0"/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4104A"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TEXT HERE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48.75pt;margin-top:202.65pt;width:177.65pt;height:34.6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" filled="f" stroked="f">
                <v:textbox style="layout-flow:vertical;mso-layout-flow-alt:bottom-to-top">
                  <w:txbxContent>
                    <w:p w:rsidR="00B4104A" w:rsidRPr="00B4104A" w:rsidRDefault="00B4104A" w:rsidP="00B4104A">
                      <w:pPr>
                        <w:spacing w:after="0"/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 w:rsidRPr="00B4104A"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  <w:t xml:space="preserve">TEXT HERE </w:t>
                      </w:r>
                    </w:p>
                  </w:txbxContent>
                </v:textbox>
              </v:shape>
            </w:pict>
          </mc:Fallback>
        </mc:AlternateContent>
      </w:r>
      <w:r w:rsidR="005A782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C18C16" wp14:editId="5227F5B1">
                <wp:simplePos x="0" y="0"/>
                <wp:positionH relativeFrom="column">
                  <wp:posOffset>3067367</wp:posOffset>
                </wp:positionH>
                <wp:positionV relativeFrom="paragraph">
                  <wp:posOffset>2566515</wp:posOffset>
                </wp:positionV>
                <wp:extent cx="2256187" cy="439564"/>
                <wp:effectExtent l="832168" t="0" r="823912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56187" cy="439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1256" w:rsidRPr="00B4104A" w:rsidRDefault="00B4104A" w:rsidP="005A7822">
                            <w:pPr>
                              <w:spacing w:after="0"/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bookmarkStart w:id="0" w:name="_GoBack"/>
                            <w:r w:rsidRPr="00B4104A"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TEXT HERE</w:t>
                            </w:r>
                            <w:r w:rsidR="00CC6398" w:rsidRPr="00B4104A">
                              <w:rPr>
                                <w:rFonts w:ascii="Perpetua Titling MT" w:hAnsi="Perpetua Titling MT" w:cs="Arial"/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1.5pt;margin-top:202.1pt;width:177.65pt;height:34.6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" filled="f" stroked="f">
                <v:textbox style="layout-flow:vertical;mso-layout-flow-alt:bottom-to-top">
                  <w:txbxContent>
                    <w:p w:rsidR="001D1256" w:rsidRPr="00B4104A" w:rsidRDefault="00B4104A" w:rsidP="005A7822">
                      <w:pPr>
                        <w:spacing w:after="0"/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bookmarkStart w:id="1" w:name="_GoBack"/>
                      <w:r w:rsidRPr="00B4104A"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  <w:t>TEXT HERE</w:t>
                      </w:r>
                      <w:r w:rsidR="00CC6398" w:rsidRPr="00B4104A">
                        <w:rPr>
                          <w:rFonts w:ascii="Perpetua Titling MT" w:hAnsi="Perpetua Titling MT" w:cs="Arial"/>
                          <w:b/>
                          <w:color w:val="000000" w:themeColor="text1"/>
                          <w:sz w:val="52"/>
                          <w:szCs w:val="52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4CEAED72" wp14:editId="6BA414EA">
            <wp:extent cx="4958763" cy="5815006"/>
            <wp:effectExtent l="0" t="0" r="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8763" cy="5815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7B" w:rsidRDefault="00901E7B" w:rsidP="004C390F">
      <w:pPr>
        <w:spacing w:after="0" w:line="240" w:lineRule="auto"/>
      </w:pPr>
      <w:r>
        <w:separator/>
      </w:r>
    </w:p>
  </w:endnote>
  <w:endnote w:type="continuationSeparator" w:id="0">
    <w:p w:rsidR="00901E7B" w:rsidRDefault="00901E7B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7B" w:rsidRDefault="00901E7B" w:rsidP="004C390F">
      <w:pPr>
        <w:spacing w:after="0" w:line="240" w:lineRule="auto"/>
      </w:pPr>
      <w:r>
        <w:separator/>
      </w:r>
    </w:p>
  </w:footnote>
  <w:footnote w:type="continuationSeparator" w:id="0">
    <w:p w:rsidR="00901E7B" w:rsidRDefault="00901E7B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14F78"/>
    <w:rsid w:val="00024A94"/>
    <w:rsid w:val="00026DC8"/>
    <w:rsid w:val="000678A6"/>
    <w:rsid w:val="000954E6"/>
    <w:rsid w:val="000F3348"/>
    <w:rsid w:val="00132BFB"/>
    <w:rsid w:val="001570B9"/>
    <w:rsid w:val="001944FC"/>
    <w:rsid w:val="001B7057"/>
    <w:rsid w:val="001C77F5"/>
    <w:rsid w:val="001D1256"/>
    <w:rsid w:val="001D2A5E"/>
    <w:rsid w:val="00207C52"/>
    <w:rsid w:val="00230410"/>
    <w:rsid w:val="00230E82"/>
    <w:rsid w:val="002808CE"/>
    <w:rsid w:val="002E2D1D"/>
    <w:rsid w:val="00300E38"/>
    <w:rsid w:val="0030587A"/>
    <w:rsid w:val="00363676"/>
    <w:rsid w:val="003A0884"/>
    <w:rsid w:val="003C1D08"/>
    <w:rsid w:val="003C782F"/>
    <w:rsid w:val="003D3E2C"/>
    <w:rsid w:val="003D6346"/>
    <w:rsid w:val="003E2A13"/>
    <w:rsid w:val="00403DAB"/>
    <w:rsid w:val="0041115C"/>
    <w:rsid w:val="00413493"/>
    <w:rsid w:val="00425FBB"/>
    <w:rsid w:val="004267CC"/>
    <w:rsid w:val="004754AD"/>
    <w:rsid w:val="0047704B"/>
    <w:rsid w:val="0048625A"/>
    <w:rsid w:val="00494DB4"/>
    <w:rsid w:val="00495AD9"/>
    <w:rsid w:val="00497706"/>
    <w:rsid w:val="004A6C01"/>
    <w:rsid w:val="004B2AEF"/>
    <w:rsid w:val="004C390F"/>
    <w:rsid w:val="004C6CC1"/>
    <w:rsid w:val="004F0697"/>
    <w:rsid w:val="005A4349"/>
    <w:rsid w:val="005A6BBE"/>
    <w:rsid w:val="005A7822"/>
    <w:rsid w:val="005E0399"/>
    <w:rsid w:val="005E138B"/>
    <w:rsid w:val="00686AD4"/>
    <w:rsid w:val="00697FFB"/>
    <w:rsid w:val="006B6691"/>
    <w:rsid w:val="006C7277"/>
    <w:rsid w:val="006D171B"/>
    <w:rsid w:val="006D1E06"/>
    <w:rsid w:val="006D4654"/>
    <w:rsid w:val="006F072C"/>
    <w:rsid w:val="00704235"/>
    <w:rsid w:val="00707314"/>
    <w:rsid w:val="00717246"/>
    <w:rsid w:val="00751023"/>
    <w:rsid w:val="007A5095"/>
    <w:rsid w:val="007B4CEA"/>
    <w:rsid w:val="007C5BD3"/>
    <w:rsid w:val="007C708E"/>
    <w:rsid w:val="007F4F79"/>
    <w:rsid w:val="00860F42"/>
    <w:rsid w:val="00880C4C"/>
    <w:rsid w:val="0088236C"/>
    <w:rsid w:val="008C55B3"/>
    <w:rsid w:val="008C7984"/>
    <w:rsid w:val="008E3317"/>
    <w:rsid w:val="008F64F3"/>
    <w:rsid w:val="00901E7B"/>
    <w:rsid w:val="0090276D"/>
    <w:rsid w:val="00920B66"/>
    <w:rsid w:val="009430FC"/>
    <w:rsid w:val="00946283"/>
    <w:rsid w:val="009A1FA3"/>
    <w:rsid w:val="00A003B6"/>
    <w:rsid w:val="00A007FF"/>
    <w:rsid w:val="00A74141"/>
    <w:rsid w:val="00A93847"/>
    <w:rsid w:val="00A93EB9"/>
    <w:rsid w:val="00AA6DA4"/>
    <w:rsid w:val="00AB11B2"/>
    <w:rsid w:val="00AB4ECC"/>
    <w:rsid w:val="00AC5440"/>
    <w:rsid w:val="00AD2A84"/>
    <w:rsid w:val="00AE0A76"/>
    <w:rsid w:val="00B12F66"/>
    <w:rsid w:val="00B4104A"/>
    <w:rsid w:val="00B642B8"/>
    <w:rsid w:val="00B70E5E"/>
    <w:rsid w:val="00BA379E"/>
    <w:rsid w:val="00BC03A7"/>
    <w:rsid w:val="00C214DF"/>
    <w:rsid w:val="00C64354"/>
    <w:rsid w:val="00C815B0"/>
    <w:rsid w:val="00C960F2"/>
    <w:rsid w:val="00CC6398"/>
    <w:rsid w:val="00D13E1E"/>
    <w:rsid w:val="00D41024"/>
    <w:rsid w:val="00DC3229"/>
    <w:rsid w:val="00DC343C"/>
    <w:rsid w:val="00DD284F"/>
    <w:rsid w:val="00E04614"/>
    <w:rsid w:val="00E10812"/>
    <w:rsid w:val="00E37A76"/>
    <w:rsid w:val="00E43A44"/>
    <w:rsid w:val="00E47EF8"/>
    <w:rsid w:val="00E5127B"/>
    <w:rsid w:val="00E64DCC"/>
    <w:rsid w:val="00E83850"/>
    <w:rsid w:val="00E92E67"/>
    <w:rsid w:val="00F05501"/>
    <w:rsid w:val="00F33210"/>
    <w:rsid w:val="00F35760"/>
    <w:rsid w:val="00F37F40"/>
    <w:rsid w:val="00F8132A"/>
    <w:rsid w:val="00F924C7"/>
    <w:rsid w:val="00FD28D4"/>
    <w:rsid w:val="00FD5378"/>
    <w:rsid w:val="00FF31CB"/>
    <w:rsid w:val="00FF5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2018-08-06T16:07:00Z</dcterms:created>
  <dcterms:modified xsi:type="dcterms:W3CDTF">2018-08-06T16:07:00Z</dcterms:modified>
</cp:coreProperties>
</file>