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507E8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6B8A8" wp14:editId="3DA6B237">
                <wp:simplePos x="0" y="0"/>
                <wp:positionH relativeFrom="column">
                  <wp:posOffset>1795514</wp:posOffset>
                </wp:positionH>
                <wp:positionV relativeFrom="paragraph">
                  <wp:posOffset>4155706</wp:posOffset>
                </wp:positionV>
                <wp:extent cx="2595880" cy="40576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030B71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030B71"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YOUR TEXT HERE</w:t>
                            </w: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41.4pt;margin-top:327.2pt;width:204.4pt;height:3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1JswIAALk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" filled="f" stroked="f">
                <v:textbox>
                  <w:txbxContent>
                    <w:p w:rsidR="00507E80" w:rsidRPr="00030B71" w:rsidRDefault="00507E80" w:rsidP="00507E80">
                      <w:pPr>
                        <w:spacing w:after="0"/>
                        <w:jc w:val="center"/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030B71"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  <w:t>YOUR TEXT HERE</w:t>
                      </w: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6D557C" wp14:editId="4F757F3D">
                <wp:simplePos x="0" y="0"/>
                <wp:positionH relativeFrom="column">
                  <wp:posOffset>1792501</wp:posOffset>
                </wp:positionH>
                <wp:positionV relativeFrom="paragraph">
                  <wp:posOffset>2940153</wp:posOffset>
                </wp:positionV>
                <wp:extent cx="2595880" cy="40576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030B71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030B71"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YOUR TEXT HERE</w:t>
                            </w: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41.15pt;margin-top:231.5pt;width:204.4pt;height:3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+nK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" filled="f" stroked="f">
                <v:textbox>
                  <w:txbxContent>
                    <w:p w:rsidR="00507E80" w:rsidRPr="00030B71" w:rsidRDefault="00507E80" w:rsidP="00507E80">
                      <w:pPr>
                        <w:spacing w:after="0"/>
                        <w:jc w:val="center"/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030B71"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  <w:t>YOUR TEXT HERE</w:t>
                      </w: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726BBD" wp14:editId="3A9C19D0">
                <wp:simplePos x="0" y="0"/>
                <wp:positionH relativeFrom="column">
                  <wp:posOffset>1799959</wp:posOffset>
                </wp:positionH>
                <wp:positionV relativeFrom="paragraph">
                  <wp:posOffset>1713968</wp:posOffset>
                </wp:positionV>
                <wp:extent cx="2595880" cy="40576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030B71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030B71"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YOUR TEXT HERE</w:t>
                            </w: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  <w:p w:rsidR="00507E80" w:rsidRPr="00030B71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1.75pt;margin-top:134.95pt;width:204.4pt;height:3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jr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" filled="f" stroked="f">
                <v:textbox>
                  <w:txbxContent>
                    <w:p w:rsidR="00507E80" w:rsidRPr="00030B71" w:rsidRDefault="00507E80" w:rsidP="00507E80">
                      <w:pPr>
                        <w:spacing w:after="0"/>
                        <w:jc w:val="center"/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030B71"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  <w:t>YOUR TEXT HERE</w:t>
                      </w: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  <w:p w:rsidR="00507E80" w:rsidRPr="00030B71" w:rsidRDefault="00507E80" w:rsidP="00507E80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032320" wp14:editId="56673FC4">
                <wp:simplePos x="0" y="0"/>
                <wp:positionH relativeFrom="column">
                  <wp:posOffset>1796415</wp:posOffset>
                </wp:positionH>
                <wp:positionV relativeFrom="paragraph">
                  <wp:posOffset>487842</wp:posOffset>
                </wp:positionV>
                <wp:extent cx="2595880" cy="40576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24D3" w:rsidRPr="00030B71" w:rsidRDefault="0082615D" w:rsidP="0082615D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030B71">
                              <w:rPr>
                                <w:rFonts w:ascii="Felix Titling" w:hAnsi="Felix Titling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YOUR TEXT HERE</w:t>
                            </w:r>
                          </w:p>
                          <w:p w:rsidR="0082615D" w:rsidRPr="00030B71" w:rsidRDefault="0082615D" w:rsidP="0082615D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  <w:p w:rsidR="00946283" w:rsidRPr="00030B71" w:rsidRDefault="00946283" w:rsidP="0082615D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dobe Hebrew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1.45pt;margin-top:38.4pt;width:204.4pt;height:3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52M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" filled="f" stroked="f">
                <v:textbox>
                  <w:txbxContent>
                    <w:p w:rsidR="00FF24D3" w:rsidRPr="00030B71" w:rsidRDefault="0082615D" w:rsidP="0082615D">
                      <w:pPr>
                        <w:spacing w:after="0"/>
                        <w:jc w:val="center"/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030B71">
                        <w:rPr>
                          <w:rFonts w:ascii="Felix Titling" w:hAnsi="Felix Titling" w:cs="Adobe Naskh Medium"/>
                          <w:color w:val="595959" w:themeColor="text1" w:themeTint="A6"/>
                          <w:sz w:val="36"/>
                          <w:szCs w:val="36"/>
                        </w:rPr>
                        <w:t>YOUR TEXT HERE</w:t>
                      </w:r>
                    </w:p>
                    <w:p w:rsidR="0082615D" w:rsidRPr="00030B71" w:rsidRDefault="0082615D" w:rsidP="0082615D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  <w:p w:rsidR="00946283" w:rsidRPr="00030B71" w:rsidRDefault="00946283" w:rsidP="0082615D">
                      <w:pPr>
                        <w:spacing w:after="40"/>
                        <w:jc w:val="center"/>
                        <w:rPr>
                          <w:rFonts w:ascii="Felix Titling" w:hAnsi="Felix Titling" w:cs="Adobe Hebrew"/>
                          <w:color w:val="595959" w:themeColor="text1" w:themeTint="A6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D5378">
        <w:rPr>
          <w:noProof/>
        </w:rPr>
        <w:drawing>
          <wp:inline distT="0" distB="0" distL="0" distR="0" wp14:anchorId="27BFFB71" wp14:editId="0B1DDEDE">
            <wp:extent cx="6226057" cy="5170827"/>
            <wp:effectExtent l="0" t="0" r="381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057" cy="517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77" w:rsidRDefault="00F22F77" w:rsidP="004C390F">
      <w:pPr>
        <w:spacing w:after="0" w:line="240" w:lineRule="auto"/>
      </w:pPr>
      <w:r>
        <w:separator/>
      </w:r>
    </w:p>
  </w:endnote>
  <w:endnote w:type="continuationSeparator" w:id="0">
    <w:p w:rsidR="00F22F77" w:rsidRDefault="00F22F77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77" w:rsidRDefault="00F22F77" w:rsidP="004C390F">
      <w:pPr>
        <w:spacing w:after="0" w:line="240" w:lineRule="auto"/>
      </w:pPr>
      <w:r>
        <w:separator/>
      </w:r>
    </w:p>
  </w:footnote>
  <w:footnote w:type="continuationSeparator" w:id="0">
    <w:p w:rsidR="00F22F77" w:rsidRDefault="00F22F77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0774C"/>
    <w:rsid w:val="00024A94"/>
    <w:rsid w:val="00030B71"/>
    <w:rsid w:val="000553FB"/>
    <w:rsid w:val="00070674"/>
    <w:rsid w:val="00076CA3"/>
    <w:rsid w:val="00080653"/>
    <w:rsid w:val="00083968"/>
    <w:rsid w:val="000954E6"/>
    <w:rsid w:val="000C14C4"/>
    <w:rsid w:val="000C6EA1"/>
    <w:rsid w:val="000F3348"/>
    <w:rsid w:val="001030FC"/>
    <w:rsid w:val="00141678"/>
    <w:rsid w:val="00147EF2"/>
    <w:rsid w:val="001570B9"/>
    <w:rsid w:val="001730EC"/>
    <w:rsid w:val="001944FC"/>
    <w:rsid w:val="001B7057"/>
    <w:rsid w:val="001D24D0"/>
    <w:rsid w:val="0021517B"/>
    <w:rsid w:val="00230E82"/>
    <w:rsid w:val="00235E01"/>
    <w:rsid w:val="00246CD7"/>
    <w:rsid w:val="002660AE"/>
    <w:rsid w:val="002808CE"/>
    <w:rsid w:val="002D5ABF"/>
    <w:rsid w:val="00300E38"/>
    <w:rsid w:val="0030587A"/>
    <w:rsid w:val="0032102F"/>
    <w:rsid w:val="00331392"/>
    <w:rsid w:val="00351C78"/>
    <w:rsid w:val="00352256"/>
    <w:rsid w:val="00363676"/>
    <w:rsid w:val="00380E0C"/>
    <w:rsid w:val="003C1D08"/>
    <w:rsid w:val="003D3E2C"/>
    <w:rsid w:val="003D6346"/>
    <w:rsid w:val="003E0367"/>
    <w:rsid w:val="003F1021"/>
    <w:rsid w:val="00413493"/>
    <w:rsid w:val="00425FBB"/>
    <w:rsid w:val="004754AD"/>
    <w:rsid w:val="00490349"/>
    <w:rsid w:val="004972CA"/>
    <w:rsid w:val="004A1C28"/>
    <w:rsid w:val="004A6C01"/>
    <w:rsid w:val="004B2110"/>
    <w:rsid w:val="004C390F"/>
    <w:rsid w:val="004C6CC1"/>
    <w:rsid w:val="004F0697"/>
    <w:rsid w:val="00507E80"/>
    <w:rsid w:val="00512068"/>
    <w:rsid w:val="005323D5"/>
    <w:rsid w:val="005956E7"/>
    <w:rsid w:val="005D5F59"/>
    <w:rsid w:val="005E0399"/>
    <w:rsid w:val="00652F82"/>
    <w:rsid w:val="00686AD4"/>
    <w:rsid w:val="0069072E"/>
    <w:rsid w:val="00690F08"/>
    <w:rsid w:val="00697FFB"/>
    <w:rsid w:val="006B6691"/>
    <w:rsid w:val="006C7277"/>
    <w:rsid w:val="006D0192"/>
    <w:rsid w:val="006D1E06"/>
    <w:rsid w:val="006D3681"/>
    <w:rsid w:val="006E3894"/>
    <w:rsid w:val="00701C35"/>
    <w:rsid w:val="0070457B"/>
    <w:rsid w:val="00717246"/>
    <w:rsid w:val="007340CD"/>
    <w:rsid w:val="00735A16"/>
    <w:rsid w:val="007500E9"/>
    <w:rsid w:val="007519B1"/>
    <w:rsid w:val="007661BF"/>
    <w:rsid w:val="00792EE7"/>
    <w:rsid w:val="007947A3"/>
    <w:rsid w:val="00795E0F"/>
    <w:rsid w:val="00797FA9"/>
    <w:rsid w:val="007B4CEA"/>
    <w:rsid w:val="007C5BD3"/>
    <w:rsid w:val="007E27F0"/>
    <w:rsid w:val="007F4F79"/>
    <w:rsid w:val="0081287E"/>
    <w:rsid w:val="0082615D"/>
    <w:rsid w:val="00836C49"/>
    <w:rsid w:val="00860F42"/>
    <w:rsid w:val="00875BE3"/>
    <w:rsid w:val="00877B79"/>
    <w:rsid w:val="00880C4C"/>
    <w:rsid w:val="0088236C"/>
    <w:rsid w:val="008D0534"/>
    <w:rsid w:val="008D44AD"/>
    <w:rsid w:val="008E3317"/>
    <w:rsid w:val="008E553C"/>
    <w:rsid w:val="008F5326"/>
    <w:rsid w:val="008F7016"/>
    <w:rsid w:val="0093023C"/>
    <w:rsid w:val="0093365F"/>
    <w:rsid w:val="00933BDB"/>
    <w:rsid w:val="009430FC"/>
    <w:rsid w:val="00946283"/>
    <w:rsid w:val="00956E26"/>
    <w:rsid w:val="0097467F"/>
    <w:rsid w:val="00986473"/>
    <w:rsid w:val="00992DEA"/>
    <w:rsid w:val="009A1FA3"/>
    <w:rsid w:val="009E2E4E"/>
    <w:rsid w:val="00A003B6"/>
    <w:rsid w:val="00A007FF"/>
    <w:rsid w:val="00A21D05"/>
    <w:rsid w:val="00A23710"/>
    <w:rsid w:val="00A2432D"/>
    <w:rsid w:val="00A66EEC"/>
    <w:rsid w:val="00A74141"/>
    <w:rsid w:val="00A9075A"/>
    <w:rsid w:val="00A93847"/>
    <w:rsid w:val="00AB11B2"/>
    <w:rsid w:val="00AC5440"/>
    <w:rsid w:val="00AD2A84"/>
    <w:rsid w:val="00AE4F57"/>
    <w:rsid w:val="00B00DC2"/>
    <w:rsid w:val="00B12F66"/>
    <w:rsid w:val="00B15511"/>
    <w:rsid w:val="00B26E84"/>
    <w:rsid w:val="00B57ADB"/>
    <w:rsid w:val="00BA379E"/>
    <w:rsid w:val="00BA3842"/>
    <w:rsid w:val="00BC56CE"/>
    <w:rsid w:val="00C0549F"/>
    <w:rsid w:val="00C16135"/>
    <w:rsid w:val="00C16559"/>
    <w:rsid w:val="00C815B0"/>
    <w:rsid w:val="00C95F38"/>
    <w:rsid w:val="00CD2E4E"/>
    <w:rsid w:val="00CE6114"/>
    <w:rsid w:val="00D102C5"/>
    <w:rsid w:val="00D13E1E"/>
    <w:rsid w:val="00D41024"/>
    <w:rsid w:val="00D46F70"/>
    <w:rsid w:val="00D62F9C"/>
    <w:rsid w:val="00DA39FD"/>
    <w:rsid w:val="00DD284F"/>
    <w:rsid w:val="00E05CDF"/>
    <w:rsid w:val="00E37A76"/>
    <w:rsid w:val="00E67DF5"/>
    <w:rsid w:val="00E810DC"/>
    <w:rsid w:val="00E831B1"/>
    <w:rsid w:val="00E83850"/>
    <w:rsid w:val="00E85E22"/>
    <w:rsid w:val="00E92E67"/>
    <w:rsid w:val="00EA51F7"/>
    <w:rsid w:val="00EA63C2"/>
    <w:rsid w:val="00EB36BE"/>
    <w:rsid w:val="00F22F77"/>
    <w:rsid w:val="00F35760"/>
    <w:rsid w:val="00F4117B"/>
    <w:rsid w:val="00F60111"/>
    <w:rsid w:val="00F627AE"/>
    <w:rsid w:val="00FD5378"/>
    <w:rsid w:val="00FF2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738E-1BDC-483A-AA16-858E2379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140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26</cp:revision>
  <dcterms:created xsi:type="dcterms:W3CDTF">2018-01-10T08:15:00Z</dcterms:created>
  <dcterms:modified xsi:type="dcterms:W3CDTF">2018-08-06T16:25:00Z</dcterms:modified>
</cp:coreProperties>
</file>