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Layout table to enter Project Title and Project status"/>
      </w:tblPr>
      <w:tblGrid>
        <w:gridCol w:w="7026"/>
        <w:gridCol w:w="3774"/>
      </w:tblGrid>
      <w:tr w:rsidR="002A792A" w:rsidTr="00AB08ED">
        <w:tc>
          <w:tcPr>
            <w:tcW w:w="7026" w:type="dxa"/>
            <w:vAlign w:val="bottom"/>
          </w:tcPr>
          <w:p w:rsidR="002A792A" w:rsidRDefault="003768F7" w:rsidP="003768F7">
            <w:pPr>
              <w:pStyle w:val="Title"/>
            </w:pPr>
            <w:r>
              <w:t>Project Weekly Status Report Format</w:t>
            </w:r>
          </w:p>
        </w:tc>
        <w:tc>
          <w:tcPr>
            <w:tcW w:w="3774" w:type="dxa"/>
            <w:vAlign w:val="bottom"/>
          </w:tcPr>
          <w:p w:rsidR="002A792A" w:rsidRDefault="00CC07E9" w:rsidP="00D34246">
            <w:pPr>
              <w:pStyle w:val="Subtitle"/>
            </w:pPr>
            <w:sdt>
              <w:sdtPr>
                <w:alias w:val="Overall Status:"/>
                <w:tag w:val="Overall Status:"/>
                <w:id w:val="-290989189"/>
                <w:placeholder>
                  <w:docPart w:val="EF73CA9101B543D4BED40BD3BECEBB88"/>
                </w:placeholder>
                <w:temporary/>
                <w:showingPlcHdr/>
              </w:sdtPr>
              <w:sdtEndPr/>
              <w:sdtContent>
                <w:r w:rsidR="00C3688B">
                  <w:t>Overall Status:</w:t>
                </w:r>
              </w:sdtContent>
            </w:sdt>
            <w:r w:rsidR="004548D6">
              <w:t> </w:t>
            </w:r>
            <w:sdt>
              <w:sdtPr>
                <w:rPr>
                  <w:rStyle w:val="Strong"/>
                </w:rPr>
                <w:alias w:val="Enter Status:"/>
                <w:tag w:val="Enter Status:"/>
                <w:id w:val="1926991762"/>
                <w:placeholder>
                  <w:docPart w:val="699B2B3CDFE64E4B86F87D16702AFC93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>
                <w:rPr>
                  <w:rStyle w:val="DefaultParagraphFont"/>
                  <w:b w:val="0"/>
                  <w:bCs w:val="0"/>
                </w:rPr>
              </w:sdtEndPr>
              <w:sdtContent>
                <w:r w:rsidR="00FF4DDB" w:rsidRPr="000303C2">
                  <w:rPr>
                    <w:rStyle w:val="Strong"/>
                  </w:rPr>
                  <w:t>Status</w:t>
                </w:r>
              </w:sdtContent>
            </w:sdt>
            <w:r w:rsidR="00FF4DDB">
              <w:t xml:space="preserve"> </w:t>
            </w:r>
          </w:p>
        </w:tc>
      </w:tr>
    </w:tbl>
    <w:p w:rsidR="002A792A" w:rsidRDefault="00CC07E9">
      <w:pPr>
        <w:pStyle w:val="Heading1"/>
      </w:pPr>
      <w:sdt>
        <w:sdtPr>
          <w:alias w:val="Project Name:"/>
          <w:tag w:val="Project Name:"/>
          <w:id w:val="1435163794"/>
          <w:placeholder>
            <w:docPart w:val="DBE1F4502B9642E8B0306632A1A7FE2E"/>
          </w:placeholder>
          <w:temporary/>
          <w:showingPlcHdr/>
        </w:sdtPr>
        <w:sdtEndPr/>
        <w:sdtContent>
          <w:r w:rsidR="00C3688B">
            <w:t>Project Name:</w:t>
          </w:r>
        </w:sdtContent>
      </w:sdt>
      <w:r w:rsidR="004548D6">
        <w:t xml:space="preserve"> </w:t>
      </w:r>
      <w:sdt>
        <w:sdtPr>
          <w:alias w:val="Enter Project Name:"/>
          <w:tag w:val="Enter Project Name:"/>
          <w:id w:val="16823126"/>
          <w:placeholder>
            <w:docPart w:val="3C6E550F25A44A8ABDBF1413195E1BFB"/>
          </w:placeholder>
          <w:temporary/>
          <w:showingPlcHdr/>
          <w:text/>
        </w:sdtPr>
        <w:sdtEndPr/>
        <w:sdtContent>
          <w:r w:rsidR="004548D6">
            <w:t>Name</w:t>
          </w:r>
        </w:sdtContent>
      </w:sdt>
    </w:p>
    <w:p w:rsidR="002A792A" w:rsidRDefault="00CC07E9">
      <w:pPr>
        <w:pStyle w:val="Date"/>
      </w:pPr>
      <w:sdt>
        <w:sdtPr>
          <w:alias w:val="Enter Date:"/>
          <w:tag w:val="Enter Date:"/>
          <w:id w:val="-812406238"/>
          <w:placeholder>
            <w:docPart w:val="A5749748D1AA4B689EF24F09A502C63D"/>
          </w:placeholder>
          <w:temporary/>
          <w:showingPlcHdr/>
        </w:sdtPr>
        <w:sdtEndPr/>
        <w:sdtContent>
          <w:r w:rsidR="00C3688B">
            <w:t>Date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egend table to enter Status Code Legend"/>
      </w:tblPr>
      <w:tblGrid>
        <w:gridCol w:w="3694"/>
        <w:gridCol w:w="7106"/>
      </w:tblGrid>
      <w:tr w:rsidR="002A792A" w:rsidTr="00AB08ED">
        <w:tc>
          <w:tcPr>
            <w:tcW w:w="3694" w:type="dxa"/>
          </w:tcPr>
          <w:p w:rsidR="002A792A" w:rsidRDefault="00CC07E9">
            <w:pPr>
              <w:pStyle w:val="Heading2"/>
              <w:outlineLvl w:val="1"/>
            </w:pPr>
            <w:sdt>
              <w:sdtPr>
                <w:alias w:val="Status Code Legend:"/>
                <w:tag w:val="Status Code Legend:"/>
                <w:id w:val="-2072729405"/>
                <w:placeholder>
                  <w:docPart w:val="0E5466BBA3A54A32AFFA61F1DABBD330"/>
                </w:placeholder>
                <w:temporary/>
                <w:showingPlcHdr/>
              </w:sdtPr>
              <w:sdtEndPr/>
              <w:sdtContent>
                <w:r w:rsidR="00C3688B">
                  <w:t>Status Code Legend</w:t>
                </w:r>
              </w:sdtContent>
            </w:sdt>
          </w:p>
        </w:tc>
        <w:tc>
          <w:tcPr>
            <w:tcW w:w="7106" w:type="dxa"/>
          </w:tcPr>
          <w:p w:rsidR="002A792A" w:rsidRDefault="002A792A">
            <w:pPr>
              <w:pStyle w:val="Heading2"/>
              <w:outlineLvl w:val="1"/>
            </w:pPr>
          </w:p>
        </w:tc>
      </w:tr>
      <w:tr w:rsidR="002A792A" w:rsidTr="00AB08ED">
        <w:tc>
          <w:tcPr>
            <w:tcW w:w="3694" w:type="dxa"/>
          </w:tcPr>
          <w:p w:rsidR="002A792A" w:rsidRDefault="00CC07E9" w:rsidP="00F06BBE">
            <w:pPr>
              <w:pStyle w:val="ListBullet2"/>
              <w:numPr>
                <w:ilvl w:val="0"/>
                <w:numId w:val="35"/>
              </w:numPr>
            </w:pPr>
            <w:sdt>
              <w:sdtPr>
                <w:alias w:val="Enter Legend 1:"/>
                <w:tag w:val="Enter Legend 1:"/>
                <w:id w:val="-1451001250"/>
                <w:placeholder>
                  <w:docPart w:val="BFF4BC37EAC34CD2B61314474D1249C6"/>
                </w:placeholder>
                <w:temporary/>
                <w:showingPlcHdr/>
              </w:sdtPr>
              <w:sdtEndPr/>
              <w:sdtContent>
                <w:r w:rsidR="006F07D7">
                  <w:t>On Track: Project is on schedule</w:t>
                </w:r>
              </w:sdtContent>
            </w:sdt>
          </w:p>
        </w:tc>
        <w:tc>
          <w:tcPr>
            <w:tcW w:w="7106" w:type="dxa"/>
          </w:tcPr>
          <w:p w:rsidR="002A792A" w:rsidRDefault="00CC07E9" w:rsidP="00F06BBE">
            <w:pPr>
              <w:pStyle w:val="ListBullet2"/>
              <w:numPr>
                <w:ilvl w:val="0"/>
                <w:numId w:val="37"/>
              </w:numPr>
            </w:pPr>
            <w:sdt>
              <w:sdtPr>
                <w:alias w:val="Enter Legend 2:"/>
                <w:tag w:val="Enter Legend 2:"/>
                <w:id w:val="2033837086"/>
                <w:placeholder>
                  <w:docPart w:val="54F6D9A08C4A40CB8E0C2DF4C53E7F24"/>
                </w:placeholder>
                <w:temporary/>
                <w:showingPlcHdr/>
              </w:sdtPr>
              <w:sdtEndPr/>
              <w:sdtContent>
                <w:r w:rsidR="006F07D7">
                  <w:t>High Risk: At risk, with a high risk of going off track</w:t>
                </w:r>
              </w:sdtContent>
            </w:sdt>
          </w:p>
        </w:tc>
      </w:tr>
      <w:tr w:rsidR="002A792A" w:rsidTr="00AB08ED">
        <w:tc>
          <w:tcPr>
            <w:tcW w:w="3694" w:type="dxa"/>
          </w:tcPr>
          <w:p w:rsidR="002A792A" w:rsidRDefault="00CC07E9" w:rsidP="00F06BBE">
            <w:pPr>
              <w:pStyle w:val="ListBullet2"/>
              <w:numPr>
                <w:ilvl w:val="0"/>
                <w:numId w:val="36"/>
              </w:numPr>
            </w:pPr>
            <w:sdt>
              <w:sdtPr>
                <w:alias w:val="Enter Legend 3:"/>
                <w:tag w:val="Enter Legend 3:"/>
                <w:id w:val="443268404"/>
                <w:placeholder>
                  <w:docPart w:val="FB4E2D2A142A4A6784C5CAE106474F4A"/>
                </w:placeholder>
                <w:temporary/>
                <w:showingPlcHdr/>
              </w:sdtPr>
              <w:sdtEndPr/>
              <w:sdtContent>
                <w:r w:rsidR="006F07D7">
                  <w:t>At Risk: Milestones missed but date intact</w:t>
                </w:r>
              </w:sdtContent>
            </w:sdt>
          </w:p>
        </w:tc>
        <w:tc>
          <w:tcPr>
            <w:tcW w:w="7106" w:type="dxa"/>
          </w:tcPr>
          <w:p w:rsidR="002A792A" w:rsidRDefault="00CC07E9" w:rsidP="00F06BBE">
            <w:pPr>
              <w:pStyle w:val="ListBullet2"/>
              <w:numPr>
                <w:ilvl w:val="0"/>
                <w:numId w:val="38"/>
              </w:numPr>
            </w:pPr>
            <w:sdt>
              <w:sdtPr>
                <w:alias w:val="Enter Legend 4:"/>
                <w:tag w:val="Enter Legend 4:"/>
                <w:id w:val="441344760"/>
                <w:placeholder>
                  <w:docPart w:val="C746828432F04D8FAD2C2775BAC28AFB"/>
                </w:placeholder>
                <w:temporary/>
                <w:showingPlcHdr/>
              </w:sdtPr>
              <w:sdtEndPr/>
              <w:sdtContent>
                <w:r w:rsidR="006F07D7">
                  <w:t>Off Track: Date will be missed if action not taken</w:t>
                </w:r>
              </w:sdtContent>
            </w:sdt>
          </w:p>
        </w:tc>
      </w:tr>
    </w:tbl>
    <w:p w:rsidR="002A792A" w:rsidRDefault="002A792A"/>
    <w:tbl>
      <w:tblPr>
        <w:tblStyle w:val="ProjectStatusReport"/>
        <w:tblW w:w="0" w:type="auto"/>
        <w:tblLayout w:type="fixed"/>
        <w:tblLook w:val="04A0" w:firstRow="1" w:lastRow="0" w:firstColumn="1" w:lastColumn="0" w:noHBand="0" w:noVBand="1"/>
        <w:tblDescription w:val="Table to enter Project Status, issues, milestones planned and achieved, areas and questions for discussion, last week issues, etc"/>
      </w:tblPr>
      <w:tblGrid>
        <w:gridCol w:w="2333"/>
        <w:gridCol w:w="8467"/>
      </w:tblGrid>
      <w:tr w:rsidR="002A792A" w:rsidTr="00AB08ED">
        <w:trPr>
          <w:trHeight w:val="720"/>
        </w:trPr>
        <w:tc>
          <w:tcPr>
            <w:tcW w:w="2333" w:type="dxa"/>
          </w:tcPr>
          <w:p w:rsidR="002A792A" w:rsidRDefault="00CC07E9">
            <w:sdt>
              <w:sdtPr>
                <w:alias w:val="The project is:"/>
                <w:tag w:val="The project is:"/>
                <w:id w:val="-324208635"/>
                <w:placeholder>
                  <w:docPart w:val="799ED53FB7004392A5A60309F0BDA79B"/>
                </w:placeholder>
                <w:temporary/>
                <w:showingPlcHdr/>
              </w:sdtPr>
              <w:sdtEndPr/>
              <w:sdtContent>
                <w:r w:rsidR="006F07D7">
                  <w:t>The project is</w:t>
                </w:r>
              </w:sdtContent>
            </w:sdt>
            <w:r w:rsidR="006F07D7">
              <w:t xml:space="preserve"> </w:t>
            </w:r>
            <w:sdt>
              <w:sdtPr>
                <w:rPr>
                  <w:rStyle w:val="Strong"/>
                </w:rPr>
                <w:alias w:val="Enter Project Status:"/>
                <w:tag w:val="Enter Project Status:"/>
                <w:id w:val="1778900887"/>
                <w:placeholder>
                  <w:docPart w:val="E24DFA2E4B7142CAAAF956F0551F1A2D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bCs w:val="0"/>
                </w:rPr>
              </w:sdtEndPr>
              <w:sdtContent>
                <w:r w:rsidR="00FF4DDB" w:rsidRPr="000303C2">
                  <w:rPr>
                    <w:rStyle w:val="Strong"/>
                  </w:rPr>
                  <w:t>Status</w:t>
                </w:r>
              </w:sdtContent>
            </w:sdt>
            <w:r w:rsidR="004548D6">
              <w:rPr>
                <w:caps/>
              </w:rPr>
              <w:t xml:space="preserve"> </w:t>
            </w:r>
            <w:sdt>
              <w:sdtPr>
                <w:rPr>
                  <w:caps/>
                </w:rPr>
                <w:alias w:val="The week of:"/>
                <w:tag w:val="The week of:"/>
                <w:id w:val="2099752167"/>
                <w:placeholder>
                  <w:docPart w:val="FF533905B19441989AD8324374BC7F90"/>
                </w:placeholder>
                <w:temporary/>
                <w:showingPlcHdr/>
              </w:sdtPr>
              <w:sdtEndPr/>
              <w:sdtContent>
                <w:r w:rsidR="00FF4DDB">
                  <w:t>the week of</w:t>
                </w:r>
              </w:sdtContent>
            </w:sdt>
            <w:r w:rsidR="00FF4DDB">
              <w:rPr>
                <w:caps/>
              </w:rPr>
              <w:t xml:space="preserve"> </w:t>
            </w:r>
            <w:sdt>
              <w:sdtPr>
                <w:rPr>
                  <w:caps/>
                </w:rPr>
                <w:alias w:val="Enter Start Date:"/>
                <w:tag w:val="Enter Start Date:"/>
                <w:id w:val="1722633463"/>
                <w:placeholder>
                  <w:docPart w:val="71A6F8897802419298FB6AA592CE257A"/>
                </w:placeholder>
                <w:temporary/>
                <w:showingPlcHdr/>
              </w:sdtPr>
              <w:sdtEndPr/>
              <w:sdtContent>
                <w:r w:rsidR="00FF4DDB">
                  <w:t>Start Date</w:t>
                </w:r>
              </w:sdtContent>
            </w:sdt>
            <w:r w:rsidR="004548D6">
              <w:t xml:space="preserve"> </w:t>
            </w:r>
            <w:sdt>
              <w:sdtPr>
                <w:alias w:val="Separator:"/>
                <w:tag w:val="Separator:"/>
                <w:id w:val="-1058479271"/>
                <w:placeholder>
                  <w:docPart w:val="D82BC8EEB9E2430AA7D163B732EC636B"/>
                </w:placeholder>
                <w:temporary/>
                <w:showingPlcHdr/>
              </w:sdtPr>
              <w:sdtEndPr/>
              <w:sdtContent>
                <w:r w:rsidR="00E814A4">
                  <w:t>-</w:t>
                </w:r>
              </w:sdtContent>
            </w:sdt>
            <w:r w:rsidR="004548D6">
              <w:t xml:space="preserve"> </w:t>
            </w:r>
            <w:sdt>
              <w:sdtPr>
                <w:alias w:val="Enter End Date:"/>
                <w:tag w:val="Enter End Date:"/>
                <w:id w:val="140325713"/>
                <w:placeholder>
                  <w:docPart w:val="8F95353489654B11B05BC635DDC8F0FC"/>
                </w:placeholder>
                <w:temporary/>
                <w:showingPlcHdr/>
              </w:sdtPr>
              <w:sdtEndPr/>
              <w:sdtContent>
                <w:r w:rsidR="00FF4DDB">
                  <w:t>End Date</w:t>
                </w:r>
              </w:sdtContent>
            </w:sdt>
            <w:r w:rsidR="004548D6">
              <w:t xml:space="preserve">, </w:t>
            </w:r>
            <w:sdt>
              <w:sdtPr>
                <w:alias w:val="Due to the following:"/>
                <w:tag w:val="Due to the following:"/>
                <w:id w:val="2084563099"/>
                <w:placeholder>
                  <w:docPart w:val="8AE52E4AA137452A8F9EF71B58C5317D"/>
                </w:placeholder>
                <w:temporary/>
                <w:showingPlcHdr/>
              </w:sdtPr>
              <w:sdtEndPr/>
              <w:sdtContent>
                <w:r w:rsidR="00FF4DDB">
                  <w:t>due to the following:</w:t>
                </w:r>
              </w:sdtContent>
            </w:sdt>
          </w:p>
        </w:tc>
        <w:tc>
          <w:tcPr>
            <w:tcW w:w="8467" w:type="dxa"/>
            <w:tcMar>
              <w:left w:w="144" w:type="dxa"/>
            </w:tcMar>
          </w:tcPr>
          <w:p w:rsidR="002A792A" w:rsidRDefault="00CC07E9">
            <w:pPr>
              <w:pStyle w:val="OnTrack"/>
            </w:pPr>
            <w:sdt>
              <w:sdtPr>
                <w:alias w:val="Enter Status Item 1:"/>
                <w:tag w:val="Enter Status Item 1:"/>
                <w:id w:val="-2069328880"/>
                <w:placeholder>
                  <w:docPart w:val="050BE191972A4ACE91E15F1A696C258D"/>
                </w:placeholder>
                <w:temporary/>
                <w:showingPlcHdr/>
                <w:text/>
              </w:sdtPr>
              <w:sdtEndPr/>
              <w:sdtContent>
                <w:r w:rsidR="004548D6">
                  <w:t xml:space="preserve">To add a bullet for any status, on the Home tab, in the Styles gallery, </w:t>
                </w:r>
                <w:r w:rsidR="00FF4DDB">
                  <w:t>select</w:t>
                </w:r>
                <w:r w:rsidR="004548D6">
                  <w:t xml:space="preserve"> the name of the status of you need.</w:t>
                </w:r>
              </w:sdtContent>
            </w:sdt>
          </w:p>
          <w:p w:rsidR="002A792A" w:rsidRDefault="00CC07E9">
            <w:pPr>
              <w:pStyle w:val="OnTrack"/>
              <w:numPr>
                <w:ilvl w:val="0"/>
                <w:numId w:val="23"/>
              </w:numPr>
            </w:pPr>
            <w:sdt>
              <w:sdtPr>
                <w:alias w:val="Enter Status Item 2:"/>
                <w:tag w:val="Enter Status Item 2:"/>
                <w:id w:val="-1561793141"/>
                <w:placeholder>
                  <w:docPart w:val="8825A06961C14CAE9A018E88221FD33E"/>
                </w:placeholder>
                <w:temporary/>
                <w:showingPlcHdr/>
                <w:text/>
              </w:sdtPr>
              <w:sdtEndPr/>
              <w:sdtContent>
                <w:r w:rsidR="004548D6">
                  <w:t xml:space="preserve">To replace any placeholder text (such as this) just </w:t>
                </w:r>
                <w:r w:rsidR="00FF4DDB">
                  <w:t>tap</w:t>
                </w:r>
                <w:r w:rsidR="004548D6">
                  <w:t xml:space="preserve"> it and start typing.</w:t>
                </w:r>
              </w:sdtContent>
            </w:sdt>
          </w:p>
          <w:p w:rsidR="002A792A" w:rsidRDefault="00CC07E9">
            <w:pPr>
              <w:pStyle w:val="AtRisk"/>
            </w:pPr>
            <w:sdt>
              <w:sdtPr>
                <w:alias w:val="Enter Status Item 3:"/>
                <w:tag w:val="Enter Status Item 3:"/>
                <w:id w:val="1804811563"/>
                <w:placeholder>
                  <w:docPart w:val="6F9D6668A25C456383C12CE63B722B22"/>
                </w:placeholder>
                <w:temporary/>
                <w:showingPlcHdr/>
                <w:text/>
              </w:sdtPr>
              <w:sdtEndPr/>
              <w:sdtContent>
                <w:r w:rsidR="004548D6">
                  <w:t>Additional status item.</w:t>
                </w:r>
              </w:sdtContent>
            </w:sdt>
          </w:p>
        </w:tc>
      </w:tr>
      <w:tr w:rsidR="002A792A" w:rsidTr="00AB08ED">
        <w:trPr>
          <w:trHeight w:val="720"/>
        </w:trPr>
        <w:tc>
          <w:tcPr>
            <w:tcW w:w="2333" w:type="dxa"/>
          </w:tcPr>
          <w:p w:rsidR="002A792A" w:rsidRDefault="00CC07E9">
            <w:sdt>
              <w:sdtPr>
                <w:alias w:val="Issues:"/>
                <w:tag w:val="Issues:"/>
                <w:id w:val="1069549313"/>
                <w:placeholder>
                  <w:docPart w:val="B96C45E99D774D2FB4B5A7DE1D2D96E4"/>
                </w:placeholder>
                <w:temporary/>
                <w:showingPlcHdr/>
              </w:sdtPr>
              <w:sdtEndPr/>
              <w:sdtContent>
                <w:r w:rsidR="00FF4DDB">
                  <w:t>Issues</w:t>
                </w:r>
              </w:sdtContent>
            </w:sdt>
            <w:r w:rsidR="004548D6">
              <w:t>:</w:t>
            </w:r>
          </w:p>
        </w:tc>
        <w:tc>
          <w:tcPr>
            <w:tcW w:w="8467" w:type="dxa"/>
            <w:tcMar>
              <w:left w:w="144" w:type="dxa"/>
            </w:tcMar>
          </w:tcPr>
          <w:p w:rsidR="002A792A" w:rsidRDefault="00CC07E9">
            <w:pPr>
              <w:pStyle w:val="AtRisk"/>
            </w:pPr>
            <w:sdt>
              <w:sdtPr>
                <w:alias w:val="Enter Issue 1:"/>
                <w:tag w:val="Enter Issue 1:"/>
                <w:id w:val="1173682193"/>
                <w:placeholder>
                  <w:docPart w:val="A2E0CD5402CC4AF4BDA5C187A596EB2F"/>
                </w:placeholder>
                <w:temporary/>
                <w:showingPlcHdr/>
                <w:text/>
              </w:sdtPr>
              <w:sdtEndPr/>
              <w:sdtContent>
                <w:r w:rsidR="004548D6">
                  <w:t>Issue No. 1</w:t>
                </w:r>
              </w:sdtContent>
            </w:sdt>
          </w:p>
          <w:p w:rsidR="002A792A" w:rsidRDefault="00CC07E9">
            <w:pPr>
              <w:pStyle w:val="OffTrack"/>
            </w:pPr>
            <w:sdt>
              <w:sdtPr>
                <w:alias w:val="Enter Issue 2:"/>
                <w:tag w:val="Enter Issue 2:"/>
                <w:id w:val="111488044"/>
                <w:placeholder>
                  <w:docPart w:val="73E18A9A50F24247A73156013A4B272A"/>
                </w:placeholder>
                <w:temporary/>
                <w:showingPlcHdr/>
                <w:text/>
              </w:sdtPr>
              <w:sdtEndPr/>
              <w:sdtContent>
                <w:r w:rsidR="004548D6">
                  <w:t>Issue No. 2</w:t>
                </w:r>
              </w:sdtContent>
            </w:sdt>
          </w:p>
          <w:p w:rsidR="002A792A" w:rsidRDefault="00CC07E9">
            <w:pPr>
              <w:pStyle w:val="AtRisk"/>
            </w:pPr>
            <w:sdt>
              <w:sdtPr>
                <w:alias w:val="Enter Issue 3:"/>
                <w:tag w:val="Enter Issue 3:"/>
                <w:id w:val="-430980521"/>
                <w:placeholder>
                  <w:docPart w:val="448C0C8F7A69448D8C47334977E1581F"/>
                </w:placeholder>
                <w:temporary/>
                <w:showingPlcHdr/>
                <w:text/>
              </w:sdtPr>
              <w:sdtEndPr/>
              <w:sdtContent>
                <w:r w:rsidR="004548D6">
                  <w:t>Issue No. 3</w:t>
                </w:r>
              </w:sdtContent>
            </w:sdt>
          </w:p>
        </w:tc>
      </w:tr>
      <w:tr w:rsidR="002A792A" w:rsidTr="00AB08ED">
        <w:trPr>
          <w:trHeight w:val="720"/>
        </w:trPr>
        <w:tc>
          <w:tcPr>
            <w:tcW w:w="2333" w:type="dxa"/>
          </w:tcPr>
          <w:p w:rsidR="002A792A" w:rsidRDefault="00CC07E9">
            <w:sdt>
              <w:sdtPr>
                <w:alias w:val="Milestones accomplished the week of:"/>
                <w:tag w:val="Milestones accomplished the week of:"/>
                <w:id w:val="1339811752"/>
                <w:placeholder>
                  <w:docPart w:val="4122A4568E8A4FB19265A0696CC22F0D"/>
                </w:placeholder>
                <w:temporary/>
                <w:showingPlcHdr/>
              </w:sdtPr>
              <w:sdtEndPr/>
              <w:sdtContent>
                <w:r w:rsidR="00FF4DDB">
                  <w:t>Milestones accomplished the week of</w:t>
                </w:r>
              </w:sdtContent>
            </w:sdt>
            <w:r w:rsidR="00FF4DDB">
              <w:t xml:space="preserve"> </w:t>
            </w:r>
            <w:sdt>
              <w:sdtPr>
                <w:alias w:val="Enter Start Date:"/>
                <w:tag w:val="Enter Start Date:"/>
                <w:id w:val="-367756961"/>
                <w:placeholder>
                  <w:docPart w:val="4D1905EDACA1441D982054DE76A1472C"/>
                </w:placeholder>
                <w:temporary/>
                <w:showingPlcHdr/>
              </w:sdtPr>
              <w:sdtEndPr/>
              <w:sdtContent>
                <w:r w:rsidR="00FF4DDB">
                  <w:t>Start Date</w:t>
                </w:r>
              </w:sdtContent>
            </w:sdt>
            <w:r w:rsidR="004548D6">
              <w:t xml:space="preserve"> </w:t>
            </w:r>
            <w:sdt>
              <w:sdtPr>
                <w:alias w:val="Separator:"/>
                <w:tag w:val="Separator:"/>
                <w:id w:val="1092736303"/>
                <w:placeholder>
                  <w:docPart w:val="F4D68B48F40A4499A042752BDF021C1F"/>
                </w:placeholder>
                <w:temporary/>
                <w:showingPlcHdr/>
              </w:sdtPr>
              <w:sdtEndPr/>
              <w:sdtContent>
                <w:r w:rsidR="009A2858">
                  <w:t>-</w:t>
                </w:r>
              </w:sdtContent>
            </w:sdt>
            <w:r w:rsidR="004548D6">
              <w:t xml:space="preserve"> </w:t>
            </w:r>
            <w:sdt>
              <w:sdtPr>
                <w:alias w:val="Enter End Date:"/>
                <w:tag w:val="Enter End Date:"/>
                <w:id w:val="-943373721"/>
                <w:placeholder>
                  <w:docPart w:val="0600322EB6834D62906565C1D14DF3BD"/>
                </w:placeholder>
                <w:temporary/>
                <w:showingPlcHdr/>
              </w:sdtPr>
              <w:sdtEndPr/>
              <w:sdtContent>
                <w:r w:rsidR="00FF4DDB">
                  <w:t>End Date</w:t>
                </w:r>
              </w:sdtContent>
            </w:sdt>
            <w:r w:rsidR="004548D6">
              <w:t>:</w:t>
            </w:r>
          </w:p>
        </w:tc>
        <w:tc>
          <w:tcPr>
            <w:tcW w:w="8467" w:type="dxa"/>
            <w:tcMar>
              <w:left w:w="144" w:type="dxa"/>
            </w:tcMar>
          </w:tcPr>
          <w:p w:rsidR="002A792A" w:rsidRDefault="00CC07E9">
            <w:pPr>
              <w:pStyle w:val="OnTrack"/>
            </w:pPr>
            <w:sdt>
              <w:sdtPr>
                <w:alias w:val="Enter Milestone 1:"/>
                <w:tag w:val="Enter Milestone 1:"/>
                <w:id w:val="686715695"/>
                <w:placeholder>
                  <w:docPart w:val="7F1EB404D4E549C7ACA64307536E5609"/>
                </w:placeholder>
                <w:temporary/>
                <w:showingPlcHdr/>
                <w:text/>
              </w:sdtPr>
              <w:sdtEndPr/>
              <w:sdtContent>
                <w:r w:rsidR="004548D6">
                  <w:t>Milestone No. 1</w:t>
                </w:r>
              </w:sdtContent>
            </w:sdt>
          </w:p>
          <w:p w:rsidR="002A792A" w:rsidRDefault="00CC07E9">
            <w:pPr>
              <w:pStyle w:val="OnTrack"/>
            </w:pPr>
            <w:sdt>
              <w:sdtPr>
                <w:alias w:val="Enter Milestone 2:"/>
                <w:tag w:val="Enter Milestone 2:"/>
                <w:id w:val="434570176"/>
                <w:placeholder>
                  <w:docPart w:val="DC4FB23C300546F9AB00095E9BA47462"/>
                </w:placeholder>
                <w:temporary/>
                <w:showingPlcHdr/>
                <w:text/>
              </w:sdtPr>
              <w:sdtEndPr/>
              <w:sdtContent>
                <w:r w:rsidR="004548D6">
                  <w:t>Milestone No. 2</w:t>
                </w:r>
              </w:sdtContent>
            </w:sdt>
          </w:p>
          <w:p w:rsidR="002A792A" w:rsidRDefault="00CC07E9">
            <w:pPr>
              <w:pStyle w:val="OnTrack"/>
            </w:pPr>
            <w:sdt>
              <w:sdtPr>
                <w:alias w:val="Enter Milestone 3:"/>
                <w:tag w:val="Enter Milestone 3:"/>
                <w:id w:val="931775971"/>
                <w:placeholder>
                  <w:docPart w:val="1B379669968E4300AC86856050932D4E"/>
                </w:placeholder>
                <w:temporary/>
                <w:showingPlcHdr/>
                <w:text/>
              </w:sdtPr>
              <w:sdtEndPr/>
              <w:sdtContent>
                <w:r w:rsidR="004548D6">
                  <w:t>Milestone No. 3</w:t>
                </w:r>
              </w:sdtContent>
            </w:sdt>
          </w:p>
        </w:tc>
      </w:tr>
      <w:tr w:rsidR="002A792A" w:rsidTr="00AB08ED">
        <w:trPr>
          <w:trHeight w:val="720"/>
        </w:trPr>
        <w:sdt>
          <w:sdtPr>
            <w:alias w:val="Milestones planned this week, but not achieved with variance:"/>
            <w:tag w:val="Milestones planned this week, but not achieved with variance:"/>
            <w:id w:val="1046959229"/>
            <w:placeholder>
              <w:docPart w:val="55FEBA1029374E6EB9892B69B5B82044"/>
            </w:placeholder>
            <w:temporary/>
            <w:showingPlcHdr/>
          </w:sdtPr>
          <w:sdtEndPr/>
          <w:sdtContent>
            <w:tc>
              <w:tcPr>
                <w:tcW w:w="2333" w:type="dxa"/>
              </w:tcPr>
              <w:p w:rsidR="002A792A" w:rsidRDefault="00FF4DDB">
                <w:r>
                  <w:t>Milestones planned this week, but not achieved with variance:</w:t>
                </w:r>
              </w:p>
            </w:tc>
          </w:sdtContent>
        </w:sdt>
        <w:tc>
          <w:tcPr>
            <w:tcW w:w="8467" w:type="dxa"/>
            <w:tcMar>
              <w:left w:w="144" w:type="dxa"/>
            </w:tcMar>
          </w:tcPr>
          <w:p w:rsidR="002A792A" w:rsidRDefault="00CC07E9">
            <w:pPr>
              <w:pStyle w:val="AtRisk"/>
            </w:pPr>
            <w:sdt>
              <w:sdtPr>
                <w:alias w:val="Enter Milestone 1:"/>
                <w:tag w:val="Enter Milestone 1:"/>
                <w:id w:val="533696511"/>
                <w:placeholder>
                  <w:docPart w:val="7F1EB404D4E549C7ACA64307536E5609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1</w:t>
                </w:r>
              </w:sdtContent>
            </w:sdt>
          </w:p>
          <w:p w:rsidR="002A792A" w:rsidRDefault="00CC07E9">
            <w:pPr>
              <w:pStyle w:val="AtRisk"/>
            </w:pPr>
            <w:sdt>
              <w:sdtPr>
                <w:alias w:val="Enter Milestone 2:"/>
                <w:tag w:val="Enter Milestone 2:"/>
                <w:id w:val="-1969196946"/>
                <w:placeholder>
                  <w:docPart w:val="DC4FB23C300546F9AB00095E9BA47462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2</w:t>
                </w:r>
              </w:sdtContent>
            </w:sdt>
          </w:p>
          <w:p w:rsidR="002A792A" w:rsidRDefault="00CC07E9">
            <w:pPr>
              <w:pStyle w:val="AtRisk"/>
            </w:pPr>
            <w:sdt>
              <w:sdtPr>
                <w:alias w:val="Enter Milestone 3:"/>
                <w:tag w:val="Enter Milestone 3:"/>
                <w:id w:val="2072693306"/>
                <w:placeholder>
                  <w:docPart w:val="1B379669968E4300AC86856050932D4E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3</w:t>
                </w:r>
              </w:sdtContent>
            </w:sdt>
          </w:p>
        </w:tc>
      </w:tr>
      <w:tr w:rsidR="002A792A" w:rsidTr="00AB08ED">
        <w:trPr>
          <w:trHeight w:val="720"/>
        </w:trPr>
        <w:sdt>
          <w:sdtPr>
            <w:alias w:val="Milestones planned for next week:"/>
            <w:tag w:val="Milestones planned for next week:"/>
            <w:id w:val="1796635404"/>
            <w:placeholder>
              <w:docPart w:val="3A49A0A0B5F74572A9EE0E0BE6834DE0"/>
            </w:placeholder>
            <w:temporary/>
            <w:showingPlcHdr/>
          </w:sdtPr>
          <w:sdtEndPr/>
          <w:sdtContent>
            <w:tc>
              <w:tcPr>
                <w:tcW w:w="2333" w:type="dxa"/>
              </w:tcPr>
              <w:p w:rsidR="002A792A" w:rsidRDefault="00FF4DDB">
                <w:r>
                  <w:t>Milestones planned for next week:</w:t>
                </w:r>
              </w:p>
            </w:tc>
          </w:sdtContent>
        </w:sdt>
        <w:tc>
          <w:tcPr>
            <w:tcW w:w="8467" w:type="dxa"/>
            <w:tcMar>
              <w:left w:w="144" w:type="dxa"/>
            </w:tcMar>
          </w:tcPr>
          <w:p w:rsidR="002A792A" w:rsidRDefault="00CC07E9">
            <w:pPr>
              <w:pStyle w:val="HighRisk"/>
            </w:pPr>
            <w:sdt>
              <w:sdtPr>
                <w:alias w:val="Enter Milestone 1:"/>
                <w:tag w:val="Enter Milestone 1:"/>
                <w:id w:val="-337695819"/>
                <w:placeholder>
                  <w:docPart w:val="7F1EB404D4E549C7ACA64307536E5609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1</w:t>
                </w:r>
              </w:sdtContent>
            </w:sdt>
          </w:p>
          <w:p w:rsidR="002A792A" w:rsidRDefault="00CC07E9">
            <w:pPr>
              <w:pStyle w:val="HighRisk"/>
              <w:numPr>
                <w:ilvl w:val="0"/>
                <w:numId w:val="25"/>
              </w:numPr>
            </w:pPr>
            <w:sdt>
              <w:sdtPr>
                <w:alias w:val="Enter Milestone 2:"/>
                <w:tag w:val="Enter Milestone 2:"/>
                <w:id w:val="421766676"/>
                <w:placeholder>
                  <w:docPart w:val="DC4FB23C300546F9AB00095E9BA47462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2</w:t>
                </w:r>
              </w:sdtContent>
            </w:sdt>
          </w:p>
          <w:p w:rsidR="002A792A" w:rsidRDefault="00CC07E9">
            <w:pPr>
              <w:pStyle w:val="AtRisk"/>
            </w:pPr>
            <w:sdt>
              <w:sdtPr>
                <w:alias w:val="Enter Milestone 3:"/>
                <w:tag w:val="Enter Milestone 3:"/>
                <w:id w:val="-1505584362"/>
                <w:placeholder>
                  <w:docPart w:val="1B379669968E4300AC86856050932D4E"/>
                </w:placeholder>
                <w:temporary/>
                <w:showingPlcHdr/>
                <w:text/>
              </w:sdtPr>
              <w:sdtEndPr/>
              <w:sdtContent>
                <w:r w:rsidR="00C40E10">
                  <w:t>Milestone No. 3</w:t>
                </w:r>
              </w:sdtContent>
            </w:sdt>
          </w:p>
        </w:tc>
      </w:tr>
      <w:tr w:rsidR="002A792A" w:rsidTr="00AB08ED">
        <w:trPr>
          <w:trHeight w:val="576"/>
        </w:trPr>
        <w:sdt>
          <w:sdtPr>
            <w:alias w:val="Areas/questions for discussion:"/>
            <w:tag w:val="Areas/questions for discussion:"/>
            <w:id w:val="730348978"/>
            <w:placeholder>
              <w:docPart w:val="C48FD82D12B84948AE47798387808C69"/>
            </w:placeholder>
            <w:temporary/>
            <w:showingPlcHdr/>
          </w:sdtPr>
          <w:sdtEndPr/>
          <w:sdtContent>
            <w:tc>
              <w:tcPr>
                <w:tcW w:w="2333" w:type="dxa"/>
              </w:tcPr>
              <w:p w:rsidR="002A792A" w:rsidRDefault="00FF4DDB">
                <w:r>
                  <w:t>Areas/questions for discussion:</w:t>
                </w:r>
              </w:p>
            </w:tc>
          </w:sdtContent>
        </w:sdt>
        <w:sdt>
          <w:sdtPr>
            <w:alias w:val="Enter Summary:"/>
            <w:tag w:val="Enter Summary:"/>
            <w:id w:val="-801537807"/>
            <w:placeholder>
              <w:docPart w:val="9D38B4E6F51941B29A79846556C3F49B"/>
            </w:placeholder>
            <w:temporary/>
            <w:showingPlcHdr/>
            <w:text/>
          </w:sdtPr>
          <w:sdtEndPr/>
          <w:sdtContent>
            <w:tc>
              <w:tcPr>
                <w:tcW w:w="8467" w:type="dxa"/>
                <w:tcMar>
                  <w:left w:w="144" w:type="dxa"/>
                </w:tcMar>
              </w:tcPr>
              <w:p w:rsidR="002A792A" w:rsidRDefault="004548D6">
                <w:r>
                  <w:t>List/summarize topics here.</w:t>
                </w:r>
              </w:p>
            </w:tc>
          </w:sdtContent>
        </w:sdt>
      </w:tr>
      <w:tr w:rsidR="002A792A" w:rsidTr="00AB08ED">
        <w:trPr>
          <w:trHeight w:val="576"/>
        </w:trPr>
        <w:tc>
          <w:tcPr>
            <w:tcW w:w="2333" w:type="dxa"/>
          </w:tcPr>
          <w:p w:rsidR="002A792A" w:rsidRDefault="00CC07E9">
            <w:sdt>
              <w:sdtPr>
                <w:alias w:val="Enter Label:"/>
                <w:tag w:val="Enter Label:"/>
                <w:id w:val="1793480864"/>
                <w:placeholder>
                  <w:docPart w:val="DD07158806F2483BAFE89C0EAD9DBA95"/>
                </w:placeholder>
                <w:temporary/>
                <w:showingPlcHdr/>
              </w:sdtPr>
              <w:sdtEndPr/>
              <w:sdtContent>
                <w:r w:rsidR="00FF4DDB">
                  <w:t>Last week’s issues</w:t>
                </w:r>
                <w:r w:rsidR="00FF4DDB">
                  <w:br/>
                  <w:t>forwarded to this week</w:t>
                </w:r>
              </w:sdtContent>
            </w:sdt>
            <w:r w:rsidR="004548D6">
              <w:t>:</w:t>
            </w:r>
          </w:p>
        </w:tc>
        <w:sdt>
          <w:sdtPr>
            <w:alias w:val="Enter Summary:"/>
            <w:tag w:val="Enter Summary:"/>
            <w:id w:val="-928427847"/>
            <w:placeholder>
              <w:docPart w:val="6DA80F60DFF04E058C275A1A6216965C"/>
            </w:placeholder>
            <w:temporary/>
            <w:showingPlcHdr/>
            <w:text/>
          </w:sdtPr>
          <w:sdtEndPr/>
          <w:sdtContent>
            <w:tc>
              <w:tcPr>
                <w:tcW w:w="8467" w:type="dxa"/>
                <w:tcMar>
                  <w:left w:w="144" w:type="dxa"/>
                </w:tcMar>
              </w:tcPr>
              <w:p w:rsidR="002A792A" w:rsidRDefault="004548D6">
                <w:r>
                  <w:t>List/summarize issues here.</w:t>
                </w:r>
              </w:p>
            </w:tc>
          </w:sdtContent>
        </w:sdt>
      </w:tr>
    </w:tbl>
    <w:p w:rsidR="002A792A" w:rsidRDefault="00CC07E9">
      <w:pPr>
        <w:pStyle w:val="Heading1"/>
        <w:keepNext w:val="0"/>
        <w:keepLines w:val="0"/>
        <w:pageBreakBefore/>
      </w:pPr>
      <w:sdt>
        <w:sdtPr>
          <w:alias w:val="Contact Information:"/>
          <w:tag w:val="Contact Information:"/>
          <w:id w:val="-1670934749"/>
          <w:placeholder>
            <w:docPart w:val="3F0824CFE0BE43FB99C426CE5450D77D"/>
          </w:placeholder>
          <w:temporary/>
          <w:showingPlcHdr/>
        </w:sdtPr>
        <w:sdtEndPr/>
        <w:sdtContent>
          <w:r w:rsidR="006D480F">
            <w:t>Contact Information</w:t>
          </w:r>
        </w:sdtContent>
      </w:sdt>
    </w:p>
    <w:sdt>
      <w:sdtPr>
        <w:alias w:val="Enter Description:"/>
        <w:tag w:val="Enter Description:"/>
        <w:id w:val="-114059855"/>
        <w:placeholder>
          <w:docPart w:val="FD0F7AD026D2428E95799CAF6FD44561"/>
        </w:placeholder>
        <w:temporary/>
        <w:showingPlcHdr/>
        <w:text/>
      </w:sdtPr>
      <w:sdtEndPr/>
      <w:sdtContent>
        <w:p w:rsidR="002A792A" w:rsidRDefault="004548D6">
          <w:r>
            <w:t xml:space="preserve">If you want to add any important info about the contacts that follow, you can do that here. If not, just </w:t>
          </w:r>
          <w:r w:rsidR="00C40E10">
            <w:t>select</w:t>
          </w:r>
          <w:r>
            <w:t xml:space="preserve"> this placeholder and press Delete to remove it.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nter contact details of Client Project Manager and Client Project Champion in this table"/>
      </w:tblPr>
      <w:tblGrid>
        <w:gridCol w:w="3694"/>
        <w:gridCol w:w="7106"/>
      </w:tblGrid>
      <w:tr w:rsidR="002A792A" w:rsidTr="00AB08ED">
        <w:tc>
          <w:tcPr>
            <w:tcW w:w="3694" w:type="dxa"/>
          </w:tcPr>
          <w:sdt>
            <w:sdtPr>
              <w:rPr>
                <w:rStyle w:val="Strong"/>
              </w:rPr>
              <w:alias w:val="Enter Client Project Manager Name:"/>
              <w:tag w:val="Enter Client Project Manager Name:"/>
              <w:id w:val="552890433"/>
              <w:placeholder>
                <w:docPart w:val="B581B2DE87D84B1C91D716A25BBEB087"/>
              </w:placeholder>
              <w:temporary/>
              <w:showingPlcHdr/>
              <w:text/>
            </w:sdtPr>
            <w:sdtEndPr>
              <w:rPr>
                <w:rStyle w:val="DefaultParagraphFont"/>
                <w:b w:val="0"/>
                <w:bCs w:val="0"/>
              </w:rPr>
            </w:sdtEndPr>
            <w:sdtContent>
              <w:p w:rsidR="002A792A" w:rsidRDefault="004548D6">
                <w:pPr>
                  <w:pStyle w:val="NoSpacing"/>
                </w:pPr>
                <w:r>
                  <w:rPr>
                    <w:rStyle w:val="Strong"/>
                  </w:rPr>
                  <w:t>Client Project Manager</w:t>
                </w:r>
              </w:p>
            </w:sdtContent>
          </w:sdt>
          <w:p w:rsidR="002A792A" w:rsidRDefault="00CC07E9">
            <w:pPr>
              <w:pStyle w:val="NoSpacing"/>
            </w:pPr>
            <w:sdt>
              <w:sdtPr>
                <w:alias w:val="Office:"/>
                <w:tag w:val="Office:"/>
                <w:id w:val="1813064803"/>
                <w:placeholder>
                  <w:docPart w:val="B8EE5FCD3D154818864282459E5B25E0"/>
                </w:placeholder>
                <w:temporary/>
                <w:showingPlcHdr/>
              </w:sdtPr>
              <w:sdtEndPr/>
              <w:sdtContent>
                <w:r w:rsidR="006D480F">
                  <w:t>Office:</w:t>
                </w:r>
              </w:sdtContent>
            </w:sdt>
            <w:r w:rsidR="004548D6">
              <w:t xml:space="preserve"> </w:t>
            </w:r>
            <w:sdt>
              <w:sdtPr>
                <w:alias w:val="Enter Office Phone:"/>
                <w:tag w:val="Enter Office Phone:"/>
                <w:id w:val="1076471897"/>
                <w:placeholder>
                  <w:docPart w:val="3BF6A67A65C44571BC25949196EAA283"/>
                </w:placeholder>
                <w:temporary/>
                <w:showingPlcHdr/>
                <w:text/>
              </w:sdtPr>
              <w:sdtEndPr/>
              <w:sdtContent>
                <w:r w:rsidR="004548D6">
                  <w:t>Office Phone</w:t>
                </w:r>
              </w:sdtContent>
            </w:sdt>
          </w:p>
          <w:p w:rsidR="002A792A" w:rsidRDefault="00CC07E9">
            <w:pPr>
              <w:pStyle w:val="NoSpacing"/>
            </w:pPr>
            <w:sdt>
              <w:sdtPr>
                <w:alias w:val="Mobile:"/>
                <w:tag w:val="Mobile:"/>
                <w:id w:val="-942689847"/>
                <w:placeholder>
                  <w:docPart w:val="34B079A729C44CAF9F366B2618446CA1"/>
                </w:placeholder>
                <w:temporary/>
                <w:showingPlcHdr/>
              </w:sdtPr>
              <w:sdtEndPr/>
              <w:sdtContent>
                <w:r w:rsidR="006D480F">
                  <w:t>Mobile:</w:t>
                </w:r>
              </w:sdtContent>
            </w:sdt>
            <w:r w:rsidR="004548D6">
              <w:t xml:space="preserve"> </w:t>
            </w:r>
            <w:sdt>
              <w:sdtPr>
                <w:alias w:val="Enter Cell Phone:"/>
                <w:tag w:val="Enter Cell Phone:"/>
                <w:id w:val="-809086322"/>
                <w:placeholder>
                  <w:docPart w:val="11A58582B85B48679DD3E0471A6A0C92"/>
                </w:placeholder>
                <w:temporary/>
                <w:showingPlcHdr/>
                <w:text/>
              </w:sdtPr>
              <w:sdtEndPr/>
              <w:sdtContent>
                <w:r w:rsidR="004548D6">
                  <w:t>Cell Phone</w:t>
                </w:r>
              </w:sdtContent>
            </w:sdt>
          </w:p>
          <w:p w:rsidR="002A792A" w:rsidRDefault="00CC07E9">
            <w:pPr>
              <w:pStyle w:val="NoSpacing"/>
            </w:pPr>
            <w:sdt>
              <w:sdtPr>
                <w:alias w:val="Email:"/>
                <w:tag w:val="Email:"/>
                <w:id w:val="1263736066"/>
                <w:placeholder>
                  <w:docPart w:val="C34D27676CF046E1AB58E51344F417B4"/>
                </w:placeholder>
                <w:temporary/>
                <w:showingPlcHdr/>
              </w:sdtPr>
              <w:sdtEndPr/>
              <w:sdtContent>
                <w:r w:rsidR="006D480F">
                  <w:t>Email:</w:t>
                </w:r>
              </w:sdtContent>
            </w:sdt>
            <w:r w:rsidR="004548D6">
              <w:t xml:space="preserve"> </w:t>
            </w:r>
            <w:sdt>
              <w:sdtPr>
                <w:alias w:val="Enter Email:"/>
                <w:tag w:val="Enter Email:"/>
                <w:id w:val="1597133752"/>
                <w:placeholder>
                  <w:docPart w:val="A265505E8F6048CABBAA4C5329C85F8E"/>
                </w:placeholder>
                <w:temporary/>
                <w:showingPlcHdr/>
                <w:text/>
              </w:sdtPr>
              <w:sdtEndPr/>
              <w:sdtContent>
                <w:r w:rsidR="004548D6">
                  <w:t>Email</w:t>
                </w:r>
              </w:sdtContent>
            </w:sdt>
          </w:p>
        </w:tc>
        <w:tc>
          <w:tcPr>
            <w:tcW w:w="7106" w:type="dxa"/>
          </w:tcPr>
          <w:sdt>
            <w:sdtPr>
              <w:rPr>
                <w:rStyle w:val="Strong"/>
              </w:rPr>
              <w:alias w:val="Enter Client Project Champion Name:"/>
              <w:tag w:val="Enter Client Project Champion Name:"/>
              <w:id w:val="1813510936"/>
              <w:placeholder>
                <w:docPart w:val="A4C2BC50CE7F472785A3E7D36B5D82C7"/>
              </w:placeholder>
              <w:temporary/>
              <w:showingPlcHdr/>
              <w:text/>
            </w:sdtPr>
            <w:sdtEndPr>
              <w:rPr>
                <w:rStyle w:val="Strong"/>
              </w:rPr>
            </w:sdtEndPr>
            <w:sdtContent>
              <w:p w:rsidR="002A792A" w:rsidRDefault="004548D6">
                <w:pPr>
                  <w:pStyle w:val="NoSpacing"/>
                  <w:rPr>
                    <w:rStyle w:val="Strong"/>
                  </w:rPr>
                </w:pPr>
                <w:r>
                  <w:rPr>
                    <w:rStyle w:val="Strong"/>
                  </w:rPr>
                  <w:t>Client Project Champion</w:t>
                </w:r>
              </w:p>
            </w:sdtContent>
          </w:sdt>
          <w:p w:rsidR="002A792A" w:rsidRDefault="00CC07E9">
            <w:pPr>
              <w:pStyle w:val="NoSpacing"/>
            </w:pPr>
            <w:sdt>
              <w:sdtPr>
                <w:alias w:val="Office:"/>
                <w:tag w:val="Office:"/>
                <w:id w:val="-321581276"/>
                <w:placeholder>
                  <w:docPart w:val="7E032D6F55374923A1A7954A33ADDC5F"/>
                </w:placeholder>
                <w:temporary/>
                <w:showingPlcHdr/>
              </w:sdtPr>
              <w:sdtEndPr/>
              <w:sdtContent>
                <w:r w:rsidR="006D480F">
                  <w:t>Office:</w:t>
                </w:r>
              </w:sdtContent>
            </w:sdt>
            <w:r w:rsidR="004548D6">
              <w:t xml:space="preserve"> </w:t>
            </w:r>
            <w:sdt>
              <w:sdtPr>
                <w:alias w:val="Enter Office Phone:"/>
                <w:tag w:val="Enter Office Phone:"/>
                <w:id w:val="574564633"/>
                <w:placeholder>
                  <w:docPart w:val="3BF6A67A65C44571BC25949196EAA283"/>
                </w:placeholder>
                <w:temporary/>
                <w:showingPlcHdr/>
                <w:text/>
              </w:sdtPr>
              <w:sdtEndPr/>
              <w:sdtContent>
                <w:r w:rsidR="00C40E10">
                  <w:t>Office Phone</w:t>
                </w:r>
              </w:sdtContent>
            </w:sdt>
          </w:p>
          <w:p w:rsidR="002A792A" w:rsidRDefault="00CC07E9">
            <w:pPr>
              <w:pStyle w:val="NoSpacing"/>
            </w:pPr>
            <w:sdt>
              <w:sdtPr>
                <w:alias w:val="Mobile:"/>
                <w:tag w:val="Mobile:"/>
                <w:id w:val="-1398509681"/>
                <w:placeholder>
                  <w:docPart w:val="CA0BF90BBBB7487BAFE2C87F1B532B35"/>
                </w:placeholder>
                <w:temporary/>
                <w:showingPlcHdr/>
              </w:sdtPr>
              <w:sdtEndPr/>
              <w:sdtContent>
                <w:r w:rsidR="006D480F">
                  <w:t>Mobile:</w:t>
                </w:r>
              </w:sdtContent>
            </w:sdt>
            <w:r w:rsidR="006D480F">
              <w:t xml:space="preserve"> </w:t>
            </w:r>
            <w:sdt>
              <w:sdtPr>
                <w:alias w:val="Enter Cell Phone:"/>
                <w:tag w:val="Enter Cell Phone:"/>
                <w:id w:val="-314487272"/>
                <w:placeholder>
                  <w:docPart w:val="11A58582B85B48679DD3E0471A6A0C92"/>
                </w:placeholder>
                <w:temporary/>
                <w:showingPlcHdr/>
                <w:text/>
              </w:sdtPr>
              <w:sdtEndPr/>
              <w:sdtContent>
                <w:r w:rsidR="00C40E10">
                  <w:t>Cell Phone</w:t>
                </w:r>
              </w:sdtContent>
            </w:sdt>
          </w:p>
          <w:p w:rsidR="002A792A" w:rsidRDefault="00CC07E9">
            <w:pPr>
              <w:pStyle w:val="NoSpacing"/>
            </w:pPr>
            <w:sdt>
              <w:sdtPr>
                <w:alias w:val="Email:"/>
                <w:tag w:val="Email:"/>
                <w:id w:val="1073171497"/>
                <w:placeholder>
                  <w:docPart w:val="A5EF809B95A944209F01F7817022CBE7"/>
                </w:placeholder>
                <w:temporary/>
                <w:showingPlcHdr/>
              </w:sdtPr>
              <w:sdtEndPr/>
              <w:sdtContent>
                <w:r w:rsidR="006D480F">
                  <w:t>Email:</w:t>
                </w:r>
              </w:sdtContent>
            </w:sdt>
            <w:r w:rsidR="006D480F">
              <w:t xml:space="preserve"> </w:t>
            </w:r>
            <w:sdt>
              <w:sdtPr>
                <w:alias w:val="Enter Email:"/>
                <w:tag w:val="Enter Email:"/>
                <w:id w:val="1205062186"/>
                <w:placeholder>
                  <w:docPart w:val="A265505E8F6048CABBAA4C5329C85F8E"/>
                </w:placeholder>
                <w:temporary/>
                <w:showingPlcHdr/>
                <w:text/>
              </w:sdtPr>
              <w:sdtEndPr/>
              <w:sdtContent>
                <w:r w:rsidR="00C40E10">
                  <w:t>Email</w:t>
                </w:r>
              </w:sdtContent>
            </w:sdt>
          </w:p>
        </w:tc>
      </w:tr>
    </w:tbl>
    <w:p w:rsidR="002A792A" w:rsidRDefault="00CC07E9">
      <w:pPr>
        <w:pStyle w:val="Heading1"/>
      </w:pPr>
      <w:sdt>
        <w:sdtPr>
          <w:alias w:val="Project Abstract:"/>
          <w:tag w:val="Project Abstract:"/>
          <w:id w:val="-1505734807"/>
          <w:placeholder>
            <w:docPart w:val="C584EC780EFA49FCBA54D9D80D5F8F7D"/>
          </w:placeholder>
          <w:temporary/>
          <w:showingPlcHdr/>
        </w:sdtPr>
        <w:sdtEndPr/>
        <w:sdtContent>
          <w:r w:rsidR="006D480F">
            <w:t>Project Abstract</w:t>
          </w:r>
        </w:sdtContent>
      </w:sdt>
    </w:p>
    <w:sdt>
      <w:sdtPr>
        <w:alias w:val="Enter Project Summary :"/>
        <w:tag w:val="Enter Project Summary :"/>
        <w:id w:val="1123113528"/>
        <w:placeholder>
          <w:docPart w:val="188AC97A77874C29BF598D67B2784CC8"/>
        </w:placeholder>
        <w:temporary/>
        <w:showingPlcHdr/>
        <w:text/>
      </w:sdtPr>
      <w:sdtEndPr/>
      <w:sdtContent>
        <w:p w:rsidR="002A792A" w:rsidRDefault="004548D6">
          <w:r>
            <w:t>Add a brief project summary here.</w:t>
          </w:r>
        </w:p>
      </w:sdtContent>
    </w:sdt>
    <w:bookmarkStart w:id="0" w:name="_GoBack" w:displacedByCustomXml="prev"/>
    <w:bookmarkEnd w:id="0" w:displacedByCustomXml="prev"/>
    <w:sectPr w:rsidR="002A792A">
      <w:footerReference w:type="default" r:id="rId9"/>
      <w:pgSz w:w="12240" w:h="15840"/>
      <w:pgMar w:top="1080" w:right="720" w:bottom="21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7E9" w:rsidRDefault="00CC07E9">
      <w:pPr>
        <w:spacing w:after="0" w:line="240" w:lineRule="auto"/>
      </w:pPr>
      <w:r>
        <w:separator/>
      </w:r>
    </w:p>
  </w:endnote>
  <w:endnote w:type="continuationSeparator" w:id="0">
    <w:p w:rsidR="00CC07E9" w:rsidRDefault="00CC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92A" w:rsidRDefault="00CC07E9">
    <w:pPr>
      <w:pStyle w:val="Footer"/>
    </w:pPr>
    <w:sdt>
      <w:sdtPr>
        <w:alias w:val="Enter Company Name:"/>
        <w:tag w:val="Enter Company Name:"/>
        <w:id w:val="-397664319"/>
        <w:placeholder>
          <w:docPart w:val="8825A06961C14CAE9A018E88221FD33E"/>
        </w:placeholder>
        <w:temporary/>
        <w:showingPlcHdr/>
        <w:text/>
      </w:sdtPr>
      <w:sdtEndPr/>
      <w:sdtContent>
        <w:r w:rsidR="006D480F">
          <w:t>Company Name</w:t>
        </w:r>
      </w:sdtContent>
    </w:sdt>
    <w:r w:rsidR="004548D6">
      <w:ptab w:relativeTo="margin" w:alignment="right" w:leader="none"/>
    </w:r>
    <w:r w:rsidR="004548D6">
      <w:fldChar w:fldCharType="begin"/>
    </w:r>
    <w:r w:rsidR="004548D6">
      <w:instrText xml:space="preserve"> PAGE   \* MERGEFORMAT </w:instrText>
    </w:r>
    <w:r w:rsidR="004548D6">
      <w:fldChar w:fldCharType="separate"/>
    </w:r>
    <w:r w:rsidR="003768F7">
      <w:rPr>
        <w:noProof/>
      </w:rPr>
      <w:t>1</w:t>
    </w:r>
    <w:r w:rsidR="004548D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7E9" w:rsidRDefault="00CC07E9">
      <w:pPr>
        <w:spacing w:after="0" w:line="240" w:lineRule="auto"/>
      </w:pPr>
      <w:r>
        <w:separator/>
      </w:r>
    </w:p>
  </w:footnote>
  <w:footnote w:type="continuationSeparator" w:id="0">
    <w:p w:rsidR="00CC07E9" w:rsidRDefault="00CC0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6EBF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3EB9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0A5C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C5272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AED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C4E8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C2F0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18E10E"/>
    <w:lvl w:ilvl="0">
      <w:start w:val="1"/>
      <w:numFmt w:val="bullet"/>
      <w:lvlText w:val=""/>
      <w:lvlJc w:val="left"/>
      <w:pPr>
        <w:tabs>
          <w:tab w:val="num" w:pos="288"/>
        </w:tabs>
        <w:ind w:left="288" w:hanging="288"/>
      </w:pPr>
      <w:rPr>
        <w:rFonts w:ascii="Wingdings 2" w:hAnsi="Wingdings 2" w:hint="default"/>
      </w:rPr>
    </w:lvl>
  </w:abstractNum>
  <w:abstractNum w:abstractNumId="8">
    <w:nsid w:val="FFFFFF88"/>
    <w:multiLevelType w:val="singleLevel"/>
    <w:tmpl w:val="3C887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23226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6B45CC"/>
    <w:multiLevelType w:val="hybridMultilevel"/>
    <w:tmpl w:val="AB28CA54"/>
    <w:lvl w:ilvl="0" w:tplc="F32219A8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F8943F" w:themeColor="accent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401257"/>
    <w:multiLevelType w:val="hybridMultilevel"/>
    <w:tmpl w:val="ADD8B8E4"/>
    <w:lvl w:ilvl="0" w:tplc="DC08C406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E06B08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E65E99"/>
    <w:multiLevelType w:val="hybridMultilevel"/>
    <w:tmpl w:val="39BEA392"/>
    <w:lvl w:ilvl="0" w:tplc="DCBC9E3A">
      <w:start w:val="1"/>
      <w:numFmt w:val="bullet"/>
      <w:lvlText w:val=""/>
      <w:lvlJc w:val="left"/>
      <w:pPr>
        <w:tabs>
          <w:tab w:val="num" w:pos="288"/>
        </w:tabs>
        <w:ind w:left="288" w:hanging="288"/>
      </w:pPr>
      <w:rPr>
        <w:rFonts w:ascii="Wingdings 2" w:hAnsi="Wingdings 2" w:hint="default"/>
        <w:color w:val="F0BB44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4012E"/>
    <w:multiLevelType w:val="hybridMultilevel"/>
    <w:tmpl w:val="BC1C06D0"/>
    <w:lvl w:ilvl="0" w:tplc="92DC77B4">
      <w:start w:val="1"/>
      <w:numFmt w:val="bullet"/>
      <w:pStyle w:val="ListBullet2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8DBB70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62142"/>
    <w:multiLevelType w:val="hybridMultilevel"/>
    <w:tmpl w:val="0720A880"/>
    <w:lvl w:ilvl="0" w:tplc="C008A240">
      <w:start w:val="1"/>
      <w:numFmt w:val="bullet"/>
      <w:pStyle w:val="HighRisk"/>
      <w:lvlText w:val=""/>
      <w:lvlJc w:val="left"/>
      <w:pPr>
        <w:ind w:left="360" w:hanging="360"/>
      </w:pPr>
      <w:rPr>
        <w:rFonts w:ascii="Wingdings 2" w:hAnsi="Wingdings 2" w:hint="default"/>
        <w:color w:val="E06B08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F404DB"/>
    <w:multiLevelType w:val="hybridMultilevel"/>
    <w:tmpl w:val="F8CC5F26"/>
    <w:lvl w:ilvl="0" w:tplc="EDDA852A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DF1010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523DD"/>
    <w:multiLevelType w:val="hybridMultilevel"/>
    <w:tmpl w:val="FEE06C24"/>
    <w:lvl w:ilvl="0" w:tplc="3D6A855A">
      <w:start w:val="1"/>
      <w:numFmt w:val="bullet"/>
      <w:lvlText w:val="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F3697"/>
    <w:multiLevelType w:val="hybridMultilevel"/>
    <w:tmpl w:val="96363118"/>
    <w:lvl w:ilvl="0" w:tplc="BCD6038E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F0BB44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6775D7"/>
    <w:multiLevelType w:val="hybridMultilevel"/>
    <w:tmpl w:val="C7185C2C"/>
    <w:lvl w:ilvl="0" w:tplc="D2187D1A">
      <w:start w:val="1"/>
      <w:numFmt w:val="bullet"/>
      <w:pStyle w:val="AtRisk"/>
      <w:lvlText w:val=""/>
      <w:lvlJc w:val="left"/>
      <w:pPr>
        <w:ind w:left="360" w:hanging="360"/>
      </w:pPr>
      <w:rPr>
        <w:rFonts w:ascii="Wingdings 2" w:hAnsi="Wingdings 2" w:hint="default"/>
        <w:color w:val="D59811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33639"/>
    <w:multiLevelType w:val="hybridMultilevel"/>
    <w:tmpl w:val="AECA2F36"/>
    <w:lvl w:ilvl="0" w:tplc="EA3A5D9E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D59811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C21D5A"/>
    <w:multiLevelType w:val="hybridMultilevel"/>
    <w:tmpl w:val="D3C019A2"/>
    <w:lvl w:ilvl="0" w:tplc="78D294C6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F24F4F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E25B1E"/>
    <w:multiLevelType w:val="hybridMultilevel"/>
    <w:tmpl w:val="0F6E6DD4"/>
    <w:lvl w:ilvl="0" w:tplc="1D324F7E">
      <w:start w:val="1"/>
      <w:numFmt w:val="bullet"/>
      <w:pStyle w:val="OffTrack"/>
      <w:lvlText w:val=""/>
      <w:lvlJc w:val="left"/>
      <w:pPr>
        <w:ind w:left="360" w:hanging="360"/>
      </w:pPr>
      <w:rPr>
        <w:rFonts w:ascii="Wingdings 2" w:hAnsi="Wingdings 2" w:hint="default"/>
        <w:color w:val="DF1010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983861"/>
    <w:multiLevelType w:val="hybridMultilevel"/>
    <w:tmpl w:val="5126AF46"/>
    <w:lvl w:ilvl="0" w:tplc="0FC450AC">
      <w:start w:val="1"/>
      <w:numFmt w:val="bullet"/>
      <w:lvlText w:val=""/>
      <w:lvlJc w:val="left"/>
      <w:pPr>
        <w:tabs>
          <w:tab w:val="num" w:pos="216"/>
        </w:tabs>
        <w:ind w:left="216" w:hanging="216"/>
      </w:pPr>
      <w:rPr>
        <w:rFonts w:ascii="Wingdings 2" w:hAnsi="Wingdings 2" w:hint="default"/>
        <w:color w:val="669748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525F5E"/>
    <w:multiLevelType w:val="hybridMultilevel"/>
    <w:tmpl w:val="3F8AF4E4"/>
    <w:lvl w:ilvl="0" w:tplc="6E5EAD26">
      <w:start w:val="1"/>
      <w:numFmt w:val="bullet"/>
      <w:pStyle w:val="OnTrack"/>
      <w:lvlText w:val=""/>
      <w:lvlJc w:val="left"/>
      <w:pPr>
        <w:ind w:left="360" w:hanging="360"/>
      </w:pPr>
      <w:rPr>
        <w:rFonts w:ascii="Wingdings 2" w:hAnsi="Wingdings 2" w:hint="default"/>
        <w:color w:val="669748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16"/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13"/>
  </w:num>
  <w:num w:numId="8">
    <w:abstractNumId w:val="17"/>
  </w:num>
  <w:num w:numId="9">
    <w:abstractNumId w:val="10"/>
  </w:num>
  <w:num w:numId="10">
    <w:abstractNumId w:val="20"/>
  </w:num>
  <w:num w:numId="11">
    <w:abstractNumId w:val="23"/>
  </w:num>
  <w:num w:numId="12">
    <w:abstractNumId w:val="23"/>
    <w:lvlOverride w:ilvl="0">
      <w:startOverride w:val="1"/>
    </w:lvlOverride>
  </w:num>
  <w:num w:numId="13">
    <w:abstractNumId w:val="12"/>
  </w:num>
  <w:num w:numId="14">
    <w:abstractNumId w:val="12"/>
    <w:lvlOverride w:ilvl="0">
      <w:startOverride w:val="1"/>
    </w:lvlOverride>
  </w:num>
  <w:num w:numId="15">
    <w:abstractNumId w:val="14"/>
  </w:num>
  <w:num w:numId="16">
    <w:abstractNumId w:val="14"/>
    <w:lvlOverride w:ilvl="0">
      <w:startOverride w:val="1"/>
    </w:lvlOverride>
  </w:num>
  <w:num w:numId="17">
    <w:abstractNumId w:val="21"/>
  </w:num>
  <w:num w:numId="18">
    <w:abstractNumId w:val="21"/>
    <w:lvlOverride w:ilvl="0">
      <w:startOverride w:val="1"/>
    </w:lvlOverride>
  </w:num>
  <w:num w:numId="19">
    <w:abstractNumId w:val="23"/>
  </w:num>
  <w:num w:numId="20">
    <w:abstractNumId w:val="23"/>
  </w:num>
  <w:num w:numId="21">
    <w:abstractNumId w:val="13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8"/>
  </w:num>
  <w:num w:numId="25">
    <w:abstractNumId w:val="14"/>
    <w:lvlOverride w:ilvl="0">
      <w:startOverride w:val="1"/>
    </w:lvlOverride>
  </w:num>
  <w:num w:numId="26">
    <w:abstractNumId w:val="9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2"/>
  </w:num>
  <w:num w:numId="36">
    <w:abstractNumId w:val="19"/>
  </w:num>
  <w:num w:numId="37">
    <w:abstractNumId w:val="1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F7"/>
    <w:rsid w:val="000303C2"/>
    <w:rsid w:val="00071A33"/>
    <w:rsid w:val="0008087C"/>
    <w:rsid w:val="000A0F81"/>
    <w:rsid w:val="000A696F"/>
    <w:rsid w:val="00102801"/>
    <w:rsid w:val="001E35FF"/>
    <w:rsid w:val="002A792A"/>
    <w:rsid w:val="003638E9"/>
    <w:rsid w:val="003768F7"/>
    <w:rsid w:val="00387081"/>
    <w:rsid w:val="004223A9"/>
    <w:rsid w:val="004548D6"/>
    <w:rsid w:val="004B5EAA"/>
    <w:rsid w:val="005B653B"/>
    <w:rsid w:val="005C17AF"/>
    <w:rsid w:val="005F6ACD"/>
    <w:rsid w:val="006205F4"/>
    <w:rsid w:val="006D480F"/>
    <w:rsid w:val="006F07D7"/>
    <w:rsid w:val="00823C88"/>
    <w:rsid w:val="008B4B02"/>
    <w:rsid w:val="009A2858"/>
    <w:rsid w:val="00A32A28"/>
    <w:rsid w:val="00AB08ED"/>
    <w:rsid w:val="00AB17FC"/>
    <w:rsid w:val="00BD4E5D"/>
    <w:rsid w:val="00BF2918"/>
    <w:rsid w:val="00C3688B"/>
    <w:rsid w:val="00C40E10"/>
    <w:rsid w:val="00C72B2A"/>
    <w:rsid w:val="00CC07E9"/>
    <w:rsid w:val="00D34246"/>
    <w:rsid w:val="00E814A4"/>
    <w:rsid w:val="00F06BBE"/>
    <w:rsid w:val="00F801D7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24C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List Bullet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FF"/>
  </w:style>
  <w:style w:type="paragraph" w:styleId="Heading1">
    <w:name w:val="heading 1"/>
    <w:basedOn w:val="Normal"/>
    <w:next w:val="Normal"/>
    <w:link w:val="Heading1Char"/>
    <w:uiPriority w:val="9"/>
    <w:qFormat/>
    <w:rsid w:val="001E35FF"/>
    <w:pPr>
      <w:keepNext/>
      <w:keepLines/>
      <w:pBdr>
        <w:bottom w:val="single" w:sz="4" w:space="1" w:color="BCB8AC" w:themeColor="text2" w:themeTint="66"/>
      </w:pBdr>
      <w:spacing w:before="360" w:after="240"/>
      <w:outlineLvl w:val="0"/>
    </w:pPr>
    <w:rPr>
      <w:rFonts w:asciiTheme="majorHAnsi" w:eastAsiaTheme="majorEastAsia" w:hAnsiTheme="majorHAnsi" w:cstheme="majorBidi"/>
      <w:color w:val="DF1010" w:themeColor="accent1" w:themeShade="B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5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DF1010" w:themeColor="accent1" w:themeShade="BF"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5F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DF1010" w:themeColor="accent1" w:themeShade="BF"/>
      <w:sz w:val="1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5FF"/>
    <w:pPr>
      <w:keepNext/>
      <w:keepLines/>
      <w:spacing w:before="40" w:after="200"/>
      <w:outlineLvl w:val="4"/>
    </w:pPr>
    <w:rPr>
      <w:rFonts w:asciiTheme="majorHAnsi" w:eastAsiaTheme="majorEastAsia" w:hAnsiTheme="majorHAnsi" w:cstheme="majorBidi"/>
      <w:color w:val="DF1010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5F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40B0B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5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40B0B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5F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5F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08087C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spacing w:after="80" w:line="240" w:lineRule="auto"/>
      <w:contextualSpacing/>
      <w:jc w:val="right"/>
    </w:pPr>
    <w:rPr>
      <w:rFonts w:asciiTheme="majorHAnsi" w:eastAsiaTheme="majorEastAsia" w:hAnsiTheme="majorHAnsi" w:cstheme="majorBidi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3"/>
    <w:rsid w:val="0008087C"/>
    <w:rPr>
      <w:rFonts w:asciiTheme="majorHAnsi" w:eastAsiaTheme="majorEastAsia" w:hAnsiTheme="majorHAnsi" w:cstheme="majorBidi"/>
      <w:spacing w:val="15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1E35FF"/>
    <w:rPr>
      <w:rFonts w:asciiTheme="majorHAnsi" w:eastAsiaTheme="majorEastAsia" w:hAnsiTheme="majorHAnsi" w:cstheme="majorBidi"/>
      <w:color w:val="DF1010" w:themeColor="accent1" w:themeShade="BF"/>
      <w:sz w:val="22"/>
      <w:szCs w:val="22"/>
    </w:rPr>
  </w:style>
  <w:style w:type="paragraph" w:styleId="Date">
    <w:name w:val="Date"/>
    <w:basedOn w:val="Normal"/>
    <w:next w:val="Normal"/>
    <w:link w:val="DateChar"/>
    <w:uiPriority w:val="5"/>
    <w:unhideWhenUsed/>
    <w:qFormat/>
    <w:pPr>
      <w:spacing w:after="720" w:line="240" w:lineRule="auto"/>
      <w:contextualSpacing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DateChar">
    <w:name w:val="Date Char"/>
    <w:basedOn w:val="DefaultParagraphFont"/>
    <w:link w:val="Date"/>
    <w:uiPriority w:val="5"/>
    <w:rsid w:val="0008087C"/>
    <w:rPr>
      <w:rFonts w:asciiTheme="majorHAnsi" w:eastAsiaTheme="majorEastAsia" w:hAnsiTheme="majorHAnsi" w:cstheme="majorBidi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8087C"/>
    <w:rPr>
      <w:rFonts w:asciiTheme="majorHAnsi" w:eastAsiaTheme="majorEastAsia" w:hAnsiTheme="majorHAnsi" w:cstheme="majorBidi"/>
      <w:sz w:val="16"/>
      <w:szCs w:val="16"/>
    </w:rPr>
  </w:style>
  <w:style w:type="paragraph" w:styleId="ListBullet2">
    <w:name w:val="List Bullet 2"/>
    <w:basedOn w:val="Normal"/>
    <w:uiPriority w:val="8"/>
    <w:unhideWhenUsed/>
    <w:qFormat/>
    <w:rsid w:val="001E35FF"/>
    <w:pPr>
      <w:numPr>
        <w:numId w:val="7"/>
      </w:numPr>
      <w:spacing w:after="60" w:line="240" w:lineRule="auto"/>
    </w:pPr>
    <w:rPr>
      <w:rFonts w:asciiTheme="majorHAnsi" w:eastAsiaTheme="majorEastAsia" w:hAnsiTheme="majorHAnsi" w:cstheme="majorBidi"/>
      <w:sz w:val="14"/>
      <w:szCs w:val="14"/>
    </w:rPr>
  </w:style>
  <w:style w:type="table" w:customStyle="1" w:styleId="ProjectStatusReport">
    <w:name w:val="Project Status Report"/>
    <w:basedOn w:val="TableNormal"/>
    <w:uiPriority w:val="99"/>
    <w:pPr>
      <w:spacing w:before="20" w:after="0" w:line="288" w:lineRule="auto"/>
    </w:pPr>
    <w:rPr>
      <w:rFonts w:asciiTheme="majorHAnsi" w:eastAsiaTheme="majorEastAsia" w:hAnsiTheme="majorHAnsi" w:cstheme="majorBidi"/>
      <w:sz w:val="16"/>
      <w:szCs w:val="16"/>
    </w:rPr>
    <w:tblPr>
      <w:tblInd w:w="0" w:type="dxa"/>
      <w:tblBorders>
        <w:top w:val="single" w:sz="4" w:space="0" w:color="BCB8AC" w:themeColor="text2" w:themeTint="66"/>
        <w:bottom w:val="single" w:sz="4" w:space="0" w:color="BCB8AC" w:themeColor="text2" w:themeTint="66"/>
        <w:insideH w:val="single" w:sz="4" w:space="0" w:color="BCB8AC" w:themeColor="text2" w:themeTint="66"/>
        <w:insideV w:val="single" w:sz="4" w:space="0" w:color="BCB8AC" w:themeColor="text2" w:themeTint="66"/>
      </w:tblBorders>
      <w:tblCellMar>
        <w:top w:w="144" w:type="dxa"/>
        <w:left w:w="0" w:type="dxa"/>
        <w:bottom w:w="144" w:type="dxa"/>
        <w:right w:w="144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OnTrack">
    <w:name w:val="On Track"/>
    <w:basedOn w:val="Normal"/>
    <w:uiPriority w:val="5"/>
    <w:qFormat/>
    <w:rsid w:val="001E35FF"/>
    <w:pPr>
      <w:numPr>
        <w:numId w:val="11"/>
      </w:numPr>
      <w:spacing w:after="0" w:line="288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AtRisk">
    <w:name w:val="At Risk"/>
    <w:basedOn w:val="OnTrack"/>
    <w:uiPriority w:val="6"/>
    <w:qFormat/>
    <w:rsid w:val="001E35FF"/>
    <w:pPr>
      <w:numPr>
        <w:numId w:val="24"/>
      </w:numPr>
    </w:pPr>
  </w:style>
  <w:style w:type="paragraph" w:customStyle="1" w:styleId="HighRisk">
    <w:name w:val="High Risk"/>
    <w:basedOn w:val="OnTrack"/>
    <w:uiPriority w:val="6"/>
    <w:qFormat/>
    <w:rsid w:val="001E35FF"/>
    <w:pPr>
      <w:numPr>
        <w:numId w:val="15"/>
      </w:numPr>
    </w:pPr>
  </w:style>
  <w:style w:type="paragraph" w:customStyle="1" w:styleId="OffTrack">
    <w:name w:val="Off Track"/>
    <w:basedOn w:val="OnTrack"/>
    <w:uiPriority w:val="6"/>
    <w:qFormat/>
    <w:rsid w:val="001E35FF"/>
    <w:pPr>
      <w:numPr>
        <w:numId w:val="17"/>
      </w:numPr>
    </w:pPr>
  </w:style>
  <w:style w:type="paragraph" w:styleId="NoSpacing">
    <w:name w:val="No Spacing"/>
    <w:uiPriority w:val="8"/>
    <w:qFormat/>
    <w:pPr>
      <w:spacing w:after="0" w:line="288" w:lineRule="auto"/>
    </w:pPr>
  </w:style>
  <w:style w:type="character" w:styleId="Strong">
    <w:name w:val="Strong"/>
    <w:basedOn w:val="DefaultParagraphFont"/>
    <w:uiPriority w:val="4"/>
    <w:unhideWhenUsed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rsid w:val="001E35FF"/>
    <w:pPr>
      <w:tabs>
        <w:tab w:val="center" w:pos="4680"/>
        <w:tab w:val="right" w:pos="9360"/>
      </w:tabs>
      <w:spacing w:after="0" w:line="240" w:lineRule="auto"/>
    </w:pPr>
    <w:rPr>
      <w:rFonts w:asciiTheme="majorHAnsi" w:eastAsiaTheme="majorEastAsia" w:hAnsiTheme="majorHAnsi" w:cstheme="majorBidi"/>
      <w:caps/>
      <w:color w:val="DF1010" w:themeColor="accent1" w:themeShade="BF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E35FF"/>
    <w:rPr>
      <w:rFonts w:asciiTheme="majorHAnsi" w:eastAsiaTheme="majorEastAsia" w:hAnsiTheme="majorHAnsi" w:cstheme="majorBidi"/>
      <w:caps/>
      <w:color w:val="DF1010" w:themeColor="accent1" w:themeShade="BF"/>
      <w:sz w:val="16"/>
      <w:szCs w:val="16"/>
    </w:rPr>
  </w:style>
  <w:style w:type="paragraph" w:styleId="ListBullet">
    <w:name w:val="List Bullet"/>
    <w:basedOn w:val="Normal"/>
    <w:uiPriority w:val="8"/>
    <w:unhideWhenUsed/>
    <w:qFormat/>
    <w:pPr>
      <w:numPr>
        <w:numId w:val="26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E35FF"/>
    <w:rPr>
      <w:rFonts w:asciiTheme="majorHAnsi" w:eastAsiaTheme="majorEastAsia" w:hAnsiTheme="majorHAnsi" w:cstheme="majorBidi"/>
      <w:i/>
      <w:iCs/>
      <w:color w:val="DF1010" w:themeColor="accent1" w:themeShade="BF"/>
      <w:sz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5FF"/>
    <w:rPr>
      <w:rFonts w:asciiTheme="majorHAnsi" w:eastAsiaTheme="majorEastAsia" w:hAnsiTheme="majorHAnsi" w:cstheme="majorBidi"/>
      <w:color w:val="DF1010" w:themeColor="accent1" w:themeShade="BF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5FF"/>
    <w:rPr>
      <w:rFonts w:asciiTheme="majorHAnsi" w:eastAsiaTheme="majorEastAsia" w:hAnsiTheme="majorHAnsi" w:cstheme="majorBidi"/>
      <w:color w:val="DF1010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5FF"/>
    <w:rPr>
      <w:rFonts w:asciiTheme="majorHAnsi" w:eastAsiaTheme="majorEastAsia" w:hAnsiTheme="majorHAnsi" w:cstheme="majorBidi"/>
      <w:color w:val="940B0B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5FF"/>
    <w:rPr>
      <w:rFonts w:asciiTheme="majorHAnsi" w:eastAsiaTheme="majorEastAsia" w:hAnsiTheme="majorHAnsi" w:cstheme="majorBidi"/>
      <w:i/>
      <w:iCs/>
      <w:color w:val="940B0B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5FF"/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5FF"/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E35FF"/>
    <w:rPr>
      <w:i/>
      <w:iCs/>
      <w:color w:val="DF101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E35FF"/>
    <w:pPr>
      <w:pBdr>
        <w:top w:val="single" w:sz="4" w:space="10" w:color="DF1010" w:themeColor="accent1" w:themeShade="BF"/>
        <w:bottom w:val="single" w:sz="4" w:space="10" w:color="DF1010" w:themeColor="accent1" w:themeShade="BF"/>
      </w:pBdr>
      <w:spacing w:before="360" w:after="360"/>
      <w:ind w:left="864" w:right="864"/>
      <w:jc w:val="center"/>
    </w:pPr>
    <w:rPr>
      <w:i/>
      <w:iCs/>
      <w:color w:val="DF101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E35FF"/>
    <w:rPr>
      <w:i/>
      <w:iCs/>
      <w:color w:val="DF101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E35FF"/>
    <w:rPr>
      <w:b/>
      <w:bCs/>
      <w:caps w:val="0"/>
      <w:smallCaps/>
      <w:color w:val="DF1010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1E35FF"/>
    <w:pPr>
      <w:pBdr>
        <w:top w:val="single" w:sz="2" w:space="10" w:color="DF1010" w:themeColor="accent1" w:themeShade="BF"/>
        <w:left w:val="single" w:sz="2" w:space="10" w:color="DF1010" w:themeColor="accent1" w:themeShade="BF"/>
        <w:bottom w:val="single" w:sz="2" w:space="10" w:color="DF1010" w:themeColor="accent1" w:themeShade="BF"/>
        <w:right w:val="single" w:sz="2" w:space="10" w:color="DF1010" w:themeColor="accent1" w:themeShade="BF"/>
      </w:pBdr>
      <w:ind w:left="1152" w:right="1152"/>
    </w:pPr>
    <w:rPr>
      <w:i/>
      <w:iCs/>
      <w:color w:val="DF1010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1E35FF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E35FF"/>
    <w:rPr>
      <w:color w:val="295A66" w:themeColor="accent4" w:themeShade="80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35FF"/>
    <w:rPr>
      <w:color w:val="595959" w:themeColor="text1" w:themeTint="A6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 Bullet" w:qFormat="1"/>
    <w:lsdException w:name="List Bullet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FF"/>
  </w:style>
  <w:style w:type="paragraph" w:styleId="Heading1">
    <w:name w:val="heading 1"/>
    <w:basedOn w:val="Normal"/>
    <w:next w:val="Normal"/>
    <w:link w:val="Heading1Char"/>
    <w:uiPriority w:val="9"/>
    <w:qFormat/>
    <w:rsid w:val="001E35FF"/>
    <w:pPr>
      <w:keepNext/>
      <w:keepLines/>
      <w:pBdr>
        <w:bottom w:val="single" w:sz="4" w:space="1" w:color="BCB8AC" w:themeColor="text2" w:themeTint="66"/>
      </w:pBdr>
      <w:spacing w:before="360" w:after="240"/>
      <w:outlineLvl w:val="0"/>
    </w:pPr>
    <w:rPr>
      <w:rFonts w:asciiTheme="majorHAnsi" w:eastAsiaTheme="majorEastAsia" w:hAnsiTheme="majorHAnsi" w:cstheme="majorBidi"/>
      <w:color w:val="DF1010" w:themeColor="accent1" w:themeShade="B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sz w:val="16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5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DF1010" w:themeColor="accent1" w:themeShade="BF"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5F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DF1010" w:themeColor="accent1" w:themeShade="BF"/>
      <w:sz w:val="1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5FF"/>
    <w:pPr>
      <w:keepNext/>
      <w:keepLines/>
      <w:spacing w:before="40" w:after="200"/>
      <w:outlineLvl w:val="4"/>
    </w:pPr>
    <w:rPr>
      <w:rFonts w:asciiTheme="majorHAnsi" w:eastAsiaTheme="majorEastAsia" w:hAnsiTheme="majorHAnsi" w:cstheme="majorBidi"/>
      <w:color w:val="DF1010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5F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40B0B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5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40B0B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5F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5F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08087C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spacing w:after="80" w:line="240" w:lineRule="auto"/>
      <w:contextualSpacing/>
      <w:jc w:val="right"/>
    </w:pPr>
    <w:rPr>
      <w:rFonts w:asciiTheme="majorHAnsi" w:eastAsiaTheme="majorEastAsia" w:hAnsiTheme="majorHAnsi" w:cstheme="majorBidi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3"/>
    <w:rsid w:val="0008087C"/>
    <w:rPr>
      <w:rFonts w:asciiTheme="majorHAnsi" w:eastAsiaTheme="majorEastAsia" w:hAnsiTheme="majorHAnsi" w:cstheme="majorBidi"/>
      <w:spacing w:val="15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1E35FF"/>
    <w:rPr>
      <w:rFonts w:asciiTheme="majorHAnsi" w:eastAsiaTheme="majorEastAsia" w:hAnsiTheme="majorHAnsi" w:cstheme="majorBidi"/>
      <w:color w:val="DF1010" w:themeColor="accent1" w:themeShade="BF"/>
      <w:sz w:val="22"/>
      <w:szCs w:val="22"/>
    </w:rPr>
  </w:style>
  <w:style w:type="paragraph" w:styleId="Date">
    <w:name w:val="Date"/>
    <w:basedOn w:val="Normal"/>
    <w:next w:val="Normal"/>
    <w:link w:val="DateChar"/>
    <w:uiPriority w:val="5"/>
    <w:unhideWhenUsed/>
    <w:qFormat/>
    <w:pPr>
      <w:spacing w:after="720" w:line="240" w:lineRule="auto"/>
      <w:contextualSpacing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DateChar">
    <w:name w:val="Date Char"/>
    <w:basedOn w:val="DefaultParagraphFont"/>
    <w:link w:val="Date"/>
    <w:uiPriority w:val="5"/>
    <w:rsid w:val="0008087C"/>
    <w:rPr>
      <w:rFonts w:asciiTheme="majorHAnsi" w:eastAsiaTheme="majorEastAsia" w:hAnsiTheme="majorHAnsi" w:cstheme="majorBidi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8087C"/>
    <w:rPr>
      <w:rFonts w:asciiTheme="majorHAnsi" w:eastAsiaTheme="majorEastAsia" w:hAnsiTheme="majorHAnsi" w:cstheme="majorBidi"/>
      <w:sz w:val="16"/>
      <w:szCs w:val="16"/>
    </w:rPr>
  </w:style>
  <w:style w:type="paragraph" w:styleId="ListBullet2">
    <w:name w:val="List Bullet 2"/>
    <w:basedOn w:val="Normal"/>
    <w:uiPriority w:val="8"/>
    <w:unhideWhenUsed/>
    <w:qFormat/>
    <w:rsid w:val="001E35FF"/>
    <w:pPr>
      <w:numPr>
        <w:numId w:val="7"/>
      </w:numPr>
      <w:spacing w:after="60" w:line="240" w:lineRule="auto"/>
    </w:pPr>
    <w:rPr>
      <w:rFonts w:asciiTheme="majorHAnsi" w:eastAsiaTheme="majorEastAsia" w:hAnsiTheme="majorHAnsi" w:cstheme="majorBidi"/>
      <w:sz w:val="14"/>
      <w:szCs w:val="14"/>
    </w:rPr>
  </w:style>
  <w:style w:type="table" w:customStyle="1" w:styleId="ProjectStatusReport">
    <w:name w:val="Project Status Report"/>
    <w:basedOn w:val="TableNormal"/>
    <w:uiPriority w:val="99"/>
    <w:pPr>
      <w:spacing w:before="20" w:after="0" w:line="288" w:lineRule="auto"/>
    </w:pPr>
    <w:rPr>
      <w:rFonts w:asciiTheme="majorHAnsi" w:eastAsiaTheme="majorEastAsia" w:hAnsiTheme="majorHAnsi" w:cstheme="majorBidi"/>
      <w:sz w:val="16"/>
      <w:szCs w:val="16"/>
    </w:rPr>
    <w:tblPr>
      <w:tblInd w:w="0" w:type="dxa"/>
      <w:tblBorders>
        <w:top w:val="single" w:sz="4" w:space="0" w:color="BCB8AC" w:themeColor="text2" w:themeTint="66"/>
        <w:bottom w:val="single" w:sz="4" w:space="0" w:color="BCB8AC" w:themeColor="text2" w:themeTint="66"/>
        <w:insideH w:val="single" w:sz="4" w:space="0" w:color="BCB8AC" w:themeColor="text2" w:themeTint="66"/>
        <w:insideV w:val="single" w:sz="4" w:space="0" w:color="BCB8AC" w:themeColor="text2" w:themeTint="66"/>
      </w:tblBorders>
      <w:tblCellMar>
        <w:top w:w="144" w:type="dxa"/>
        <w:left w:w="0" w:type="dxa"/>
        <w:bottom w:w="144" w:type="dxa"/>
        <w:right w:w="144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OnTrack">
    <w:name w:val="On Track"/>
    <w:basedOn w:val="Normal"/>
    <w:uiPriority w:val="5"/>
    <w:qFormat/>
    <w:rsid w:val="001E35FF"/>
    <w:pPr>
      <w:numPr>
        <w:numId w:val="11"/>
      </w:numPr>
      <w:spacing w:after="0" w:line="288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AtRisk">
    <w:name w:val="At Risk"/>
    <w:basedOn w:val="OnTrack"/>
    <w:uiPriority w:val="6"/>
    <w:qFormat/>
    <w:rsid w:val="001E35FF"/>
    <w:pPr>
      <w:numPr>
        <w:numId w:val="24"/>
      </w:numPr>
    </w:pPr>
  </w:style>
  <w:style w:type="paragraph" w:customStyle="1" w:styleId="HighRisk">
    <w:name w:val="High Risk"/>
    <w:basedOn w:val="OnTrack"/>
    <w:uiPriority w:val="6"/>
    <w:qFormat/>
    <w:rsid w:val="001E35FF"/>
    <w:pPr>
      <w:numPr>
        <w:numId w:val="15"/>
      </w:numPr>
    </w:pPr>
  </w:style>
  <w:style w:type="paragraph" w:customStyle="1" w:styleId="OffTrack">
    <w:name w:val="Off Track"/>
    <w:basedOn w:val="OnTrack"/>
    <w:uiPriority w:val="6"/>
    <w:qFormat/>
    <w:rsid w:val="001E35FF"/>
    <w:pPr>
      <w:numPr>
        <w:numId w:val="17"/>
      </w:numPr>
    </w:pPr>
  </w:style>
  <w:style w:type="paragraph" w:styleId="NoSpacing">
    <w:name w:val="No Spacing"/>
    <w:uiPriority w:val="8"/>
    <w:qFormat/>
    <w:pPr>
      <w:spacing w:after="0" w:line="288" w:lineRule="auto"/>
    </w:pPr>
  </w:style>
  <w:style w:type="character" w:styleId="Strong">
    <w:name w:val="Strong"/>
    <w:basedOn w:val="DefaultParagraphFont"/>
    <w:uiPriority w:val="4"/>
    <w:unhideWhenUsed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rsid w:val="001E35FF"/>
    <w:pPr>
      <w:tabs>
        <w:tab w:val="center" w:pos="4680"/>
        <w:tab w:val="right" w:pos="9360"/>
      </w:tabs>
      <w:spacing w:after="0" w:line="240" w:lineRule="auto"/>
    </w:pPr>
    <w:rPr>
      <w:rFonts w:asciiTheme="majorHAnsi" w:eastAsiaTheme="majorEastAsia" w:hAnsiTheme="majorHAnsi" w:cstheme="majorBidi"/>
      <w:caps/>
      <w:color w:val="DF1010" w:themeColor="accent1" w:themeShade="BF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E35FF"/>
    <w:rPr>
      <w:rFonts w:asciiTheme="majorHAnsi" w:eastAsiaTheme="majorEastAsia" w:hAnsiTheme="majorHAnsi" w:cstheme="majorBidi"/>
      <w:caps/>
      <w:color w:val="DF1010" w:themeColor="accent1" w:themeShade="BF"/>
      <w:sz w:val="16"/>
      <w:szCs w:val="16"/>
    </w:rPr>
  </w:style>
  <w:style w:type="paragraph" w:styleId="ListBullet">
    <w:name w:val="List Bullet"/>
    <w:basedOn w:val="Normal"/>
    <w:uiPriority w:val="8"/>
    <w:unhideWhenUsed/>
    <w:qFormat/>
    <w:pPr>
      <w:numPr>
        <w:numId w:val="26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E35FF"/>
    <w:rPr>
      <w:rFonts w:asciiTheme="majorHAnsi" w:eastAsiaTheme="majorEastAsia" w:hAnsiTheme="majorHAnsi" w:cstheme="majorBidi"/>
      <w:i/>
      <w:iCs/>
      <w:color w:val="DF1010" w:themeColor="accent1" w:themeShade="BF"/>
      <w:sz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5FF"/>
    <w:rPr>
      <w:rFonts w:asciiTheme="majorHAnsi" w:eastAsiaTheme="majorEastAsia" w:hAnsiTheme="majorHAnsi" w:cstheme="majorBidi"/>
      <w:color w:val="DF1010" w:themeColor="accent1" w:themeShade="BF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5FF"/>
    <w:rPr>
      <w:rFonts w:asciiTheme="majorHAnsi" w:eastAsiaTheme="majorEastAsia" w:hAnsiTheme="majorHAnsi" w:cstheme="majorBidi"/>
      <w:color w:val="DF1010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5FF"/>
    <w:rPr>
      <w:rFonts w:asciiTheme="majorHAnsi" w:eastAsiaTheme="majorEastAsia" w:hAnsiTheme="majorHAnsi" w:cstheme="majorBidi"/>
      <w:color w:val="940B0B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5FF"/>
    <w:rPr>
      <w:rFonts w:asciiTheme="majorHAnsi" w:eastAsiaTheme="majorEastAsia" w:hAnsiTheme="majorHAnsi" w:cstheme="majorBidi"/>
      <w:i/>
      <w:iCs/>
      <w:color w:val="940B0B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5FF"/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5FF"/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E35FF"/>
    <w:rPr>
      <w:i/>
      <w:iCs/>
      <w:color w:val="DF101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E35FF"/>
    <w:pPr>
      <w:pBdr>
        <w:top w:val="single" w:sz="4" w:space="10" w:color="DF1010" w:themeColor="accent1" w:themeShade="BF"/>
        <w:bottom w:val="single" w:sz="4" w:space="10" w:color="DF1010" w:themeColor="accent1" w:themeShade="BF"/>
      </w:pBdr>
      <w:spacing w:before="360" w:after="360"/>
      <w:ind w:left="864" w:right="864"/>
      <w:jc w:val="center"/>
    </w:pPr>
    <w:rPr>
      <w:i/>
      <w:iCs/>
      <w:color w:val="DF101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E35FF"/>
    <w:rPr>
      <w:i/>
      <w:iCs/>
      <w:color w:val="DF101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E35FF"/>
    <w:rPr>
      <w:b/>
      <w:bCs/>
      <w:caps w:val="0"/>
      <w:smallCaps/>
      <w:color w:val="DF1010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1E35FF"/>
    <w:pPr>
      <w:pBdr>
        <w:top w:val="single" w:sz="2" w:space="10" w:color="DF1010" w:themeColor="accent1" w:themeShade="BF"/>
        <w:left w:val="single" w:sz="2" w:space="10" w:color="DF1010" w:themeColor="accent1" w:themeShade="BF"/>
        <w:bottom w:val="single" w:sz="2" w:space="10" w:color="DF1010" w:themeColor="accent1" w:themeShade="BF"/>
        <w:right w:val="single" w:sz="2" w:space="10" w:color="DF1010" w:themeColor="accent1" w:themeShade="BF"/>
      </w:pBdr>
      <w:ind w:left="1152" w:right="1152"/>
    </w:pPr>
    <w:rPr>
      <w:i/>
      <w:iCs/>
      <w:color w:val="DF1010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1E35FF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E35FF"/>
    <w:rPr>
      <w:color w:val="295A66" w:themeColor="accent4" w:themeShade="80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35FF"/>
    <w:rPr>
      <w:color w:val="595959" w:themeColor="text1" w:themeTint="A6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fpo%20posts\weekly%20status%20report%20templates\weekly%20status%20report%20template-84695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73CA9101B543D4BED40BD3BECEB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15A5F-40D0-4D98-82F3-99B863084B59}"/>
      </w:docPartPr>
      <w:docPartBody>
        <w:p w:rsidR="00000000" w:rsidRDefault="00BA54F3">
          <w:pPr>
            <w:pStyle w:val="EF73CA9101B543D4BED40BD3BECEBB88"/>
          </w:pPr>
          <w:r>
            <w:t>Overall Status:</w:t>
          </w:r>
        </w:p>
      </w:docPartBody>
    </w:docPart>
    <w:docPart>
      <w:docPartPr>
        <w:name w:val="699B2B3CDFE64E4B86F87D16702AF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C5160-D342-49B6-8896-CEB455D2F462}"/>
      </w:docPartPr>
      <w:docPartBody>
        <w:p w:rsidR="00000000" w:rsidRDefault="00BA54F3">
          <w:pPr>
            <w:pStyle w:val="699B2B3CDFE64E4B86F87D16702AFC93"/>
          </w:pPr>
          <w:r w:rsidRPr="000303C2">
            <w:rPr>
              <w:rStyle w:val="Strong"/>
            </w:rPr>
            <w:t>Status</w:t>
          </w:r>
        </w:p>
      </w:docPartBody>
    </w:docPart>
    <w:docPart>
      <w:docPartPr>
        <w:name w:val="DBE1F4502B9642E8B0306632A1A7F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B5811-1385-4C55-98DF-B0325630F0BD}"/>
      </w:docPartPr>
      <w:docPartBody>
        <w:p w:rsidR="00000000" w:rsidRDefault="00BA54F3">
          <w:pPr>
            <w:pStyle w:val="DBE1F4502B9642E8B0306632A1A7FE2E"/>
          </w:pPr>
          <w:r>
            <w:t>Project Name:</w:t>
          </w:r>
        </w:p>
      </w:docPartBody>
    </w:docPart>
    <w:docPart>
      <w:docPartPr>
        <w:name w:val="3C6E550F25A44A8ABDBF1413195E1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A191E-A7D0-4D72-B05C-786D2ED6C237}"/>
      </w:docPartPr>
      <w:docPartBody>
        <w:p w:rsidR="00000000" w:rsidRDefault="00BA54F3">
          <w:pPr>
            <w:pStyle w:val="3C6E550F25A44A8ABDBF1413195E1BFB"/>
          </w:pPr>
          <w:r>
            <w:t>Name</w:t>
          </w:r>
        </w:p>
      </w:docPartBody>
    </w:docPart>
    <w:docPart>
      <w:docPartPr>
        <w:name w:val="A5749748D1AA4B689EF24F09A502C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740A9-A93A-439C-81CF-14938907AB57}"/>
      </w:docPartPr>
      <w:docPartBody>
        <w:p w:rsidR="00000000" w:rsidRDefault="00BA54F3">
          <w:pPr>
            <w:pStyle w:val="A5749748D1AA4B689EF24F09A502C63D"/>
          </w:pPr>
          <w:r>
            <w:t>Date</w:t>
          </w:r>
        </w:p>
      </w:docPartBody>
    </w:docPart>
    <w:docPart>
      <w:docPartPr>
        <w:name w:val="0E5466BBA3A54A32AFFA61F1DABBD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C092-E08A-4EA2-B43C-C67DF47C8CBA}"/>
      </w:docPartPr>
      <w:docPartBody>
        <w:p w:rsidR="00000000" w:rsidRDefault="00BA54F3">
          <w:pPr>
            <w:pStyle w:val="0E5466BBA3A54A32AFFA61F1DABBD330"/>
          </w:pPr>
          <w:r>
            <w:t>Status Code Legend</w:t>
          </w:r>
        </w:p>
      </w:docPartBody>
    </w:docPart>
    <w:docPart>
      <w:docPartPr>
        <w:name w:val="BFF4BC37EAC34CD2B61314474D124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4FF69-AA44-4CAC-8490-1BC97B5CC16F}"/>
      </w:docPartPr>
      <w:docPartBody>
        <w:p w:rsidR="00000000" w:rsidRDefault="00BA54F3">
          <w:pPr>
            <w:pStyle w:val="BFF4BC37EAC34CD2B61314474D1249C6"/>
          </w:pPr>
          <w:r>
            <w:t>On Track: Project is on schedule</w:t>
          </w:r>
        </w:p>
      </w:docPartBody>
    </w:docPart>
    <w:docPart>
      <w:docPartPr>
        <w:name w:val="54F6D9A08C4A40CB8E0C2DF4C53E7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249C3-4056-4B2A-9177-12F9551163E1}"/>
      </w:docPartPr>
      <w:docPartBody>
        <w:p w:rsidR="00000000" w:rsidRDefault="00BA54F3">
          <w:pPr>
            <w:pStyle w:val="54F6D9A08C4A40CB8E0C2DF4C53E7F24"/>
          </w:pPr>
          <w:r>
            <w:t>High</w:t>
          </w:r>
          <w:r>
            <w:t xml:space="preserve"> Risk: At risk, with a high risk of going off track</w:t>
          </w:r>
        </w:p>
      </w:docPartBody>
    </w:docPart>
    <w:docPart>
      <w:docPartPr>
        <w:name w:val="FB4E2D2A142A4A6784C5CAE106474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7FE78-62AF-46F9-AD9D-B5C7B4489F2B}"/>
      </w:docPartPr>
      <w:docPartBody>
        <w:p w:rsidR="00000000" w:rsidRDefault="00BA54F3">
          <w:pPr>
            <w:pStyle w:val="FB4E2D2A142A4A6784C5CAE106474F4A"/>
          </w:pPr>
          <w:r>
            <w:t>At Risk: Milestones missed but date intact</w:t>
          </w:r>
        </w:p>
      </w:docPartBody>
    </w:docPart>
    <w:docPart>
      <w:docPartPr>
        <w:name w:val="C746828432F04D8FAD2C2775BAC28A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94A6C-05BD-408E-8BD1-47B6FEFFF129}"/>
      </w:docPartPr>
      <w:docPartBody>
        <w:p w:rsidR="00000000" w:rsidRDefault="00BA54F3">
          <w:pPr>
            <w:pStyle w:val="C746828432F04D8FAD2C2775BAC28AFB"/>
          </w:pPr>
          <w:r>
            <w:t>Off Track: Date will be missed if action not taken</w:t>
          </w:r>
        </w:p>
      </w:docPartBody>
    </w:docPart>
    <w:docPart>
      <w:docPartPr>
        <w:name w:val="799ED53FB7004392A5A60309F0BDA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54E75-F3D4-4C42-A49A-816FFABBD655}"/>
      </w:docPartPr>
      <w:docPartBody>
        <w:p w:rsidR="00000000" w:rsidRDefault="00BA54F3">
          <w:pPr>
            <w:pStyle w:val="799ED53FB7004392A5A60309F0BDA79B"/>
          </w:pPr>
          <w:r>
            <w:t>The project is</w:t>
          </w:r>
        </w:p>
      </w:docPartBody>
    </w:docPart>
    <w:docPart>
      <w:docPartPr>
        <w:name w:val="E24DFA2E4B7142CAAAF956F0551F1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8E931-0E5B-4F6A-9C2A-89AA59138AC1}"/>
      </w:docPartPr>
      <w:docPartBody>
        <w:p w:rsidR="00000000" w:rsidRDefault="00BA54F3">
          <w:pPr>
            <w:pStyle w:val="E24DFA2E4B7142CAAAF956F0551F1A2D"/>
          </w:pPr>
          <w:r w:rsidRPr="000303C2">
            <w:rPr>
              <w:rStyle w:val="Strong"/>
            </w:rPr>
            <w:t>Status</w:t>
          </w:r>
        </w:p>
      </w:docPartBody>
    </w:docPart>
    <w:docPart>
      <w:docPartPr>
        <w:name w:val="FF533905B19441989AD8324374BC7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0E576-24A7-4C9F-899C-DD8989DA78AC}"/>
      </w:docPartPr>
      <w:docPartBody>
        <w:p w:rsidR="00000000" w:rsidRDefault="00BA54F3">
          <w:pPr>
            <w:pStyle w:val="FF533905B19441989AD8324374BC7F90"/>
          </w:pPr>
          <w:r>
            <w:t>the week of</w:t>
          </w:r>
        </w:p>
      </w:docPartBody>
    </w:docPart>
    <w:docPart>
      <w:docPartPr>
        <w:name w:val="71A6F8897802419298FB6AA592CE2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A5CEC-D780-4D3D-9CB6-26AEBBB84589}"/>
      </w:docPartPr>
      <w:docPartBody>
        <w:p w:rsidR="00000000" w:rsidRDefault="00BA54F3">
          <w:pPr>
            <w:pStyle w:val="71A6F8897802419298FB6AA592CE257A"/>
          </w:pPr>
          <w:r>
            <w:t>Start Date</w:t>
          </w:r>
        </w:p>
      </w:docPartBody>
    </w:docPart>
    <w:docPart>
      <w:docPartPr>
        <w:name w:val="D82BC8EEB9E2430AA7D163B732EC6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01403F-6123-466E-A4E1-C3449858B6B2}"/>
      </w:docPartPr>
      <w:docPartBody>
        <w:p w:rsidR="00000000" w:rsidRDefault="00BA54F3">
          <w:pPr>
            <w:pStyle w:val="D82BC8EEB9E2430AA7D163B732EC636B"/>
          </w:pPr>
          <w:r>
            <w:t>-</w:t>
          </w:r>
        </w:p>
      </w:docPartBody>
    </w:docPart>
    <w:docPart>
      <w:docPartPr>
        <w:name w:val="8F95353489654B11B05BC635DDC8F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9BB638-F344-460A-9495-701648E4B9F5}"/>
      </w:docPartPr>
      <w:docPartBody>
        <w:p w:rsidR="00000000" w:rsidRDefault="00BA54F3">
          <w:pPr>
            <w:pStyle w:val="8F95353489654B11B05BC635DDC8F0FC"/>
          </w:pPr>
          <w:r>
            <w:t>End Date</w:t>
          </w:r>
        </w:p>
      </w:docPartBody>
    </w:docPart>
    <w:docPart>
      <w:docPartPr>
        <w:name w:val="8AE52E4AA137452A8F9EF71B58C53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13CF9-4D3E-48D1-9F14-690ED54F709D}"/>
      </w:docPartPr>
      <w:docPartBody>
        <w:p w:rsidR="00000000" w:rsidRDefault="00BA54F3">
          <w:pPr>
            <w:pStyle w:val="8AE52E4AA137452A8F9EF71B58C5317D"/>
          </w:pPr>
          <w:r>
            <w:t>due to the following:</w:t>
          </w:r>
        </w:p>
      </w:docPartBody>
    </w:docPart>
    <w:docPart>
      <w:docPartPr>
        <w:name w:val="050BE191972A4ACE91E15F1A696C2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D9E24-EE77-45B8-9042-9BE1EC027A54}"/>
      </w:docPartPr>
      <w:docPartBody>
        <w:p w:rsidR="00000000" w:rsidRDefault="00BA54F3">
          <w:pPr>
            <w:pStyle w:val="050BE191972A4ACE91E15F1A696C258D"/>
          </w:pPr>
          <w:r>
            <w:t xml:space="preserve">To add a bullet for any status, on the Home tab, in the Styles gallery, select the name of </w:t>
          </w:r>
          <w:r>
            <w:t>the status of you need.</w:t>
          </w:r>
        </w:p>
      </w:docPartBody>
    </w:docPart>
    <w:docPart>
      <w:docPartPr>
        <w:name w:val="8825A06961C14CAE9A018E88221FD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419D8-E5B2-4A86-BEBB-1DA04006CABE}"/>
      </w:docPartPr>
      <w:docPartBody>
        <w:p w:rsidR="00000000" w:rsidRDefault="00BA54F3">
          <w:pPr>
            <w:pStyle w:val="8825A06961C14CAE9A018E88221FD33E"/>
          </w:pPr>
          <w:r>
            <w:t>To replace any placeholder text (such as this) just tap it and start typing.</w:t>
          </w:r>
        </w:p>
      </w:docPartBody>
    </w:docPart>
    <w:docPart>
      <w:docPartPr>
        <w:name w:val="6F9D6668A25C456383C12CE63B722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CA3EA-E38C-420B-BD92-5A4A2E030A26}"/>
      </w:docPartPr>
      <w:docPartBody>
        <w:p w:rsidR="00000000" w:rsidRDefault="00BA54F3">
          <w:pPr>
            <w:pStyle w:val="6F9D6668A25C456383C12CE63B722B22"/>
          </w:pPr>
          <w:r>
            <w:t>Additional status item.</w:t>
          </w:r>
        </w:p>
      </w:docPartBody>
    </w:docPart>
    <w:docPart>
      <w:docPartPr>
        <w:name w:val="B96C45E99D774D2FB4B5A7DE1D2D9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210E3-A6BD-40FD-B8B8-51C83434B4C1}"/>
      </w:docPartPr>
      <w:docPartBody>
        <w:p w:rsidR="00000000" w:rsidRDefault="00BA54F3">
          <w:pPr>
            <w:pStyle w:val="B96C45E99D774D2FB4B5A7DE1D2D96E4"/>
          </w:pPr>
          <w:r>
            <w:t>Issues</w:t>
          </w:r>
        </w:p>
      </w:docPartBody>
    </w:docPart>
    <w:docPart>
      <w:docPartPr>
        <w:name w:val="A2E0CD5402CC4AF4BDA5C187A596E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36E57-08AE-4F1F-BD91-FA9773FA39F1}"/>
      </w:docPartPr>
      <w:docPartBody>
        <w:p w:rsidR="00000000" w:rsidRDefault="00BA54F3">
          <w:pPr>
            <w:pStyle w:val="A2E0CD5402CC4AF4BDA5C187A596EB2F"/>
          </w:pPr>
          <w:r>
            <w:t>Issue No. 1</w:t>
          </w:r>
        </w:p>
      </w:docPartBody>
    </w:docPart>
    <w:docPart>
      <w:docPartPr>
        <w:name w:val="73E18A9A50F24247A73156013A4B2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6CD70-AE6C-40CC-A4EB-730D74F64B03}"/>
      </w:docPartPr>
      <w:docPartBody>
        <w:p w:rsidR="00000000" w:rsidRDefault="00BA54F3">
          <w:pPr>
            <w:pStyle w:val="73E18A9A50F24247A73156013A4B272A"/>
          </w:pPr>
          <w:r>
            <w:t>Issue No. 2</w:t>
          </w:r>
        </w:p>
      </w:docPartBody>
    </w:docPart>
    <w:docPart>
      <w:docPartPr>
        <w:name w:val="448C0C8F7A69448D8C47334977E15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676AC-B235-4133-B9FC-AC763DDE522C}"/>
      </w:docPartPr>
      <w:docPartBody>
        <w:p w:rsidR="00000000" w:rsidRDefault="00BA54F3">
          <w:pPr>
            <w:pStyle w:val="448C0C8F7A69448D8C47334977E1581F"/>
          </w:pPr>
          <w:r>
            <w:t>Issue No. 3</w:t>
          </w:r>
        </w:p>
      </w:docPartBody>
    </w:docPart>
    <w:docPart>
      <w:docPartPr>
        <w:name w:val="4122A4568E8A4FB19265A0696CC22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D9F69-B584-4768-B0B2-85C3CD967AB0}"/>
      </w:docPartPr>
      <w:docPartBody>
        <w:p w:rsidR="00000000" w:rsidRDefault="00BA54F3">
          <w:pPr>
            <w:pStyle w:val="4122A4568E8A4FB19265A0696CC22F0D"/>
          </w:pPr>
          <w:r>
            <w:t>Milestones accomplished the</w:t>
          </w:r>
          <w:r>
            <w:t xml:space="preserve"> week of</w:t>
          </w:r>
        </w:p>
      </w:docPartBody>
    </w:docPart>
    <w:docPart>
      <w:docPartPr>
        <w:name w:val="4D1905EDACA1441D982054DE76A14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D9697-335D-47B5-A414-3D15AEA63529}"/>
      </w:docPartPr>
      <w:docPartBody>
        <w:p w:rsidR="00000000" w:rsidRDefault="00BA54F3">
          <w:pPr>
            <w:pStyle w:val="4D1905EDACA1441D982054DE76A1472C"/>
          </w:pPr>
          <w:r>
            <w:t>Start Date</w:t>
          </w:r>
        </w:p>
      </w:docPartBody>
    </w:docPart>
    <w:docPart>
      <w:docPartPr>
        <w:name w:val="F4D68B48F40A4499A042752BDF021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245A7-90D0-4D8D-81FE-806AFD1E836B}"/>
      </w:docPartPr>
      <w:docPartBody>
        <w:p w:rsidR="00000000" w:rsidRDefault="00BA54F3">
          <w:pPr>
            <w:pStyle w:val="F4D68B48F40A4499A042752BDF021C1F"/>
          </w:pPr>
          <w:r>
            <w:t>-</w:t>
          </w:r>
        </w:p>
      </w:docPartBody>
    </w:docPart>
    <w:docPart>
      <w:docPartPr>
        <w:name w:val="0600322EB6834D62906565C1D14DF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B2B44-D68A-40B0-A13E-80BBB543F9AD}"/>
      </w:docPartPr>
      <w:docPartBody>
        <w:p w:rsidR="00000000" w:rsidRDefault="00BA54F3">
          <w:pPr>
            <w:pStyle w:val="0600322EB6834D62906565C1D14DF3BD"/>
          </w:pPr>
          <w:r>
            <w:t>End Date</w:t>
          </w:r>
        </w:p>
      </w:docPartBody>
    </w:docPart>
    <w:docPart>
      <w:docPartPr>
        <w:name w:val="7F1EB404D4E549C7ACA64307536E5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555D5-0990-443F-8EBB-F4DBA1A21012}"/>
      </w:docPartPr>
      <w:docPartBody>
        <w:p w:rsidR="00000000" w:rsidRDefault="00BA54F3">
          <w:pPr>
            <w:pStyle w:val="7F1EB404D4E549C7ACA64307536E5609"/>
          </w:pPr>
          <w:r>
            <w:t>Milestone No. 1</w:t>
          </w:r>
        </w:p>
      </w:docPartBody>
    </w:docPart>
    <w:docPart>
      <w:docPartPr>
        <w:name w:val="DC4FB23C300546F9AB00095E9BA47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0CDB4-BE04-41B5-B24A-B99D40F601D9}"/>
      </w:docPartPr>
      <w:docPartBody>
        <w:p w:rsidR="00000000" w:rsidRDefault="00BA54F3">
          <w:pPr>
            <w:pStyle w:val="DC4FB23C300546F9AB00095E9BA47462"/>
          </w:pPr>
          <w:r>
            <w:t>Milestone No. 2</w:t>
          </w:r>
        </w:p>
      </w:docPartBody>
    </w:docPart>
    <w:docPart>
      <w:docPartPr>
        <w:name w:val="1B379669968E4300AC86856050932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12462-34CD-4C6A-97DB-199BA441CB60}"/>
      </w:docPartPr>
      <w:docPartBody>
        <w:p w:rsidR="00000000" w:rsidRDefault="00BA54F3">
          <w:pPr>
            <w:pStyle w:val="1B379669968E4300AC86856050932D4E"/>
          </w:pPr>
          <w:r>
            <w:t>Milestone No. 3</w:t>
          </w:r>
        </w:p>
      </w:docPartBody>
    </w:docPart>
    <w:docPart>
      <w:docPartPr>
        <w:name w:val="55FEBA1029374E6EB9892B69B5B82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5DF08-775D-4881-9B51-0333456D97D6}"/>
      </w:docPartPr>
      <w:docPartBody>
        <w:p w:rsidR="00000000" w:rsidRDefault="00BA54F3">
          <w:pPr>
            <w:pStyle w:val="55FEBA1029374E6EB9892B69B5B82044"/>
          </w:pPr>
          <w:r>
            <w:t>Milestones planned this week, but not achieved with variance:</w:t>
          </w:r>
        </w:p>
      </w:docPartBody>
    </w:docPart>
    <w:docPart>
      <w:docPartPr>
        <w:name w:val="3A49A0A0B5F74572A9EE0E0BE6834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D0BC6-A78C-4E4E-9983-016B249C5F80}"/>
      </w:docPartPr>
      <w:docPartBody>
        <w:p w:rsidR="00000000" w:rsidRDefault="00BA54F3">
          <w:pPr>
            <w:pStyle w:val="3A49A0A0B5F74572A9EE0E0BE6834DE0"/>
          </w:pPr>
          <w:r>
            <w:t>Milestones planned for next week:</w:t>
          </w:r>
        </w:p>
      </w:docPartBody>
    </w:docPart>
    <w:docPart>
      <w:docPartPr>
        <w:name w:val="C48FD82D12B84948AE47798387808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0A101-874B-46A3-A731-91CE23440416}"/>
      </w:docPartPr>
      <w:docPartBody>
        <w:p w:rsidR="00000000" w:rsidRDefault="00BA54F3">
          <w:pPr>
            <w:pStyle w:val="C48FD82D12B84948AE47798387808C69"/>
          </w:pPr>
          <w:r>
            <w:t>Areas/questions for discussion:</w:t>
          </w:r>
        </w:p>
      </w:docPartBody>
    </w:docPart>
    <w:docPart>
      <w:docPartPr>
        <w:name w:val="9D38B4E6F51941B29A79846556C3F4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2757A-700F-4F37-ACB0-809409403212}"/>
      </w:docPartPr>
      <w:docPartBody>
        <w:p w:rsidR="00000000" w:rsidRDefault="00BA54F3">
          <w:pPr>
            <w:pStyle w:val="9D38B4E6F51941B29A79846556C3F49B"/>
          </w:pPr>
          <w:r>
            <w:t>List/summarize topics here.</w:t>
          </w:r>
        </w:p>
      </w:docPartBody>
    </w:docPart>
    <w:docPart>
      <w:docPartPr>
        <w:name w:val="DD07158806F2483BAFE89C0EAD9DB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5E6BC-60E4-41DF-B8A4-0935F592B39A}"/>
      </w:docPartPr>
      <w:docPartBody>
        <w:p w:rsidR="00000000" w:rsidRDefault="00BA54F3">
          <w:pPr>
            <w:pStyle w:val="DD07158806F2483BAFE89C0EAD9DBA95"/>
          </w:pPr>
          <w:r>
            <w:t>Last week’s issues</w:t>
          </w:r>
          <w:r>
            <w:br/>
            <w:t>forwarded to this week</w:t>
          </w:r>
        </w:p>
      </w:docPartBody>
    </w:docPart>
    <w:docPart>
      <w:docPartPr>
        <w:name w:val="6DA80F60DFF04E058C275A1A62169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A500C-E719-4F88-9969-912B9252E372}"/>
      </w:docPartPr>
      <w:docPartBody>
        <w:p w:rsidR="00000000" w:rsidRDefault="00BA54F3">
          <w:pPr>
            <w:pStyle w:val="6DA80F60DFF04E058C275A1A6216965C"/>
          </w:pPr>
          <w:r>
            <w:t>List/summarize issues here.</w:t>
          </w:r>
        </w:p>
      </w:docPartBody>
    </w:docPart>
    <w:docPart>
      <w:docPartPr>
        <w:name w:val="3F0824CFE0BE43FB99C426CE5450D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FDE69-B453-493E-A3F9-2B9DC6225063}"/>
      </w:docPartPr>
      <w:docPartBody>
        <w:p w:rsidR="00000000" w:rsidRDefault="00BA54F3">
          <w:pPr>
            <w:pStyle w:val="3F0824CFE0BE43FB99C426CE5450D77D"/>
          </w:pPr>
          <w:r>
            <w:t>Contact Information</w:t>
          </w:r>
        </w:p>
      </w:docPartBody>
    </w:docPart>
    <w:docPart>
      <w:docPartPr>
        <w:name w:val="FD0F7AD026D2428E95799CAF6FD445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2EAAE-13C5-4AD8-BCD2-A375B2A8B595}"/>
      </w:docPartPr>
      <w:docPartBody>
        <w:p w:rsidR="00000000" w:rsidRDefault="00BA54F3">
          <w:pPr>
            <w:pStyle w:val="FD0F7AD026D2428E95799CAF6FD44561"/>
          </w:pPr>
          <w:r>
            <w:t>If you want to add any important info about the contacts that follow, you can do that here. If not, just select this placeholder and press Delete to</w:t>
          </w:r>
          <w:r>
            <w:t xml:space="preserve"> remove it.</w:t>
          </w:r>
        </w:p>
      </w:docPartBody>
    </w:docPart>
    <w:docPart>
      <w:docPartPr>
        <w:name w:val="B581B2DE87D84B1C91D716A25BBEB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BD5C9-830F-4843-9585-7CB2EFFEE762}"/>
      </w:docPartPr>
      <w:docPartBody>
        <w:p w:rsidR="00000000" w:rsidRDefault="00BA54F3">
          <w:pPr>
            <w:pStyle w:val="B581B2DE87D84B1C91D716A25BBEB087"/>
          </w:pPr>
          <w:r>
            <w:rPr>
              <w:rStyle w:val="Strong"/>
            </w:rPr>
            <w:t>Client Project Manager</w:t>
          </w:r>
        </w:p>
      </w:docPartBody>
    </w:docPart>
    <w:docPart>
      <w:docPartPr>
        <w:name w:val="B8EE5FCD3D154818864282459E5B2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381B3-A3AB-4A50-B1D8-DD9BC5A36E06}"/>
      </w:docPartPr>
      <w:docPartBody>
        <w:p w:rsidR="00000000" w:rsidRDefault="00BA54F3">
          <w:pPr>
            <w:pStyle w:val="B8EE5FCD3D154818864282459E5B25E0"/>
          </w:pPr>
          <w:r>
            <w:t>Office:</w:t>
          </w:r>
        </w:p>
      </w:docPartBody>
    </w:docPart>
    <w:docPart>
      <w:docPartPr>
        <w:name w:val="3BF6A67A65C44571BC25949196EAA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F5F02-72D4-496B-B69C-D5B8DCA7D0C2}"/>
      </w:docPartPr>
      <w:docPartBody>
        <w:p w:rsidR="00000000" w:rsidRDefault="00BA54F3">
          <w:pPr>
            <w:pStyle w:val="3BF6A67A65C44571BC25949196EAA283"/>
          </w:pPr>
          <w:r>
            <w:t>Office Phone</w:t>
          </w:r>
        </w:p>
      </w:docPartBody>
    </w:docPart>
    <w:docPart>
      <w:docPartPr>
        <w:name w:val="34B079A729C44CAF9F366B2618446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0CCED-FC19-4C2A-B8B4-F3D4C60C0616}"/>
      </w:docPartPr>
      <w:docPartBody>
        <w:p w:rsidR="00000000" w:rsidRDefault="00BA54F3">
          <w:pPr>
            <w:pStyle w:val="34B079A729C44CAF9F366B2618446CA1"/>
          </w:pPr>
          <w:r>
            <w:t>Mobile:</w:t>
          </w:r>
        </w:p>
      </w:docPartBody>
    </w:docPart>
    <w:docPart>
      <w:docPartPr>
        <w:name w:val="11A58582B85B48679DD3E0471A6A0C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99510-78C9-471C-B4FA-7BF1B3F091A8}"/>
      </w:docPartPr>
      <w:docPartBody>
        <w:p w:rsidR="00000000" w:rsidRDefault="00BA54F3">
          <w:pPr>
            <w:pStyle w:val="11A58582B85B48679DD3E0471A6A0C92"/>
          </w:pPr>
          <w:r>
            <w:t>Cell Phone</w:t>
          </w:r>
        </w:p>
      </w:docPartBody>
    </w:docPart>
    <w:docPart>
      <w:docPartPr>
        <w:name w:val="C34D27676CF046E1AB58E51344F41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D4662-282D-4E98-B1FF-FBE2B3EB8125}"/>
      </w:docPartPr>
      <w:docPartBody>
        <w:p w:rsidR="00000000" w:rsidRDefault="00BA54F3">
          <w:pPr>
            <w:pStyle w:val="C34D27676CF046E1AB58E51344F417B4"/>
          </w:pPr>
          <w:r>
            <w:t>Email:</w:t>
          </w:r>
        </w:p>
      </w:docPartBody>
    </w:docPart>
    <w:docPart>
      <w:docPartPr>
        <w:name w:val="A265505E8F6048CABBAA4C5329C85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F72C8-EC6E-4E3B-BDA1-CE2B031C106A}"/>
      </w:docPartPr>
      <w:docPartBody>
        <w:p w:rsidR="00000000" w:rsidRDefault="00BA54F3">
          <w:pPr>
            <w:pStyle w:val="A265505E8F6048CABBAA4C5329C85F8E"/>
          </w:pPr>
          <w:r>
            <w:t>Email</w:t>
          </w:r>
        </w:p>
      </w:docPartBody>
    </w:docPart>
    <w:docPart>
      <w:docPartPr>
        <w:name w:val="A4C2BC50CE7F472785A3E7D36B5D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42631-D9E9-4BD0-A66A-DA689546BF2E}"/>
      </w:docPartPr>
      <w:docPartBody>
        <w:p w:rsidR="00000000" w:rsidRDefault="00BA54F3">
          <w:pPr>
            <w:pStyle w:val="A4C2BC50CE7F472785A3E7D36B5D82C7"/>
          </w:pPr>
          <w:r>
            <w:rPr>
              <w:rStyle w:val="Strong"/>
            </w:rPr>
            <w:t>Client Project Champion</w:t>
          </w:r>
        </w:p>
      </w:docPartBody>
    </w:docPart>
    <w:docPart>
      <w:docPartPr>
        <w:name w:val="7E032D6F55374923A1A7954A33ADD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4BB93-950F-4AD9-97D8-90DBDBA9A6D4}"/>
      </w:docPartPr>
      <w:docPartBody>
        <w:p w:rsidR="00000000" w:rsidRDefault="00BA54F3">
          <w:pPr>
            <w:pStyle w:val="7E032D6F55374923A1A7954A33ADDC5F"/>
          </w:pPr>
          <w:r>
            <w:t>Office:</w:t>
          </w:r>
        </w:p>
      </w:docPartBody>
    </w:docPart>
    <w:docPart>
      <w:docPartPr>
        <w:name w:val="CA0BF90BBBB7487BAFE2C87F1B532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9FCF8-8F02-4139-B39B-1C23A788D293}"/>
      </w:docPartPr>
      <w:docPartBody>
        <w:p w:rsidR="00000000" w:rsidRDefault="00BA54F3">
          <w:pPr>
            <w:pStyle w:val="CA0BF90BBBB7487BAFE2C87F1B532B35"/>
          </w:pPr>
          <w:r>
            <w:t>Mobile:</w:t>
          </w:r>
        </w:p>
      </w:docPartBody>
    </w:docPart>
    <w:docPart>
      <w:docPartPr>
        <w:name w:val="A5EF809B95A944209F01F7817022C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446A4-4136-46DB-92F2-D965D77740C3}"/>
      </w:docPartPr>
      <w:docPartBody>
        <w:p w:rsidR="00000000" w:rsidRDefault="00BA54F3">
          <w:pPr>
            <w:pStyle w:val="A5EF809B95A944209F01F7817022CBE7"/>
          </w:pPr>
          <w:r>
            <w:t>Email:</w:t>
          </w:r>
        </w:p>
      </w:docPartBody>
    </w:docPart>
    <w:docPart>
      <w:docPartPr>
        <w:name w:val="C584EC780EFA49FCBA54D9D80D5F8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843DD-E5BE-4696-8545-9A2CCADA06CE}"/>
      </w:docPartPr>
      <w:docPartBody>
        <w:p w:rsidR="00000000" w:rsidRDefault="00BA54F3">
          <w:pPr>
            <w:pStyle w:val="C584EC780EFA49FCBA54D9D80D5F8F7D"/>
          </w:pPr>
          <w:r>
            <w:t>Project Abstract</w:t>
          </w:r>
        </w:p>
      </w:docPartBody>
    </w:docPart>
    <w:docPart>
      <w:docPartPr>
        <w:name w:val="188AC97A77874C29BF598D67B2784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70ECD-CC26-4EA1-8A06-30789952922B}"/>
      </w:docPartPr>
      <w:docPartBody>
        <w:p w:rsidR="00000000" w:rsidRDefault="00BA54F3">
          <w:pPr>
            <w:pStyle w:val="188AC97A77874C29BF598D67B2784CC8"/>
          </w:pPr>
          <w:r>
            <w:t>Add a brief project summary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3"/>
    <w:rsid w:val="00BA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4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D3DE41432B4AA2B4CD498F89788E75">
    <w:name w:val="0AD3DE41432B4AA2B4CD498F89788E75"/>
  </w:style>
  <w:style w:type="paragraph" w:customStyle="1" w:styleId="EF73CA9101B543D4BED40BD3BECEBB88">
    <w:name w:val="EF73CA9101B543D4BED40BD3BECEBB88"/>
  </w:style>
  <w:style w:type="character" w:styleId="Strong">
    <w:name w:val="Strong"/>
    <w:basedOn w:val="DefaultParagraphFont"/>
    <w:uiPriority w:val="4"/>
    <w:unhideWhenUsed/>
    <w:qFormat/>
    <w:rPr>
      <w:b/>
      <w:bCs/>
    </w:rPr>
  </w:style>
  <w:style w:type="paragraph" w:customStyle="1" w:styleId="699B2B3CDFE64E4B86F87D16702AFC93">
    <w:name w:val="699B2B3CDFE64E4B86F87D16702AFC93"/>
  </w:style>
  <w:style w:type="paragraph" w:customStyle="1" w:styleId="DBE1F4502B9642E8B0306632A1A7FE2E">
    <w:name w:val="DBE1F4502B9642E8B0306632A1A7FE2E"/>
  </w:style>
  <w:style w:type="paragraph" w:customStyle="1" w:styleId="3C6E550F25A44A8ABDBF1413195E1BFB">
    <w:name w:val="3C6E550F25A44A8ABDBF1413195E1BFB"/>
  </w:style>
  <w:style w:type="paragraph" w:customStyle="1" w:styleId="A5749748D1AA4B689EF24F09A502C63D">
    <w:name w:val="A5749748D1AA4B689EF24F09A502C63D"/>
  </w:style>
  <w:style w:type="paragraph" w:customStyle="1" w:styleId="0E5466BBA3A54A32AFFA61F1DABBD330">
    <w:name w:val="0E5466BBA3A54A32AFFA61F1DABBD330"/>
  </w:style>
  <w:style w:type="paragraph" w:customStyle="1" w:styleId="BFF4BC37EAC34CD2B61314474D1249C6">
    <w:name w:val="BFF4BC37EAC34CD2B61314474D1249C6"/>
  </w:style>
  <w:style w:type="paragraph" w:customStyle="1" w:styleId="54F6D9A08C4A40CB8E0C2DF4C53E7F24">
    <w:name w:val="54F6D9A08C4A40CB8E0C2DF4C53E7F24"/>
  </w:style>
  <w:style w:type="paragraph" w:customStyle="1" w:styleId="FB4E2D2A142A4A6784C5CAE106474F4A">
    <w:name w:val="FB4E2D2A142A4A6784C5CAE106474F4A"/>
  </w:style>
  <w:style w:type="paragraph" w:customStyle="1" w:styleId="C746828432F04D8FAD2C2775BAC28AFB">
    <w:name w:val="C746828432F04D8FAD2C2775BAC28AFB"/>
  </w:style>
  <w:style w:type="paragraph" w:customStyle="1" w:styleId="799ED53FB7004392A5A60309F0BDA79B">
    <w:name w:val="799ED53FB7004392A5A60309F0BDA79B"/>
  </w:style>
  <w:style w:type="paragraph" w:customStyle="1" w:styleId="E24DFA2E4B7142CAAAF956F0551F1A2D">
    <w:name w:val="E24DFA2E4B7142CAAAF956F0551F1A2D"/>
  </w:style>
  <w:style w:type="paragraph" w:customStyle="1" w:styleId="FF533905B19441989AD8324374BC7F90">
    <w:name w:val="FF533905B19441989AD8324374BC7F90"/>
  </w:style>
  <w:style w:type="paragraph" w:customStyle="1" w:styleId="71A6F8897802419298FB6AA592CE257A">
    <w:name w:val="71A6F8897802419298FB6AA592CE257A"/>
  </w:style>
  <w:style w:type="paragraph" w:customStyle="1" w:styleId="D82BC8EEB9E2430AA7D163B732EC636B">
    <w:name w:val="D82BC8EEB9E2430AA7D163B732EC636B"/>
  </w:style>
  <w:style w:type="paragraph" w:customStyle="1" w:styleId="8F95353489654B11B05BC635DDC8F0FC">
    <w:name w:val="8F95353489654B11B05BC635DDC8F0FC"/>
  </w:style>
  <w:style w:type="paragraph" w:customStyle="1" w:styleId="8AE52E4AA137452A8F9EF71B58C5317D">
    <w:name w:val="8AE52E4AA137452A8F9EF71B58C5317D"/>
  </w:style>
  <w:style w:type="paragraph" w:customStyle="1" w:styleId="050BE191972A4ACE91E15F1A696C258D">
    <w:name w:val="050BE191972A4ACE91E15F1A696C258D"/>
  </w:style>
  <w:style w:type="paragraph" w:customStyle="1" w:styleId="8825A06961C14CAE9A018E88221FD33E">
    <w:name w:val="8825A06961C14CAE9A018E88221FD33E"/>
  </w:style>
  <w:style w:type="paragraph" w:customStyle="1" w:styleId="6F9D6668A25C456383C12CE63B722B22">
    <w:name w:val="6F9D6668A25C456383C12CE63B722B22"/>
  </w:style>
  <w:style w:type="paragraph" w:customStyle="1" w:styleId="B96C45E99D774D2FB4B5A7DE1D2D96E4">
    <w:name w:val="B96C45E99D774D2FB4B5A7DE1D2D96E4"/>
  </w:style>
  <w:style w:type="paragraph" w:customStyle="1" w:styleId="A2E0CD5402CC4AF4BDA5C187A596EB2F">
    <w:name w:val="A2E0CD5402CC4AF4BDA5C187A596EB2F"/>
  </w:style>
  <w:style w:type="paragraph" w:customStyle="1" w:styleId="73E18A9A50F24247A73156013A4B272A">
    <w:name w:val="73E18A9A50F24247A73156013A4B272A"/>
  </w:style>
  <w:style w:type="paragraph" w:customStyle="1" w:styleId="448C0C8F7A69448D8C47334977E1581F">
    <w:name w:val="448C0C8F7A69448D8C47334977E1581F"/>
  </w:style>
  <w:style w:type="paragraph" w:customStyle="1" w:styleId="4122A4568E8A4FB19265A0696CC22F0D">
    <w:name w:val="4122A4568E8A4FB19265A0696CC22F0D"/>
  </w:style>
  <w:style w:type="paragraph" w:customStyle="1" w:styleId="4D1905EDACA1441D982054DE76A1472C">
    <w:name w:val="4D1905EDACA1441D982054DE76A1472C"/>
  </w:style>
  <w:style w:type="paragraph" w:customStyle="1" w:styleId="F4D68B48F40A4499A042752BDF021C1F">
    <w:name w:val="F4D68B48F40A4499A042752BDF021C1F"/>
  </w:style>
  <w:style w:type="paragraph" w:customStyle="1" w:styleId="0600322EB6834D62906565C1D14DF3BD">
    <w:name w:val="0600322EB6834D62906565C1D14DF3BD"/>
  </w:style>
  <w:style w:type="paragraph" w:customStyle="1" w:styleId="7F1EB404D4E549C7ACA64307536E5609">
    <w:name w:val="7F1EB404D4E549C7ACA64307536E5609"/>
  </w:style>
  <w:style w:type="paragraph" w:customStyle="1" w:styleId="DC4FB23C300546F9AB00095E9BA47462">
    <w:name w:val="DC4FB23C300546F9AB00095E9BA47462"/>
  </w:style>
  <w:style w:type="paragraph" w:customStyle="1" w:styleId="1B379669968E4300AC86856050932D4E">
    <w:name w:val="1B379669968E4300AC86856050932D4E"/>
  </w:style>
  <w:style w:type="paragraph" w:customStyle="1" w:styleId="55FEBA1029374E6EB9892B69B5B82044">
    <w:name w:val="55FEBA1029374E6EB9892B69B5B82044"/>
  </w:style>
  <w:style w:type="paragraph" w:customStyle="1" w:styleId="3A49A0A0B5F74572A9EE0E0BE6834DE0">
    <w:name w:val="3A49A0A0B5F74572A9EE0E0BE6834DE0"/>
  </w:style>
  <w:style w:type="paragraph" w:customStyle="1" w:styleId="C48FD82D12B84948AE47798387808C69">
    <w:name w:val="C48FD82D12B84948AE47798387808C69"/>
  </w:style>
  <w:style w:type="paragraph" w:customStyle="1" w:styleId="9D38B4E6F51941B29A79846556C3F49B">
    <w:name w:val="9D38B4E6F51941B29A79846556C3F49B"/>
  </w:style>
  <w:style w:type="paragraph" w:customStyle="1" w:styleId="DD07158806F2483BAFE89C0EAD9DBA95">
    <w:name w:val="DD07158806F2483BAFE89C0EAD9DBA95"/>
  </w:style>
  <w:style w:type="paragraph" w:customStyle="1" w:styleId="6DA80F60DFF04E058C275A1A6216965C">
    <w:name w:val="6DA80F60DFF04E058C275A1A6216965C"/>
  </w:style>
  <w:style w:type="paragraph" w:customStyle="1" w:styleId="3F0824CFE0BE43FB99C426CE5450D77D">
    <w:name w:val="3F0824CFE0BE43FB99C426CE5450D77D"/>
  </w:style>
  <w:style w:type="paragraph" w:customStyle="1" w:styleId="FD0F7AD026D2428E95799CAF6FD44561">
    <w:name w:val="FD0F7AD026D2428E95799CAF6FD44561"/>
  </w:style>
  <w:style w:type="paragraph" w:customStyle="1" w:styleId="B581B2DE87D84B1C91D716A25BBEB087">
    <w:name w:val="B581B2DE87D84B1C91D716A25BBEB087"/>
  </w:style>
  <w:style w:type="paragraph" w:customStyle="1" w:styleId="B8EE5FCD3D154818864282459E5B25E0">
    <w:name w:val="B8EE5FCD3D154818864282459E5B25E0"/>
  </w:style>
  <w:style w:type="paragraph" w:customStyle="1" w:styleId="3BF6A67A65C44571BC25949196EAA283">
    <w:name w:val="3BF6A67A65C44571BC25949196EAA283"/>
  </w:style>
  <w:style w:type="paragraph" w:customStyle="1" w:styleId="34B079A729C44CAF9F366B2618446CA1">
    <w:name w:val="34B079A729C44CAF9F366B2618446CA1"/>
  </w:style>
  <w:style w:type="paragraph" w:customStyle="1" w:styleId="11A58582B85B48679DD3E0471A6A0C92">
    <w:name w:val="11A58582B85B48679DD3E0471A6A0C92"/>
  </w:style>
  <w:style w:type="paragraph" w:customStyle="1" w:styleId="C34D27676CF046E1AB58E51344F417B4">
    <w:name w:val="C34D27676CF046E1AB58E51344F417B4"/>
  </w:style>
  <w:style w:type="paragraph" w:customStyle="1" w:styleId="A265505E8F6048CABBAA4C5329C85F8E">
    <w:name w:val="A265505E8F6048CABBAA4C5329C85F8E"/>
  </w:style>
  <w:style w:type="paragraph" w:customStyle="1" w:styleId="A4C2BC50CE7F472785A3E7D36B5D82C7">
    <w:name w:val="A4C2BC50CE7F472785A3E7D36B5D82C7"/>
  </w:style>
  <w:style w:type="paragraph" w:customStyle="1" w:styleId="7E032D6F55374923A1A7954A33ADDC5F">
    <w:name w:val="7E032D6F55374923A1A7954A33ADDC5F"/>
  </w:style>
  <w:style w:type="paragraph" w:customStyle="1" w:styleId="CA0BF90BBBB7487BAFE2C87F1B532B35">
    <w:name w:val="CA0BF90BBBB7487BAFE2C87F1B532B35"/>
  </w:style>
  <w:style w:type="paragraph" w:customStyle="1" w:styleId="A5EF809B95A944209F01F7817022CBE7">
    <w:name w:val="A5EF809B95A944209F01F7817022CBE7"/>
  </w:style>
  <w:style w:type="paragraph" w:customStyle="1" w:styleId="C584EC780EFA49FCBA54D9D80D5F8F7D">
    <w:name w:val="C584EC780EFA49FCBA54D9D80D5F8F7D"/>
  </w:style>
  <w:style w:type="paragraph" w:customStyle="1" w:styleId="188AC97A77874C29BF598D67B2784CC8">
    <w:name w:val="188AC97A77874C29BF598D67B2784CC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4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D3DE41432B4AA2B4CD498F89788E75">
    <w:name w:val="0AD3DE41432B4AA2B4CD498F89788E75"/>
  </w:style>
  <w:style w:type="paragraph" w:customStyle="1" w:styleId="EF73CA9101B543D4BED40BD3BECEBB88">
    <w:name w:val="EF73CA9101B543D4BED40BD3BECEBB88"/>
  </w:style>
  <w:style w:type="character" w:styleId="Strong">
    <w:name w:val="Strong"/>
    <w:basedOn w:val="DefaultParagraphFont"/>
    <w:uiPriority w:val="4"/>
    <w:unhideWhenUsed/>
    <w:qFormat/>
    <w:rPr>
      <w:b/>
      <w:bCs/>
    </w:rPr>
  </w:style>
  <w:style w:type="paragraph" w:customStyle="1" w:styleId="699B2B3CDFE64E4B86F87D16702AFC93">
    <w:name w:val="699B2B3CDFE64E4B86F87D16702AFC93"/>
  </w:style>
  <w:style w:type="paragraph" w:customStyle="1" w:styleId="DBE1F4502B9642E8B0306632A1A7FE2E">
    <w:name w:val="DBE1F4502B9642E8B0306632A1A7FE2E"/>
  </w:style>
  <w:style w:type="paragraph" w:customStyle="1" w:styleId="3C6E550F25A44A8ABDBF1413195E1BFB">
    <w:name w:val="3C6E550F25A44A8ABDBF1413195E1BFB"/>
  </w:style>
  <w:style w:type="paragraph" w:customStyle="1" w:styleId="A5749748D1AA4B689EF24F09A502C63D">
    <w:name w:val="A5749748D1AA4B689EF24F09A502C63D"/>
  </w:style>
  <w:style w:type="paragraph" w:customStyle="1" w:styleId="0E5466BBA3A54A32AFFA61F1DABBD330">
    <w:name w:val="0E5466BBA3A54A32AFFA61F1DABBD330"/>
  </w:style>
  <w:style w:type="paragraph" w:customStyle="1" w:styleId="BFF4BC37EAC34CD2B61314474D1249C6">
    <w:name w:val="BFF4BC37EAC34CD2B61314474D1249C6"/>
  </w:style>
  <w:style w:type="paragraph" w:customStyle="1" w:styleId="54F6D9A08C4A40CB8E0C2DF4C53E7F24">
    <w:name w:val="54F6D9A08C4A40CB8E0C2DF4C53E7F24"/>
  </w:style>
  <w:style w:type="paragraph" w:customStyle="1" w:styleId="FB4E2D2A142A4A6784C5CAE106474F4A">
    <w:name w:val="FB4E2D2A142A4A6784C5CAE106474F4A"/>
  </w:style>
  <w:style w:type="paragraph" w:customStyle="1" w:styleId="C746828432F04D8FAD2C2775BAC28AFB">
    <w:name w:val="C746828432F04D8FAD2C2775BAC28AFB"/>
  </w:style>
  <w:style w:type="paragraph" w:customStyle="1" w:styleId="799ED53FB7004392A5A60309F0BDA79B">
    <w:name w:val="799ED53FB7004392A5A60309F0BDA79B"/>
  </w:style>
  <w:style w:type="paragraph" w:customStyle="1" w:styleId="E24DFA2E4B7142CAAAF956F0551F1A2D">
    <w:name w:val="E24DFA2E4B7142CAAAF956F0551F1A2D"/>
  </w:style>
  <w:style w:type="paragraph" w:customStyle="1" w:styleId="FF533905B19441989AD8324374BC7F90">
    <w:name w:val="FF533905B19441989AD8324374BC7F90"/>
  </w:style>
  <w:style w:type="paragraph" w:customStyle="1" w:styleId="71A6F8897802419298FB6AA592CE257A">
    <w:name w:val="71A6F8897802419298FB6AA592CE257A"/>
  </w:style>
  <w:style w:type="paragraph" w:customStyle="1" w:styleId="D82BC8EEB9E2430AA7D163B732EC636B">
    <w:name w:val="D82BC8EEB9E2430AA7D163B732EC636B"/>
  </w:style>
  <w:style w:type="paragraph" w:customStyle="1" w:styleId="8F95353489654B11B05BC635DDC8F0FC">
    <w:name w:val="8F95353489654B11B05BC635DDC8F0FC"/>
  </w:style>
  <w:style w:type="paragraph" w:customStyle="1" w:styleId="8AE52E4AA137452A8F9EF71B58C5317D">
    <w:name w:val="8AE52E4AA137452A8F9EF71B58C5317D"/>
  </w:style>
  <w:style w:type="paragraph" w:customStyle="1" w:styleId="050BE191972A4ACE91E15F1A696C258D">
    <w:name w:val="050BE191972A4ACE91E15F1A696C258D"/>
  </w:style>
  <w:style w:type="paragraph" w:customStyle="1" w:styleId="8825A06961C14CAE9A018E88221FD33E">
    <w:name w:val="8825A06961C14CAE9A018E88221FD33E"/>
  </w:style>
  <w:style w:type="paragraph" w:customStyle="1" w:styleId="6F9D6668A25C456383C12CE63B722B22">
    <w:name w:val="6F9D6668A25C456383C12CE63B722B22"/>
  </w:style>
  <w:style w:type="paragraph" w:customStyle="1" w:styleId="B96C45E99D774D2FB4B5A7DE1D2D96E4">
    <w:name w:val="B96C45E99D774D2FB4B5A7DE1D2D96E4"/>
  </w:style>
  <w:style w:type="paragraph" w:customStyle="1" w:styleId="A2E0CD5402CC4AF4BDA5C187A596EB2F">
    <w:name w:val="A2E0CD5402CC4AF4BDA5C187A596EB2F"/>
  </w:style>
  <w:style w:type="paragraph" w:customStyle="1" w:styleId="73E18A9A50F24247A73156013A4B272A">
    <w:name w:val="73E18A9A50F24247A73156013A4B272A"/>
  </w:style>
  <w:style w:type="paragraph" w:customStyle="1" w:styleId="448C0C8F7A69448D8C47334977E1581F">
    <w:name w:val="448C0C8F7A69448D8C47334977E1581F"/>
  </w:style>
  <w:style w:type="paragraph" w:customStyle="1" w:styleId="4122A4568E8A4FB19265A0696CC22F0D">
    <w:name w:val="4122A4568E8A4FB19265A0696CC22F0D"/>
  </w:style>
  <w:style w:type="paragraph" w:customStyle="1" w:styleId="4D1905EDACA1441D982054DE76A1472C">
    <w:name w:val="4D1905EDACA1441D982054DE76A1472C"/>
  </w:style>
  <w:style w:type="paragraph" w:customStyle="1" w:styleId="F4D68B48F40A4499A042752BDF021C1F">
    <w:name w:val="F4D68B48F40A4499A042752BDF021C1F"/>
  </w:style>
  <w:style w:type="paragraph" w:customStyle="1" w:styleId="0600322EB6834D62906565C1D14DF3BD">
    <w:name w:val="0600322EB6834D62906565C1D14DF3BD"/>
  </w:style>
  <w:style w:type="paragraph" w:customStyle="1" w:styleId="7F1EB404D4E549C7ACA64307536E5609">
    <w:name w:val="7F1EB404D4E549C7ACA64307536E5609"/>
  </w:style>
  <w:style w:type="paragraph" w:customStyle="1" w:styleId="DC4FB23C300546F9AB00095E9BA47462">
    <w:name w:val="DC4FB23C300546F9AB00095E9BA47462"/>
  </w:style>
  <w:style w:type="paragraph" w:customStyle="1" w:styleId="1B379669968E4300AC86856050932D4E">
    <w:name w:val="1B379669968E4300AC86856050932D4E"/>
  </w:style>
  <w:style w:type="paragraph" w:customStyle="1" w:styleId="55FEBA1029374E6EB9892B69B5B82044">
    <w:name w:val="55FEBA1029374E6EB9892B69B5B82044"/>
  </w:style>
  <w:style w:type="paragraph" w:customStyle="1" w:styleId="3A49A0A0B5F74572A9EE0E0BE6834DE0">
    <w:name w:val="3A49A0A0B5F74572A9EE0E0BE6834DE0"/>
  </w:style>
  <w:style w:type="paragraph" w:customStyle="1" w:styleId="C48FD82D12B84948AE47798387808C69">
    <w:name w:val="C48FD82D12B84948AE47798387808C69"/>
  </w:style>
  <w:style w:type="paragraph" w:customStyle="1" w:styleId="9D38B4E6F51941B29A79846556C3F49B">
    <w:name w:val="9D38B4E6F51941B29A79846556C3F49B"/>
  </w:style>
  <w:style w:type="paragraph" w:customStyle="1" w:styleId="DD07158806F2483BAFE89C0EAD9DBA95">
    <w:name w:val="DD07158806F2483BAFE89C0EAD9DBA95"/>
  </w:style>
  <w:style w:type="paragraph" w:customStyle="1" w:styleId="6DA80F60DFF04E058C275A1A6216965C">
    <w:name w:val="6DA80F60DFF04E058C275A1A6216965C"/>
  </w:style>
  <w:style w:type="paragraph" w:customStyle="1" w:styleId="3F0824CFE0BE43FB99C426CE5450D77D">
    <w:name w:val="3F0824CFE0BE43FB99C426CE5450D77D"/>
  </w:style>
  <w:style w:type="paragraph" w:customStyle="1" w:styleId="FD0F7AD026D2428E95799CAF6FD44561">
    <w:name w:val="FD0F7AD026D2428E95799CAF6FD44561"/>
  </w:style>
  <w:style w:type="paragraph" w:customStyle="1" w:styleId="B581B2DE87D84B1C91D716A25BBEB087">
    <w:name w:val="B581B2DE87D84B1C91D716A25BBEB087"/>
  </w:style>
  <w:style w:type="paragraph" w:customStyle="1" w:styleId="B8EE5FCD3D154818864282459E5B25E0">
    <w:name w:val="B8EE5FCD3D154818864282459E5B25E0"/>
  </w:style>
  <w:style w:type="paragraph" w:customStyle="1" w:styleId="3BF6A67A65C44571BC25949196EAA283">
    <w:name w:val="3BF6A67A65C44571BC25949196EAA283"/>
  </w:style>
  <w:style w:type="paragraph" w:customStyle="1" w:styleId="34B079A729C44CAF9F366B2618446CA1">
    <w:name w:val="34B079A729C44CAF9F366B2618446CA1"/>
  </w:style>
  <w:style w:type="paragraph" w:customStyle="1" w:styleId="11A58582B85B48679DD3E0471A6A0C92">
    <w:name w:val="11A58582B85B48679DD3E0471A6A0C92"/>
  </w:style>
  <w:style w:type="paragraph" w:customStyle="1" w:styleId="C34D27676CF046E1AB58E51344F417B4">
    <w:name w:val="C34D27676CF046E1AB58E51344F417B4"/>
  </w:style>
  <w:style w:type="paragraph" w:customStyle="1" w:styleId="A265505E8F6048CABBAA4C5329C85F8E">
    <w:name w:val="A265505E8F6048CABBAA4C5329C85F8E"/>
  </w:style>
  <w:style w:type="paragraph" w:customStyle="1" w:styleId="A4C2BC50CE7F472785A3E7D36B5D82C7">
    <w:name w:val="A4C2BC50CE7F472785A3E7D36B5D82C7"/>
  </w:style>
  <w:style w:type="paragraph" w:customStyle="1" w:styleId="7E032D6F55374923A1A7954A33ADDC5F">
    <w:name w:val="7E032D6F55374923A1A7954A33ADDC5F"/>
  </w:style>
  <w:style w:type="paragraph" w:customStyle="1" w:styleId="CA0BF90BBBB7487BAFE2C87F1B532B35">
    <w:name w:val="CA0BF90BBBB7487BAFE2C87F1B532B35"/>
  </w:style>
  <w:style w:type="paragraph" w:customStyle="1" w:styleId="A5EF809B95A944209F01F7817022CBE7">
    <w:name w:val="A5EF809B95A944209F01F7817022CBE7"/>
  </w:style>
  <w:style w:type="paragraph" w:customStyle="1" w:styleId="C584EC780EFA49FCBA54D9D80D5F8F7D">
    <w:name w:val="C584EC780EFA49FCBA54D9D80D5F8F7D"/>
  </w:style>
  <w:style w:type="paragraph" w:customStyle="1" w:styleId="188AC97A77874C29BF598D67B2784CC8">
    <w:name w:val="188AC97A77874C29BF598D67B2784C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weekly status report template-84695228</Template>
  <TotalTime>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1</cp:revision>
  <cp:lastPrinted>2012-12-03T18:15:00Z</cp:lastPrinted>
  <dcterms:created xsi:type="dcterms:W3CDTF">2022-06-27T09:34:00Z</dcterms:created>
  <dcterms:modified xsi:type="dcterms:W3CDTF">2022-06-27T09:35:00Z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