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5E6C1" w14:textId="77777777" w:rsidR="00EA6114" w:rsidRPr="00F85F10" w:rsidRDefault="0005620E" w:rsidP="00F85F10">
      <w:pPr>
        <w:pStyle w:val="Logo"/>
        <w:rPr>
          <w:noProof/>
        </w:rPr>
      </w:pPr>
      <w:sdt>
        <w:sdtPr>
          <w:id w:val="-206116552"/>
          <w15:appearance w15:val="hidden"/>
          <w:picture/>
        </w:sdtPr>
        <w:sdtEndPr/>
        <w:sdtContent>
          <w:r w:rsidR="00F85F10" w:rsidRPr="00F85F10">
            <w:rPr>
              <w:noProof/>
            </w:rPr>
            <w:drawing>
              <wp:inline distT="0" distB="0" distL="0" distR="0" wp14:anchorId="64533A00" wp14:editId="67E4FA5F">
                <wp:extent cx="1543050" cy="304282"/>
                <wp:effectExtent l="38100" t="38100" r="38100" b="38735"/>
                <wp:docPr id="17" name="Picture 17" descr="Logo here content contr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9637" cy="311497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F85F10" w:rsidRPr="00F85F10">
        <w:t xml:space="preserve"> </w:t>
      </w:r>
    </w:p>
    <w:tbl>
      <w:tblPr>
        <w:tblpPr w:leftFromText="180" w:rightFromText="180" w:vertAnchor="text" w:horzAnchor="page" w:tblpX="388" w:tblpY="2649"/>
        <w:tblW w:w="0" w:type="auto"/>
        <w:tblLook w:val="0600" w:firstRow="0" w:lastRow="0" w:firstColumn="0" w:lastColumn="0" w:noHBand="1" w:noVBand="1"/>
      </w:tblPr>
      <w:tblGrid>
        <w:gridCol w:w="571"/>
      </w:tblGrid>
      <w:tr w:rsidR="00EA6114" w14:paraId="232003AE" w14:textId="77777777" w:rsidTr="00EA6114">
        <w:trPr>
          <w:cantSplit/>
          <w:trHeight w:val="2016"/>
        </w:trPr>
        <w:tc>
          <w:tcPr>
            <w:tcW w:w="571" w:type="dxa"/>
            <w:textDirection w:val="btLr"/>
            <w:vAlign w:val="center"/>
          </w:tcPr>
          <w:p w14:paraId="218269C2" w14:textId="77777777" w:rsidR="00EA6114" w:rsidRPr="00E56439" w:rsidRDefault="0005620E" w:rsidP="00EA6114">
            <w:pPr>
              <w:spacing w:before="0" w:after="0"/>
              <w:ind w:left="113" w:right="113"/>
              <w:rPr>
                <w:sz w:val="18"/>
                <w:szCs w:val="18"/>
              </w:rPr>
            </w:pPr>
            <w:sdt>
              <w:sdtPr>
                <w:id w:val="1550955724"/>
                <w:placeholder>
                  <w:docPart w:val="4DA7D92454DC4799AB253543C7DC9F37"/>
                </w:placeholder>
                <w:temporary/>
                <w:showingPlcHdr/>
                <w15:appearance w15:val="hidden"/>
              </w:sdtPr>
              <w:sdtEndPr>
                <w:rPr>
                  <w:rFonts w:asciiTheme="majorHAnsi" w:hAnsi="Calibri Light" w:cs="Gill Sans"/>
                  <w:color w:val="2F3342"/>
                  <w:spacing w:val="19"/>
                  <w:kern w:val="0"/>
                  <w:sz w:val="18"/>
                  <w:szCs w:val="18"/>
                  <w:lang w:val="en-ZA"/>
                </w:rPr>
              </w:sdtEndPr>
              <w:sdtContent>
                <w:r w:rsidR="00EA6114">
                  <w:rPr>
                    <w:rFonts w:asciiTheme="majorHAnsi" w:hAnsi="Calibri Light" w:cs="Gill Sans"/>
                    <w:color w:val="2F3342"/>
                    <w:spacing w:val="19"/>
                    <w:kern w:val="0"/>
                    <w:sz w:val="18"/>
                    <w:szCs w:val="18"/>
                    <w:lang w:val="en-ZA"/>
                  </w:rPr>
                  <w:t xml:space="preserve"> YOUR PHONE HERE</w:t>
                </w:r>
                <w:r w:rsidR="00EA6114" w:rsidRPr="00E56439">
                  <w:rPr>
                    <w:rFonts w:asciiTheme="majorHAnsi" w:hAnsi="Calibri Light" w:cs="Gill Sans"/>
                    <w:color w:val="2F3342"/>
                    <w:spacing w:val="19"/>
                    <w:kern w:val="0"/>
                    <w:sz w:val="18"/>
                    <w:szCs w:val="18"/>
                    <w:lang w:val="en-ZA"/>
                  </w:rPr>
                  <w:t xml:space="preserve"> </w:t>
                </w:r>
              </w:sdtContent>
            </w:sdt>
          </w:p>
        </w:tc>
      </w:tr>
      <w:tr w:rsidR="00EA6114" w14:paraId="312AAA5F" w14:textId="77777777" w:rsidTr="00EA6114">
        <w:trPr>
          <w:trHeight w:val="536"/>
        </w:trPr>
        <w:tc>
          <w:tcPr>
            <w:tcW w:w="571" w:type="dxa"/>
          </w:tcPr>
          <w:p w14:paraId="1E39F9A3" w14:textId="77777777" w:rsidR="00EA6114" w:rsidRDefault="00EA6114" w:rsidP="00EA6114">
            <w:pPr>
              <w:pStyle w:val="Header"/>
              <w:jc w:val="center"/>
            </w:pPr>
            <w:r>
              <w:rPr>
                <w:noProof/>
              </w:rPr>
              <w:drawing>
                <wp:inline distT="0" distB="0" distL="0" distR="0" wp14:anchorId="56660FB0" wp14:editId="2474B279">
                  <wp:extent cx="150709" cy="150944"/>
                  <wp:effectExtent l="0" t="0" r="1905" b="1905"/>
                  <wp:docPr id="11" name="Graphic 10" descr="Smart Phone" title="Icon - Presenter Phone Numb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E7BFEB-7DC8-4EFF-A908-02F9CA1E09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 10" descr="Smart Phone" title="Icon - Presenter Phone Number">
                            <a:extLst>
                              <a:ext uri="{FF2B5EF4-FFF2-40B4-BE49-F238E27FC236}">
                                <a16:creationId xmlns:a16="http://schemas.microsoft.com/office/drawing/2014/main" id="{5AE7BFEB-7DC8-4EFF-A908-02F9CA1E09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50709" cy="150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6114" w14:paraId="68C0EBAB" w14:textId="77777777" w:rsidTr="00EA6114">
        <w:trPr>
          <w:cantSplit/>
          <w:trHeight w:val="2160"/>
        </w:trPr>
        <w:tc>
          <w:tcPr>
            <w:tcW w:w="571" w:type="dxa"/>
            <w:textDirection w:val="btLr"/>
            <w:vAlign w:val="center"/>
          </w:tcPr>
          <w:p w14:paraId="4CD6D547" w14:textId="77777777" w:rsidR="00EA6114" w:rsidRPr="00E56439" w:rsidRDefault="0005620E" w:rsidP="00EA6114">
            <w:pPr>
              <w:spacing w:before="0" w:after="0"/>
              <w:ind w:left="113" w:right="113"/>
              <w:rPr>
                <w:sz w:val="18"/>
                <w:szCs w:val="18"/>
              </w:rPr>
            </w:pPr>
            <w:sdt>
              <w:sdtPr>
                <w:id w:val="1355605743"/>
                <w:placeholder>
                  <w:docPart w:val="CECD04009BC74EEFB71E8CAA950DAE75"/>
                </w:placeholder>
                <w:temporary/>
                <w:showingPlcHdr/>
                <w15:appearance w15:val="hidden"/>
              </w:sdtPr>
              <w:sdtEndPr>
                <w:rPr>
                  <w:rFonts w:asciiTheme="majorHAnsi" w:hAnsi="Calibri Light" w:cs="Gill Sans"/>
                  <w:color w:val="2F3342"/>
                  <w:spacing w:val="19"/>
                  <w:kern w:val="0"/>
                  <w:sz w:val="18"/>
                  <w:szCs w:val="18"/>
                  <w:lang w:val="en-ZA"/>
                </w:rPr>
              </w:sdtEndPr>
              <w:sdtContent>
                <w:r w:rsidR="00EA6114">
                  <w:rPr>
                    <w:rFonts w:asciiTheme="majorHAnsi" w:hAnsi="Calibri Light" w:cs="Gill Sans"/>
                    <w:color w:val="2F3342"/>
                    <w:spacing w:val="19"/>
                    <w:kern w:val="0"/>
                    <w:sz w:val="18"/>
                    <w:szCs w:val="18"/>
                    <w:lang w:val="en-ZA"/>
                  </w:rPr>
                  <w:t xml:space="preserve"> YOUR </w:t>
                </w:r>
                <w:r w:rsidR="0005265C">
                  <w:rPr>
                    <w:rFonts w:asciiTheme="majorHAnsi" w:hAnsi="Calibri Light" w:cs="Gill Sans"/>
                    <w:color w:val="2F3342"/>
                    <w:spacing w:val="19"/>
                    <w:kern w:val="0"/>
                    <w:sz w:val="18"/>
                    <w:szCs w:val="18"/>
                    <w:lang w:val="en-ZA"/>
                  </w:rPr>
                  <w:t>EMAIL HERE</w:t>
                </w:r>
                <w:r w:rsidR="00EA6114" w:rsidRPr="00E56439">
                  <w:rPr>
                    <w:rFonts w:asciiTheme="majorHAnsi" w:hAnsi="Calibri Light" w:cs="Gill Sans"/>
                    <w:color w:val="2F3342"/>
                    <w:spacing w:val="19"/>
                    <w:kern w:val="0"/>
                    <w:sz w:val="18"/>
                    <w:szCs w:val="18"/>
                    <w:lang w:val="en-ZA"/>
                  </w:rPr>
                  <w:t xml:space="preserve"> </w:t>
                </w:r>
              </w:sdtContent>
            </w:sdt>
          </w:p>
        </w:tc>
      </w:tr>
      <w:tr w:rsidR="00EA6114" w14:paraId="325AED0C" w14:textId="77777777" w:rsidTr="00EA6114">
        <w:trPr>
          <w:trHeight w:val="536"/>
        </w:trPr>
        <w:tc>
          <w:tcPr>
            <w:tcW w:w="571" w:type="dxa"/>
          </w:tcPr>
          <w:p w14:paraId="4C1DE805" w14:textId="77777777" w:rsidR="00EA6114" w:rsidRPr="00AB1B27" w:rsidRDefault="003219F9" w:rsidP="00EA6114">
            <w:pPr>
              <w:pStyle w:val="Header"/>
              <w:jc w:val="center"/>
              <w:rPr>
                <w:caps/>
              </w:rPr>
            </w:pPr>
            <w:r>
              <w:rPr>
                <w:noProof/>
              </w:rPr>
              <w:drawing>
                <wp:inline distT="0" distB="0" distL="0" distR="0" wp14:anchorId="2BEF9623" wp14:editId="215F8FD0">
                  <wp:extent cx="150709" cy="150944"/>
                  <wp:effectExtent l="0" t="0" r="1905" b="1905"/>
                  <wp:docPr id="9" name="Graphic 8" descr="Envelope" title="Icon Presenter Email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3585A3-CB4F-4A6C-AEF7-05BE3D4F34B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 8" descr="Envelope" title="Icon Presenter Email">
                            <a:extLst>
                              <a:ext uri="{FF2B5EF4-FFF2-40B4-BE49-F238E27FC236}">
                                <a16:creationId xmlns:a16="http://schemas.microsoft.com/office/drawing/2014/main" id="{843585A3-CB4F-4A6C-AEF7-05BE3D4F34B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50709" cy="150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6114" w:rsidRPr="00AB1B27" w14:paraId="15EFA12A" w14:textId="77777777" w:rsidTr="00EA6114">
        <w:trPr>
          <w:cantSplit/>
          <w:trHeight w:val="2016"/>
        </w:trPr>
        <w:tc>
          <w:tcPr>
            <w:tcW w:w="571" w:type="dxa"/>
            <w:textDirection w:val="btLr"/>
            <w:vAlign w:val="center"/>
          </w:tcPr>
          <w:p w14:paraId="6544A80B" w14:textId="77777777" w:rsidR="00EA6114" w:rsidRPr="00AB1B27" w:rsidRDefault="0005620E" w:rsidP="00EA6114">
            <w:pPr>
              <w:pStyle w:val="NormalWeb"/>
              <w:spacing w:before="0" w:beforeAutospacing="0" w:after="0" w:afterAutospacing="0"/>
              <w:ind w:left="113" w:right="113"/>
              <w:rPr>
                <w:rFonts w:asciiTheme="minorHAnsi" w:eastAsiaTheme="minorHAnsi" w:hAnsiTheme="minorHAnsi" w:cstheme="minorHAnsi"/>
                <w:caps/>
                <w:color w:val="2F3342"/>
                <w:spacing w:val="19"/>
                <w:sz w:val="18"/>
                <w:szCs w:val="18"/>
                <w:lang w:val="en-ZA"/>
              </w:rPr>
            </w:pPr>
            <w:sdt>
              <w:sdtPr>
                <w:rPr>
                  <w:rFonts w:asciiTheme="minorHAnsi" w:eastAsiaTheme="minorHAnsi" w:hAnsiTheme="minorHAnsi" w:cstheme="minorHAnsi"/>
                  <w:caps/>
                  <w:color w:val="2F3342"/>
                  <w:spacing w:val="19"/>
                  <w:sz w:val="18"/>
                  <w:szCs w:val="18"/>
                  <w:lang w:val="en-ZA"/>
                </w:rPr>
                <w:id w:val="-1360889471"/>
                <w:placeholder>
                  <w:docPart w:val="765D67721C434FB1B7B9748E52A05034"/>
                </w:placeholder>
                <w:temporary/>
                <w:showingPlcHdr/>
                <w15:appearance w15:val="hidden"/>
              </w:sdtPr>
              <w:sdtEndPr/>
              <w:sdtContent>
                <w:r w:rsidR="00EA6114" w:rsidRPr="00AB1B27">
                  <w:rPr>
                    <w:rFonts w:asciiTheme="minorHAnsi" w:eastAsiaTheme="minorHAnsi" w:hAnsiTheme="minorHAnsi" w:cstheme="minorHAnsi"/>
                    <w:caps/>
                    <w:color w:val="2F3342"/>
                    <w:spacing w:val="19"/>
                    <w:sz w:val="18"/>
                    <w:szCs w:val="18"/>
                    <w:lang w:val="en-ZA"/>
                  </w:rPr>
                  <w:t xml:space="preserve"> YOUR NAME </w:t>
                </w:r>
                <w:r w:rsidR="00EA6114" w:rsidRPr="00AB1B27">
                  <w:rPr>
                    <w:rFonts w:asciiTheme="minorHAnsi" w:hAnsiTheme="minorHAnsi" w:cstheme="minorHAnsi"/>
                    <w:caps/>
                    <w:color w:val="2F3342"/>
                    <w:sz w:val="18"/>
                    <w:szCs w:val="18"/>
                    <w:lang w:val="en-ZA"/>
                  </w:rPr>
                  <w:t>HERE</w:t>
                </w:r>
                <w:r w:rsidR="00EA6114" w:rsidRPr="00AB1B27">
                  <w:rPr>
                    <w:rFonts w:asciiTheme="minorHAnsi" w:hAnsiTheme="minorHAnsi" w:cstheme="minorHAnsi"/>
                    <w:caps/>
                    <w:color w:val="2F3342"/>
                    <w:spacing w:val="19"/>
                    <w:sz w:val="18"/>
                    <w:szCs w:val="18"/>
                    <w:lang w:val="en-ZA"/>
                  </w:rPr>
                  <w:t xml:space="preserve"> </w:t>
                </w:r>
              </w:sdtContent>
            </w:sdt>
          </w:p>
        </w:tc>
      </w:tr>
      <w:tr w:rsidR="00EA6114" w14:paraId="05D100F2" w14:textId="77777777" w:rsidTr="00EA6114">
        <w:trPr>
          <w:trHeight w:val="536"/>
        </w:trPr>
        <w:tc>
          <w:tcPr>
            <w:tcW w:w="571" w:type="dxa"/>
          </w:tcPr>
          <w:p w14:paraId="250682B4" w14:textId="77777777" w:rsidR="00EA6114" w:rsidRDefault="00EA6114" w:rsidP="00EA6114">
            <w:pPr>
              <w:pStyle w:val="Header"/>
              <w:jc w:val="center"/>
            </w:pPr>
            <w:r>
              <w:rPr>
                <w:noProof/>
              </w:rPr>
              <w:drawing>
                <wp:inline distT="0" distB="0" distL="0" distR="0" wp14:anchorId="6A1CE2E5" wp14:editId="71395E34">
                  <wp:extent cx="150709" cy="150944"/>
                  <wp:effectExtent l="0" t="0" r="1905" b="1905"/>
                  <wp:docPr id="8" name="Graphic 7" descr="User" title="Icon - Presenter Nam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320BC1-9054-4BAF-A591-EA9FEE6277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7" descr="User" title="Icon - Presenter Name">
                            <a:extLst>
                              <a:ext uri="{FF2B5EF4-FFF2-40B4-BE49-F238E27FC236}">
                                <a16:creationId xmlns:a16="http://schemas.microsoft.com/office/drawing/2014/main" id="{5A320BC1-9054-4BAF-A591-EA9FEE6277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50709" cy="150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1DF751" w14:textId="77777777" w:rsidR="003F73A0" w:rsidRDefault="006F5536" w:rsidP="005C0F38">
      <w:pPr>
        <w:pStyle w:val="Logo"/>
        <w:spacing w:after="120"/>
      </w:pPr>
      <w:r w:rsidRPr="00F85F1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DFEA20" wp14:editId="6925A391">
                <wp:simplePos x="0" y="0"/>
                <wp:positionH relativeFrom="column">
                  <wp:posOffset>6713806</wp:posOffset>
                </wp:positionH>
                <wp:positionV relativeFrom="paragraph">
                  <wp:posOffset>-5629470</wp:posOffset>
                </wp:positionV>
                <wp:extent cx="666550" cy="565346"/>
                <wp:effectExtent l="0" t="0" r="0" b="6350"/>
                <wp:wrapNone/>
                <wp:docPr id="40" name="Oval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550" cy="565346"/>
                        </a:xfrm>
                        <a:prstGeom prst="hexagon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alpha val="20000"/>
                              </a:schemeClr>
                            </a:gs>
                            <a:gs pos="100000">
                              <a:schemeClr val="accent2">
                                <a:alpha val="20000"/>
                              </a:schemeClr>
                            </a:gs>
                          </a:gsLst>
                          <a:lin ang="0" scaled="1"/>
                        </a:gra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2CC73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Oval 11" o:spid="_x0000_s1026" type="#_x0000_t9" style="position:absolute;margin-left:528.65pt;margin-top:-443.25pt;width:52.5pt;height:4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" adj="4580" fillcolor="#1cade4 [3204]" stroked="f" strokeweight=".5pt">
                <v:fill opacity="13107f" color2="#2683c6 [3205]" o:opacity2="13107f" angle="90" focus="100%" type="gradient"/>
                <v:stroke dashstyle="1 1"/>
              </v:shape>
            </w:pict>
          </mc:Fallback>
        </mc:AlternateContent>
      </w:r>
      <w:sdt>
        <w:sdtPr>
          <w:id w:val="-387414721"/>
          <w:placeholder>
            <w:docPart w:val="32E1E7FA033A478FB651F1EC320A3476"/>
          </w:placeholder>
          <w:temporary/>
          <w:showingPlcHdr/>
          <w15:appearance w15:val="hidden"/>
        </w:sdtPr>
        <w:sdtEndPr/>
        <w:sdtContent>
          <w:r w:rsidR="00F85F10" w:rsidRPr="00F85F10">
            <w:t>Website address</w:t>
          </w:r>
        </w:sdtContent>
      </w:sdt>
    </w:p>
    <w:p w14:paraId="1EA5A922" w14:textId="77777777" w:rsidR="003F73A0" w:rsidRDefault="003F73A0" w:rsidP="005C0F38">
      <w:pPr>
        <w:spacing w:after="240"/>
      </w:pPr>
    </w:p>
    <w:bookmarkStart w:id="0" w:name="_GoBack" w:displacedByCustomXml="next"/>
    <w:bookmarkStart w:id="1" w:name="_Hlk22146382" w:displacedByCustomXml="next"/>
    <w:sdt>
      <w:sdtPr>
        <w:rPr>
          <w:sz w:val="32"/>
          <w:szCs w:val="32"/>
        </w:rPr>
        <w:alias w:val="Recipient Name"/>
        <w:tag w:val="Recipient Name"/>
        <w:id w:val="-2104569093"/>
        <w:placeholder>
          <w:docPart w:val="FE1A5F631A62476F8E7146D938579F28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14:paraId="5456347F" w14:textId="2E55ECAE" w:rsidR="00EB788C" w:rsidRPr="00D90AFC" w:rsidRDefault="003861C6" w:rsidP="005B167B">
          <w:pPr>
            <w:pStyle w:val="Name"/>
            <w:jc w:val="center"/>
          </w:pPr>
          <w:r w:rsidRPr="00D90AFC">
            <w:t>Recipient Name</w:t>
          </w:r>
        </w:p>
      </w:sdtContent>
    </w:sdt>
    <w:sdt>
      <w:sdtPr>
        <w:id w:val="1963223762"/>
        <w:placeholder>
          <w:docPart w:val="DefaultPlaceholder_-1854013440"/>
        </w:placeholder>
      </w:sdtPr>
      <w:sdtContent>
        <w:p w14:paraId="0A28E05B" w14:textId="00363455" w:rsidR="003F73A0" w:rsidRPr="003269FB" w:rsidRDefault="005B167B" w:rsidP="005B167B">
          <w:pPr>
            <w:jc w:val="center"/>
          </w:pPr>
          <w:r>
            <w:t>[Type Date Here]</w:t>
          </w:r>
        </w:p>
      </w:sdtContent>
    </w:sdt>
    <w:p w14:paraId="5D33ABF8" w14:textId="211CC8CD" w:rsidR="003F73A0" w:rsidRPr="005B167B" w:rsidRDefault="003F73A0" w:rsidP="003F73A0">
      <w:pPr>
        <w:pStyle w:val="Salutation"/>
        <w:rPr>
          <w:b/>
          <w:sz w:val="22"/>
          <w:szCs w:val="22"/>
        </w:rPr>
      </w:pPr>
    </w:p>
    <w:p w14:paraId="52387858" w14:textId="3B3F1658" w:rsidR="005B167B" w:rsidRPr="005B167B" w:rsidRDefault="005B167B" w:rsidP="005B16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167B">
        <w:rPr>
          <w:rFonts w:ascii="Arial" w:hAnsi="Arial" w:cs="Arial"/>
          <w:sz w:val="22"/>
          <w:szCs w:val="22"/>
        </w:rPr>
        <w:t xml:space="preserve">This is to certify that Mr. / Miss/ Mrs. </w:t>
      </w:r>
      <w:sdt>
        <w:sdtPr>
          <w:rPr>
            <w:rFonts w:ascii="Arial" w:hAnsi="Arial" w:cs="Arial"/>
            <w:sz w:val="22"/>
            <w:szCs w:val="22"/>
          </w:rPr>
          <w:id w:val="-604032192"/>
          <w:placeholder>
            <w:docPart w:val="DefaultPlaceholder_-1854013440"/>
          </w:placeholder>
        </w:sdtPr>
        <w:sdtContent>
          <w:r w:rsidRPr="005B167B">
            <w:rPr>
              <w:rFonts w:ascii="Arial" w:hAnsi="Arial" w:cs="Arial"/>
              <w:sz w:val="22"/>
              <w:szCs w:val="22"/>
            </w:rPr>
            <w:t>-------------------------------</w:t>
          </w:r>
        </w:sdtContent>
      </w:sdt>
      <w:r w:rsidRPr="005B167B">
        <w:rPr>
          <w:rFonts w:ascii="Arial" w:hAnsi="Arial" w:cs="Arial"/>
          <w:sz w:val="22"/>
          <w:szCs w:val="22"/>
        </w:rPr>
        <w:t xml:space="preserve"> (Name of Employee) </w:t>
      </w:r>
      <w:sdt>
        <w:sdtPr>
          <w:rPr>
            <w:rFonts w:ascii="Arial" w:hAnsi="Arial" w:cs="Arial"/>
            <w:sz w:val="22"/>
            <w:szCs w:val="22"/>
          </w:rPr>
          <w:id w:val="-875853245"/>
          <w:placeholder>
            <w:docPart w:val="DefaultPlaceholder_-1854013440"/>
          </w:placeholder>
        </w:sdtPr>
        <w:sdtContent>
          <w:r w:rsidRPr="005B167B">
            <w:rPr>
              <w:rFonts w:ascii="Arial" w:hAnsi="Arial" w:cs="Arial"/>
              <w:sz w:val="22"/>
              <w:szCs w:val="22"/>
            </w:rPr>
            <w:t>-----------------------------</w:t>
          </w:r>
        </w:sdtContent>
      </w:sdt>
      <w:r w:rsidRPr="005B167B">
        <w:rPr>
          <w:rFonts w:ascii="Arial" w:hAnsi="Arial" w:cs="Arial"/>
          <w:sz w:val="22"/>
          <w:szCs w:val="22"/>
        </w:rPr>
        <w:t xml:space="preserve"> (Employee #) is working with our esteem organization / company under the title of </w:t>
      </w:r>
      <w:sdt>
        <w:sdtPr>
          <w:rPr>
            <w:rFonts w:ascii="Arial" w:hAnsi="Arial" w:cs="Arial"/>
            <w:sz w:val="22"/>
            <w:szCs w:val="22"/>
          </w:rPr>
          <w:id w:val="-19015513"/>
          <w:placeholder>
            <w:docPart w:val="DefaultPlaceholder_-1854013440"/>
          </w:placeholder>
        </w:sdtPr>
        <w:sdtContent>
          <w:r w:rsidRPr="005B167B">
            <w:rPr>
              <w:rFonts w:ascii="Arial" w:hAnsi="Arial" w:cs="Arial"/>
              <w:sz w:val="22"/>
              <w:szCs w:val="22"/>
            </w:rPr>
            <w:t>----------------------------------------------------</w:t>
          </w:r>
        </w:sdtContent>
      </w:sdt>
      <w:r w:rsidRPr="005B167B">
        <w:rPr>
          <w:rFonts w:ascii="Arial" w:hAnsi="Arial" w:cs="Arial"/>
          <w:sz w:val="22"/>
          <w:szCs w:val="22"/>
        </w:rPr>
        <w:t xml:space="preserve"> (Title of employee) since </w:t>
      </w:r>
      <w:sdt>
        <w:sdtPr>
          <w:rPr>
            <w:rFonts w:ascii="Arial" w:hAnsi="Arial" w:cs="Arial"/>
            <w:sz w:val="22"/>
            <w:szCs w:val="22"/>
          </w:rPr>
          <w:id w:val="-57564265"/>
          <w:placeholder>
            <w:docPart w:val="DefaultPlaceholder_-1854013440"/>
          </w:placeholder>
        </w:sdtPr>
        <w:sdtContent>
          <w:r w:rsidRPr="005B167B">
            <w:rPr>
              <w:rFonts w:ascii="Arial" w:hAnsi="Arial" w:cs="Arial"/>
              <w:sz w:val="22"/>
              <w:szCs w:val="22"/>
            </w:rPr>
            <w:t>-----------------------------------------</w:t>
          </w:r>
        </w:sdtContent>
      </w:sdt>
      <w:r w:rsidRPr="005B167B">
        <w:rPr>
          <w:rFonts w:ascii="Arial" w:hAnsi="Arial" w:cs="Arial"/>
          <w:sz w:val="22"/>
          <w:szCs w:val="22"/>
        </w:rPr>
        <w:t xml:space="preserve"> (Date of inception of job). We found this gentleman fully committed to his/her job and totally sincere toward this organization /company. </w:t>
      </w:r>
    </w:p>
    <w:p w14:paraId="5B6DAADF" w14:textId="77777777" w:rsidR="005B167B" w:rsidRPr="005B167B" w:rsidRDefault="005B167B" w:rsidP="005B167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41243A" w14:textId="77777777" w:rsidR="005B167B" w:rsidRPr="005B167B" w:rsidRDefault="005B167B" w:rsidP="005B16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167B">
        <w:rPr>
          <w:rFonts w:ascii="Arial" w:hAnsi="Arial" w:cs="Arial"/>
          <w:sz w:val="22"/>
          <w:szCs w:val="22"/>
        </w:rPr>
        <w:t xml:space="preserve">We are issuing this letter on the specific request of our employee without accepting any liability on behalf of this letter or part of this letter on our organization / company. </w:t>
      </w:r>
    </w:p>
    <w:p w14:paraId="4D06D484" w14:textId="333BD0F1" w:rsidR="00EB788C" w:rsidRPr="005B167B" w:rsidRDefault="00EB788C" w:rsidP="005B167B">
      <w:pPr>
        <w:rPr>
          <w:sz w:val="22"/>
          <w:szCs w:val="22"/>
        </w:rPr>
      </w:pPr>
    </w:p>
    <w:sdt>
      <w:sdtPr>
        <w:rPr>
          <w:color w:val="000000" w:themeColor="text1"/>
          <w:sz w:val="22"/>
          <w:szCs w:val="22"/>
        </w:rPr>
        <w:id w:val="1649322391"/>
        <w:placeholder>
          <w:docPart w:val="E5CBDE9543C14838B2B5800801EEA18D"/>
        </w:placeholder>
        <w:temporary/>
        <w:showingPlcHdr/>
        <w15:appearance w15:val="hidden"/>
      </w:sdtPr>
      <w:sdtEndPr/>
      <w:sdtContent>
        <w:p w14:paraId="1A13B408" w14:textId="77777777" w:rsidR="003F73A0" w:rsidRPr="005B167B" w:rsidRDefault="00EB788C" w:rsidP="003F73A0">
          <w:pPr>
            <w:pStyle w:val="Closing"/>
            <w:rPr>
              <w:color w:val="000000" w:themeColor="text1"/>
              <w:sz w:val="22"/>
              <w:szCs w:val="22"/>
            </w:rPr>
          </w:pPr>
          <w:r w:rsidRPr="005B167B">
            <w:rPr>
              <w:rFonts w:ascii="Arial" w:hAnsi="Arial" w:cs="Arial"/>
            </w:rPr>
            <w:t>Warm regards,</w:t>
          </w:r>
        </w:p>
      </w:sdtContent>
    </w:sdt>
    <w:sdt>
      <w:sdtPr>
        <w:id w:val="2019119302"/>
        <w:placeholder>
          <w:docPart w:val="BAB21EC48E0848C8873F0CA6A9F587C6"/>
        </w:placeholder>
        <w:temporary/>
        <w:showingPlcHdr/>
        <w15:appearance w15:val="hidden"/>
      </w:sdtPr>
      <w:sdtEndPr/>
      <w:sdtContent>
        <w:p w14:paraId="00EE55DA" w14:textId="77777777" w:rsidR="003F73A0" w:rsidRPr="00D90AFC" w:rsidRDefault="00D90AFC" w:rsidP="00D90AFC">
          <w:pPr>
            <w:pStyle w:val="Signature"/>
          </w:pPr>
          <w:r w:rsidRPr="00D90AFC">
            <w:t>YOUR NAME HERE</w:t>
          </w:r>
        </w:p>
      </w:sdtContent>
    </w:sdt>
    <w:sdt>
      <w:sdtPr>
        <w:id w:val="-1093773597"/>
        <w:placeholder>
          <w:docPart w:val="D9C17914D5E8498BB58384DEF619B1DE"/>
        </w:placeholder>
        <w:temporary/>
        <w:showingPlcHdr/>
        <w15:appearance w15:val="hidden"/>
        <w:text/>
      </w:sdtPr>
      <w:sdtEndPr/>
      <w:sdtContent>
        <w:p w14:paraId="52602F7C" w14:textId="77777777" w:rsidR="003F73A0" w:rsidRPr="00EB788C" w:rsidRDefault="003F73A0" w:rsidP="00EB788C">
          <w:pPr>
            <w:pStyle w:val="Title"/>
          </w:pPr>
          <w:r w:rsidRPr="00EB788C">
            <w:t>Your Title</w:t>
          </w:r>
        </w:p>
      </w:sdtContent>
    </w:sdt>
    <w:bookmarkEnd w:id="1"/>
    <w:bookmarkEnd w:id="0"/>
    <w:p w14:paraId="4F0A9717" w14:textId="77777777" w:rsidR="0043117B" w:rsidRDefault="006F5536" w:rsidP="003F73A0">
      <w:r w:rsidRPr="006F553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00D8A0" wp14:editId="0F8361FF">
                <wp:simplePos x="0" y="0"/>
                <wp:positionH relativeFrom="column">
                  <wp:posOffset>-9488658</wp:posOffset>
                </wp:positionH>
                <wp:positionV relativeFrom="paragraph">
                  <wp:posOffset>1880674</wp:posOffset>
                </wp:positionV>
                <wp:extent cx="1098197" cy="932132"/>
                <wp:effectExtent l="0" t="0" r="6985" b="8255"/>
                <wp:wrapNone/>
                <wp:docPr id="37" name="Oval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197" cy="932132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5D077" id="Oval 11" o:spid="_x0000_s1026" type="#_x0000_t9" style="position:absolute;margin-left:-747.15pt;margin-top:148.1pt;width:86.45pt;height:7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" adj="4583" filled="f" strokecolor="black [3213]" strokeweight=".5pt">
                <v:stroke dashstyle="1 1" opacity="6682f"/>
              </v:shape>
            </w:pict>
          </mc:Fallback>
        </mc:AlternateContent>
      </w:r>
      <w:r w:rsidRPr="006F553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532E62" wp14:editId="182728AA">
                <wp:simplePos x="0" y="0"/>
                <wp:positionH relativeFrom="column">
                  <wp:posOffset>-5337566</wp:posOffset>
                </wp:positionH>
                <wp:positionV relativeFrom="paragraph">
                  <wp:posOffset>541215</wp:posOffset>
                </wp:positionV>
                <wp:extent cx="2507397" cy="2128130"/>
                <wp:effectExtent l="0" t="0" r="7620" b="18415"/>
                <wp:wrapNone/>
                <wp:docPr id="35" name="Oval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7397" cy="212813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0ECF4" id="Oval 11" o:spid="_x0000_s1026" type="#_x0000_t9" style="position:absolute;margin-left:-420.3pt;margin-top:42.6pt;width:197.45pt;height:167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" adj="4583" filled="f" strokecolor="black [3213]" strokeweight=".5pt">
                <v:stroke dashstyle="1 1" opacity="6682f"/>
              </v:shape>
            </w:pict>
          </mc:Fallback>
        </mc:AlternateContent>
      </w:r>
      <w:r w:rsidR="003F73A0">
        <w:rPr>
          <w:noProof/>
        </w:rPr>
        <w:t xml:space="preserve"> </w:t>
      </w:r>
      <w:r w:rsidR="003F73A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4FCB0A" wp14:editId="5D2D0AD5">
                <wp:simplePos x="0" y="0"/>
                <wp:positionH relativeFrom="column">
                  <wp:posOffset>-918210</wp:posOffset>
                </wp:positionH>
                <wp:positionV relativeFrom="paragraph">
                  <wp:posOffset>5943118</wp:posOffset>
                </wp:positionV>
                <wp:extent cx="7772400" cy="3200400"/>
                <wp:effectExtent l="0" t="0" r="0" b="0"/>
                <wp:wrapNone/>
                <wp:docPr id="6" name="Right Tri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7772400" cy="3200400"/>
                        </a:xfrm>
                        <a:prstGeom prst="rtTriangl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F8DE4E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" o:spid="_x0000_s1026" type="#_x0000_t6" style="position:absolute;margin-left:-72.3pt;margin-top:467.95pt;width:612pt;height:252pt;rotation:180;flip:x 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" fillcolor="#272727 [2749]" stroked="f" strokeweight="1pt"/>
            </w:pict>
          </mc:Fallback>
        </mc:AlternateContent>
      </w:r>
    </w:p>
    <w:sectPr w:rsidR="0043117B" w:rsidSect="004B6B3F">
      <w:headerReference w:type="default" r:id="rId16"/>
      <w:footerReference w:type="default" r:id="rId17"/>
      <w:pgSz w:w="12240" w:h="15840"/>
      <w:pgMar w:top="1440" w:right="720" w:bottom="1440" w:left="3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FCA3E" w14:textId="77777777" w:rsidR="0005620E" w:rsidRDefault="0005620E" w:rsidP="00A73962">
      <w:pPr>
        <w:spacing w:before="0" w:after="0" w:line="240" w:lineRule="auto"/>
      </w:pPr>
      <w:r>
        <w:separator/>
      </w:r>
    </w:p>
  </w:endnote>
  <w:endnote w:type="continuationSeparator" w:id="0">
    <w:p w14:paraId="19D9EFFA" w14:textId="77777777" w:rsidR="0005620E" w:rsidRDefault="0005620E" w:rsidP="00A7396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9812E" w14:textId="77777777" w:rsidR="0061783A" w:rsidRDefault="00EA611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F911E4F" wp14:editId="7D44AE83">
              <wp:simplePos x="0" y="0"/>
              <wp:positionH relativeFrom="column">
                <wp:posOffset>-1844675</wp:posOffset>
              </wp:positionH>
              <wp:positionV relativeFrom="paragraph">
                <wp:posOffset>-1473200</wp:posOffset>
              </wp:positionV>
              <wp:extent cx="0" cy="2030095"/>
              <wp:effectExtent l="0" t="0" r="38100" b="27305"/>
              <wp:wrapNone/>
              <wp:docPr id="31" name="Straight Connector 3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03009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alpha val="7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BE2C8E" id="Straight Connector 3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5.25pt,-116pt" to="-145.2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" strokecolor="#2683c6 [3205]" strokeweight="1.5pt">
              <v:stroke opacity="46003f" joinstyle="miter"/>
            </v:line>
          </w:pict>
        </mc:Fallback>
      </mc:AlternateContent>
    </w:r>
    <w:r w:rsidR="0061783A" w:rsidRPr="006F5536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EE7D47F" wp14:editId="2ECFDE2F">
              <wp:simplePos x="0" y="0"/>
              <wp:positionH relativeFrom="column">
                <wp:posOffset>-1440873</wp:posOffset>
              </wp:positionH>
              <wp:positionV relativeFrom="paragraph">
                <wp:posOffset>-454660</wp:posOffset>
              </wp:positionV>
              <wp:extent cx="666550" cy="565346"/>
              <wp:effectExtent l="0" t="0" r="0" b="6350"/>
              <wp:wrapNone/>
              <wp:docPr id="36" name="Oval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550" cy="565346"/>
                      </a:xfrm>
                      <a:prstGeom prst="hexagon">
                        <a:avLst/>
                      </a:prstGeom>
                      <a:gradFill>
                        <a:gsLst>
                          <a:gs pos="0">
                            <a:schemeClr val="accent1">
                              <a:alpha val="20000"/>
                            </a:schemeClr>
                          </a:gs>
                          <a:gs pos="100000">
                            <a:schemeClr val="accent2">
                              <a:alpha val="20000"/>
                            </a:schemeClr>
                          </a:gs>
                        </a:gsLst>
                        <a:lin ang="0" scaled="1"/>
                      </a:gradFill>
                      <a:ln w="6350">
                        <a:noFill/>
                        <a:prstDash val="sysDot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672C1"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Oval 11" o:spid="_x0000_s1026" type="#_x0000_t9" style="position:absolute;margin-left:-113.45pt;margin-top:-35.8pt;width:52.5pt;height:4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" adj="4580" fillcolor="#1cade4 [3204]" stroked="f" strokeweight=".5pt">
              <v:fill opacity="13107f" color2="#2683c6 [3205]" o:opacity2="13107f" angle="90" focus="100%" type="gradient"/>
              <v:stroke dashstyle="1 1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98960" w14:textId="77777777" w:rsidR="0005620E" w:rsidRDefault="0005620E" w:rsidP="00A73962">
      <w:pPr>
        <w:spacing w:before="0" w:after="0" w:line="240" w:lineRule="auto"/>
      </w:pPr>
      <w:r>
        <w:separator/>
      </w:r>
    </w:p>
  </w:footnote>
  <w:footnote w:type="continuationSeparator" w:id="0">
    <w:p w14:paraId="71FFAAD7" w14:textId="77777777" w:rsidR="0005620E" w:rsidRDefault="0005620E" w:rsidP="00A7396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624A0" w14:textId="77777777" w:rsidR="00A73962" w:rsidRDefault="00EA611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8780423" wp14:editId="6F43873B">
              <wp:simplePos x="0" y="0"/>
              <wp:positionH relativeFrom="column">
                <wp:posOffset>-1892300</wp:posOffset>
              </wp:positionH>
              <wp:positionV relativeFrom="paragraph">
                <wp:posOffset>318135</wp:posOffset>
              </wp:positionV>
              <wp:extent cx="0" cy="2030095"/>
              <wp:effectExtent l="0" t="0" r="38100" b="27305"/>
              <wp:wrapNone/>
              <wp:docPr id="12" name="Straight Connector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03009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alpha val="7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6552B3" id="Straight Connector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pt,25.05pt" to="-149pt,1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" strokecolor="#2683c6 [3205]" strokeweight="1.5pt">
              <v:stroke opacity="46003f" joinstyle="miter"/>
            </v:line>
          </w:pict>
        </mc:Fallback>
      </mc:AlternateContent>
    </w:r>
    <w:r w:rsidR="00F85F10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CA7DE72" wp14:editId="1F0D6035">
              <wp:simplePos x="0" y="0"/>
              <wp:positionH relativeFrom="column">
                <wp:posOffset>-1871345</wp:posOffset>
              </wp:positionH>
              <wp:positionV relativeFrom="margin">
                <wp:posOffset>-911860</wp:posOffset>
              </wp:positionV>
              <wp:extent cx="7357745" cy="1350009"/>
              <wp:effectExtent l="0" t="57150" r="14605" b="60325"/>
              <wp:wrapNone/>
              <wp:docPr id="10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57745" cy="1350009"/>
                        <a:chOff x="422030" y="-2949"/>
                        <a:chExt cx="7357990" cy="1351035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422030" y="-2949"/>
                          <a:ext cx="2792437" cy="514392"/>
                        </a:xfrm>
                        <a:custGeom>
                          <a:avLst/>
                          <a:gdLst>
                            <a:gd name="connsiteX0" fmla="*/ 0 w 2778276"/>
                            <a:gd name="connsiteY0" fmla="*/ 0 h 471777"/>
                            <a:gd name="connsiteX1" fmla="*/ 2778276 w 2778276"/>
                            <a:gd name="connsiteY1" fmla="*/ 0 h 471777"/>
                            <a:gd name="connsiteX2" fmla="*/ 2778276 w 2778276"/>
                            <a:gd name="connsiteY2" fmla="*/ 471777 h 471777"/>
                            <a:gd name="connsiteX3" fmla="*/ 0 w 2778276"/>
                            <a:gd name="connsiteY3" fmla="*/ 471777 h 471777"/>
                            <a:gd name="connsiteX4" fmla="*/ 0 w 2778276"/>
                            <a:gd name="connsiteY4" fmla="*/ 0 h 471777"/>
                            <a:gd name="connsiteX0" fmla="*/ 0 w 2778276"/>
                            <a:gd name="connsiteY0" fmla="*/ 0 h 499912"/>
                            <a:gd name="connsiteX1" fmla="*/ 2778276 w 2778276"/>
                            <a:gd name="connsiteY1" fmla="*/ 0 h 499912"/>
                            <a:gd name="connsiteX2" fmla="*/ 2778276 w 2778276"/>
                            <a:gd name="connsiteY2" fmla="*/ 471777 h 499912"/>
                            <a:gd name="connsiteX3" fmla="*/ 576775 w 2778276"/>
                            <a:gd name="connsiteY3" fmla="*/ 499912 h 499912"/>
                            <a:gd name="connsiteX4" fmla="*/ 0 w 2778276"/>
                            <a:gd name="connsiteY4" fmla="*/ 0 h 499912"/>
                            <a:gd name="connsiteX0" fmla="*/ 0 w 2792344"/>
                            <a:gd name="connsiteY0" fmla="*/ 0 h 514001"/>
                            <a:gd name="connsiteX1" fmla="*/ 2778276 w 2792344"/>
                            <a:gd name="connsiteY1" fmla="*/ 0 h 514001"/>
                            <a:gd name="connsiteX2" fmla="*/ 2792344 w 2792344"/>
                            <a:gd name="connsiteY2" fmla="*/ 514001 h 514001"/>
                            <a:gd name="connsiteX3" fmla="*/ 576775 w 2792344"/>
                            <a:gd name="connsiteY3" fmla="*/ 499912 h 514001"/>
                            <a:gd name="connsiteX4" fmla="*/ 0 w 2792344"/>
                            <a:gd name="connsiteY4" fmla="*/ 0 h 5140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792344" h="514001">
                              <a:moveTo>
                                <a:pt x="0" y="0"/>
                              </a:moveTo>
                              <a:lnTo>
                                <a:pt x="2778276" y="0"/>
                              </a:lnTo>
                              <a:lnTo>
                                <a:pt x="2792344" y="514001"/>
                              </a:lnTo>
                              <a:lnTo>
                                <a:pt x="576775" y="4999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2636520" y="0"/>
                          <a:ext cx="5143500" cy="1348086"/>
                        </a:xfrm>
                        <a:custGeom>
                          <a:avLst/>
                          <a:gdLst>
                            <a:gd name="connsiteX0" fmla="*/ 0 w 4000500"/>
                            <a:gd name="connsiteY0" fmla="*/ 0 h 800100"/>
                            <a:gd name="connsiteX1" fmla="*/ 4000500 w 4000500"/>
                            <a:gd name="connsiteY1" fmla="*/ 0 h 800100"/>
                            <a:gd name="connsiteX2" fmla="*/ 4000500 w 4000500"/>
                            <a:gd name="connsiteY2" fmla="*/ 800100 h 800100"/>
                            <a:gd name="connsiteX3" fmla="*/ 0 w 4000500"/>
                            <a:gd name="connsiteY3" fmla="*/ 800100 h 800100"/>
                            <a:gd name="connsiteX4" fmla="*/ 0 w 4000500"/>
                            <a:gd name="connsiteY4" fmla="*/ 0 h 800100"/>
                            <a:gd name="connsiteX0" fmla="*/ 0 w 4000500"/>
                            <a:gd name="connsiteY0" fmla="*/ 0 h 800100"/>
                            <a:gd name="connsiteX1" fmla="*/ 4000500 w 4000500"/>
                            <a:gd name="connsiteY1" fmla="*/ 0 h 800100"/>
                            <a:gd name="connsiteX2" fmla="*/ 4000500 w 4000500"/>
                            <a:gd name="connsiteY2" fmla="*/ 800100 h 800100"/>
                            <a:gd name="connsiteX3" fmla="*/ 792480 w 4000500"/>
                            <a:gd name="connsiteY3" fmla="*/ 800100 h 800100"/>
                            <a:gd name="connsiteX4" fmla="*/ 0 w 4000500"/>
                            <a:gd name="connsiteY4" fmla="*/ 0 h 800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00500" h="800100">
                              <a:moveTo>
                                <a:pt x="0" y="0"/>
                              </a:moveTo>
                              <a:lnTo>
                                <a:pt x="4000500" y="0"/>
                              </a:lnTo>
                              <a:lnTo>
                                <a:pt x="4000500" y="800100"/>
                              </a:lnTo>
                              <a:lnTo>
                                <a:pt x="792480" y="8001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2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5F5C11" id="Group 10" o:spid="_x0000_s1026" style="position:absolute;margin-left:-147.35pt;margin-top:-71.8pt;width:579.35pt;height:106.3pt;z-index:251672576;mso-position-vertical-relative:margin;mso-width-relative:margin;mso-height-relative:margin" coordorigin="4220,-29" coordsize="73579,1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">
              <v:shape id="Rectangle 1" o:spid="_x0000_s1027" style="position:absolute;left:4220;top:-29;width:27924;height:5143;visibility:visible;mso-wrap-style:square;v-text-anchor:middle" coordsize="2792344,514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" path="m,l2778276,r14068,514001l576775,499912,,xe" fillcolor="#7f7f7f [1612]" stroked="f" strokeweight="1pt">
                <v:stroke joinstyle="miter"/>
                <v:path arrowok="t" o:connecttype="custom" o:connectlocs="0,0;2778369,0;2792437,514392;576794,500292;0,0" o:connectangles="0,0,0,0,0"/>
              </v:shape>
              <v:shape id="Rectangle 2" o:spid="_x0000_s1028" style="position:absolute;left:26365;width:51435;height:13480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" path="m,l4000500,r,800100l792480,800100,,xe" fillcolor="#1cade4 [3204]" stroked="f" strokeweight="1pt">
                <v:fill color2="#2683c6 [3205]" rotate="t" focus="100%" type="gradient"/>
                <v:stroke joinstyle="miter"/>
                <v:shadow on="t" color="black" opacity="26214f" origin=".5" offset="-3pt,0"/>
                <v:path arrowok="t" o:connecttype="custom" o:connectlocs="0,0;5143500,0;5143500,1348086;1018903,1348086;0,0" o:connectangles="0,0,0,0,0"/>
              </v:shape>
              <w10:wrap anchory="margin"/>
            </v:group>
          </w:pict>
        </mc:Fallback>
      </mc:AlternateContent>
    </w:r>
    <w:r w:rsidR="00A73962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F308BD9" wp14:editId="6471DF51">
              <wp:simplePos x="0" y="0"/>
              <wp:positionH relativeFrom="column">
                <wp:posOffset>-1579360</wp:posOffset>
              </wp:positionH>
              <wp:positionV relativeFrom="paragraph">
                <wp:posOffset>1329633</wp:posOffset>
              </wp:positionV>
              <wp:extent cx="6856918" cy="6863369"/>
              <wp:effectExtent l="0" t="0" r="1270" b="20320"/>
              <wp:wrapNone/>
              <wp:docPr id="44" name="Group 4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6918" cy="6863369"/>
                        <a:chOff x="0" y="0"/>
                        <a:chExt cx="8352674" cy="8360757"/>
                      </a:xfrm>
                    </wpg:grpSpPr>
                    <wps:wsp>
                      <wps:cNvPr id="32" name="Oval 9"/>
                      <wps:cNvSpPr/>
                      <wps:spPr>
                        <a:xfrm>
                          <a:off x="1427018" y="1371600"/>
                          <a:ext cx="5935980" cy="5038725"/>
                        </a:xfrm>
                        <a:prstGeom prst="hexagon">
                          <a:avLst/>
                        </a:prstGeom>
                        <a:noFill/>
                        <a:ln w="3175">
                          <a:solidFill>
                            <a:schemeClr val="tx1">
                              <a:alpha val="1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B86F0" w14:textId="77777777" w:rsidR="00A73962" w:rsidRDefault="00A73962" w:rsidP="00A73962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tlCol="0" anchor="ctr"/>
                    </wps:wsp>
                    <wps:wsp>
                      <wps:cNvPr id="33" name="Oval 11"/>
                      <wps:cNvSpPr/>
                      <wps:spPr>
                        <a:xfrm>
                          <a:off x="0" y="41564"/>
                          <a:ext cx="4512945" cy="383032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4" name="Oval 11"/>
                      <wps:cNvSpPr/>
                      <wps:spPr>
                        <a:xfrm>
                          <a:off x="4876800" y="5694219"/>
                          <a:ext cx="2506980" cy="2127885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8" name="Oval 11"/>
                      <wps:cNvSpPr/>
                      <wps:spPr>
                        <a:xfrm>
                          <a:off x="5264727" y="6276110"/>
                          <a:ext cx="2264410" cy="1921510"/>
                        </a:xfrm>
                        <a:prstGeom prst="hexagon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alpha val="20000"/>
                              </a:schemeClr>
                            </a:gs>
                            <a:gs pos="100000">
                              <a:schemeClr val="accent2">
                                <a:alpha val="20000"/>
                              </a:schemeClr>
                            </a:gs>
                          </a:gsLst>
                          <a:lin ang="0" scaled="1"/>
                        </a:gra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9" name="Oval 11"/>
                      <wps:cNvSpPr/>
                      <wps:spPr>
                        <a:xfrm>
                          <a:off x="3976254" y="0"/>
                          <a:ext cx="4376420" cy="3713480"/>
                        </a:xfrm>
                        <a:prstGeom prst="hexagon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  <a:alpha val="1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2" name="Oval 11"/>
                      <wps:cNvSpPr/>
                      <wps:spPr>
                        <a:xfrm>
                          <a:off x="235527" y="4530437"/>
                          <a:ext cx="4512945" cy="383032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3" name="Oval 11"/>
                      <wps:cNvSpPr/>
                      <wps:spPr>
                        <a:xfrm>
                          <a:off x="651164" y="5070764"/>
                          <a:ext cx="3096260" cy="2626995"/>
                        </a:xfrm>
                        <a:prstGeom prst="hexagon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  <a:alpha val="1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308BD9" id="Group 44" o:spid="_x0000_s1026" style="position:absolute;margin-left:-124.35pt;margin-top:104.7pt;width:539.9pt;height:540.4pt;z-index:251662336;mso-width-relative:margin;mso-height-relative:margin" coordsize="83526,83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Oval 9" o:spid="_x0000_s1027" type="#_x0000_t9" style="position:absolute;left:14270;top:13716;width:59359;height:50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" adj="4584" filled="f" strokecolor="black [3213]" strokeweight=".25pt">
                <v:stroke opacity="6682f"/>
                <v:textbox>
                  <w:txbxContent>
                    <w:p w14:paraId="778B86F0" w14:textId="77777777" w:rsidR="00A73962" w:rsidRDefault="00A73962" w:rsidP="00A73962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  <v:shape id="Oval 11" o:spid="_x0000_s1028" type="#_x0000_t9" style="position:absolute;top:415;width:45129;height:3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29" type="#_x0000_t9" style="position:absolute;left:48768;top:56942;width:25069;height:2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30" type="#_x0000_t9" style="position:absolute;left:52647;top:62761;width:22644;height:19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" adj="4582" fillcolor="#1cade4 [3204]" stroked="f" strokeweight=".5pt">
                <v:fill opacity="13107f" color2="#2683c6 [3205]" o:opacity2="13107f" angle="90" focus="100%" type="gradient"/>
                <v:stroke dashstyle="1 1"/>
              </v:shape>
              <v:shape id="Oval 11" o:spid="_x0000_s1031" type="#_x0000_t9" style="position:absolute;left:39762;width:43764;height:37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" adj="4582" fillcolor="#5a5a5a [2109]" stroked="f" strokeweight=".5pt">
                <v:fill opacity="771f"/>
                <v:stroke dashstyle="1 1"/>
              </v:shape>
              <v:shape id="Oval 11" o:spid="_x0000_s1032" type="#_x0000_t9" style="position:absolute;left:2355;top:45304;width:45129;height:3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33" type="#_x0000_t9" style="position:absolute;left:6511;top:50707;width:30963;height:26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" adj="4582" fillcolor="#5a5a5a [2109]" stroked="f" strokeweight=".5pt">
                <v:fill opacity="771f"/>
                <v:stroke dashstyle="1 1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67B"/>
    <w:rsid w:val="0005265C"/>
    <w:rsid w:val="0005620E"/>
    <w:rsid w:val="00064E34"/>
    <w:rsid w:val="00066146"/>
    <w:rsid w:val="00150F68"/>
    <w:rsid w:val="002152E0"/>
    <w:rsid w:val="002345E8"/>
    <w:rsid w:val="00236E81"/>
    <w:rsid w:val="003219F9"/>
    <w:rsid w:val="00360CE9"/>
    <w:rsid w:val="003861C6"/>
    <w:rsid w:val="003F73A0"/>
    <w:rsid w:val="004B6B3F"/>
    <w:rsid w:val="005834D8"/>
    <w:rsid w:val="005B167B"/>
    <w:rsid w:val="005C0F38"/>
    <w:rsid w:val="005C2210"/>
    <w:rsid w:val="0061783A"/>
    <w:rsid w:val="0062123A"/>
    <w:rsid w:val="00621A41"/>
    <w:rsid w:val="00646E75"/>
    <w:rsid w:val="006678EB"/>
    <w:rsid w:val="006B2FA2"/>
    <w:rsid w:val="006F5536"/>
    <w:rsid w:val="007330E9"/>
    <w:rsid w:val="00785819"/>
    <w:rsid w:val="008944C7"/>
    <w:rsid w:val="0091088D"/>
    <w:rsid w:val="00A126B4"/>
    <w:rsid w:val="00A73962"/>
    <w:rsid w:val="00AA3E47"/>
    <w:rsid w:val="00AC29EE"/>
    <w:rsid w:val="00B65A30"/>
    <w:rsid w:val="00BA61AF"/>
    <w:rsid w:val="00C208AD"/>
    <w:rsid w:val="00D375C1"/>
    <w:rsid w:val="00D56C9E"/>
    <w:rsid w:val="00D90AFC"/>
    <w:rsid w:val="00E15164"/>
    <w:rsid w:val="00E55D74"/>
    <w:rsid w:val="00EA6114"/>
    <w:rsid w:val="00EB2F7C"/>
    <w:rsid w:val="00EB788C"/>
    <w:rsid w:val="00F85F10"/>
    <w:rsid w:val="00F948CB"/>
    <w:rsid w:val="00FD116C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EB112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30E9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F73A0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1481AB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3A0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F73A0"/>
    <w:rPr>
      <w:rFonts w:asciiTheme="majorHAnsi" w:eastAsiaTheme="majorEastAsia" w:hAnsiTheme="majorHAnsi" w:cstheme="majorBidi"/>
      <w:caps/>
      <w:color w:val="1481AB" w:themeColor="accent1" w:themeShade="BF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F73A0"/>
    <w:rPr>
      <w:rFonts w:asciiTheme="majorHAnsi" w:eastAsiaTheme="majorEastAsia" w:hAnsiTheme="majorHAnsi" w:cstheme="majorBidi"/>
      <w:color w:val="1481AB" w:themeColor="accent1" w:themeShade="BF"/>
      <w:kern w:val="20"/>
      <w:sz w:val="26"/>
      <w:szCs w:val="26"/>
    </w:rPr>
  </w:style>
  <w:style w:type="paragraph" w:styleId="Salutation">
    <w:name w:val="Salutation"/>
    <w:basedOn w:val="Normal"/>
    <w:link w:val="SalutationChar"/>
    <w:uiPriority w:val="4"/>
    <w:unhideWhenUsed/>
    <w:qFormat/>
    <w:rsid w:val="003F73A0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3F73A0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F73A0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F73A0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EB788C"/>
    <w:pPr>
      <w:spacing w:after="0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EB788C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rsid w:val="003F73A0"/>
    <w:rPr>
      <w:b/>
      <w:bCs/>
    </w:rPr>
  </w:style>
  <w:style w:type="paragraph" w:customStyle="1" w:styleId="ContactInfo">
    <w:name w:val="Contact Info"/>
    <w:basedOn w:val="Normal"/>
    <w:uiPriority w:val="1"/>
    <w:qFormat/>
    <w:rsid w:val="003F73A0"/>
    <w:pPr>
      <w:spacing w:before="0" w:after="0"/>
    </w:pPr>
  </w:style>
  <w:style w:type="paragraph" w:styleId="NormalWeb">
    <w:name w:val="Normal (Web)"/>
    <w:basedOn w:val="Normal"/>
    <w:uiPriority w:val="99"/>
    <w:semiHidden/>
    <w:unhideWhenUsed/>
    <w:rsid w:val="004B6B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396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962"/>
    <w:rPr>
      <w:rFonts w:eastAsiaTheme="minorHAnsi"/>
      <w:color w:val="595959" w:themeColor="text1" w:themeTint="A6"/>
      <w:kern w:val="2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7396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962"/>
    <w:rPr>
      <w:rFonts w:eastAsiaTheme="minorHAnsi"/>
      <w:color w:val="595959" w:themeColor="text1" w:themeTint="A6"/>
      <w:kern w:val="2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85F10"/>
    <w:rPr>
      <w:color w:val="808080"/>
    </w:rPr>
  </w:style>
  <w:style w:type="paragraph" w:customStyle="1" w:styleId="Logo">
    <w:name w:val="Logo"/>
    <w:basedOn w:val="Normal"/>
    <w:qFormat/>
    <w:rsid w:val="00F85F10"/>
    <w:pPr>
      <w:spacing w:after="0"/>
      <w:ind w:left="-2160"/>
    </w:pPr>
  </w:style>
  <w:style w:type="paragraph" w:customStyle="1" w:styleId="Website">
    <w:name w:val="Website"/>
    <w:basedOn w:val="Normal"/>
    <w:qFormat/>
    <w:rsid w:val="00F85F10"/>
    <w:pPr>
      <w:ind w:left="-2160"/>
    </w:pPr>
  </w:style>
  <w:style w:type="paragraph" w:customStyle="1" w:styleId="Name">
    <w:name w:val="Name"/>
    <w:basedOn w:val="Normal"/>
    <w:qFormat/>
    <w:rsid w:val="00F85F10"/>
    <w:rPr>
      <w:b/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6678EB"/>
    <w:rPr>
      <w:color w:val="0D5672" w:themeColor="accent1" w:themeShade="80"/>
    </w:rPr>
  </w:style>
  <w:style w:type="character" w:customStyle="1" w:styleId="TitleChar">
    <w:name w:val="Title Char"/>
    <w:basedOn w:val="DefaultParagraphFont"/>
    <w:link w:val="Title"/>
    <w:uiPriority w:val="10"/>
    <w:rsid w:val="006678EB"/>
    <w:rPr>
      <w:rFonts w:asciiTheme="majorHAnsi" w:eastAsiaTheme="majorEastAsia" w:hAnsiTheme="majorHAnsi" w:cstheme="majorBidi"/>
      <w:caps/>
      <w:color w:val="0D5672" w:themeColor="accent1" w:themeShade="80"/>
      <w:kern w:val="20"/>
      <w:sz w:val="20"/>
      <w:szCs w:val="20"/>
    </w:rPr>
  </w:style>
  <w:style w:type="paragraph" w:styleId="NoSpacing">
    <w:name w:val="No Spacing"/>
    <w:uiPriority w:val="1"/>
    <w:qFormat/>
    <w:rsid w:val="00D90AFC"/>
    <w:rPr>
      <w:rFonts w:eastAsiaTheme="minorHAnsi"/>
      <w:color w:val="595959" w:themeColor="text1" w:themeTint="A6"/>
      <w:kern w:val="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5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svg"/><Relationship Id="rId5" Type="http://schemas.openxmlformats.org/officeDocument/2006/relationships/settings" Target="settings.xml"/><Relationship Id="rId15" Type="http://schemas.openxmlformats.org/officeDocument/2006/relationships/image" Target="media/image7.svg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Hexagon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A7D92454DC4799AB253543C7DC9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EBD25-A31F-4584-BD9D-8DAB6AB3C4C9}"/>
      </w:docPartPr>
      <w:docPartBody>
        <w:p w:rsidR="00000000" w:rsidRDefault="008333FB">
          <w:pPr>
            <w:pStyle w:val="4DA7D92454DC4799AB253543C7DC9F37"/>
          </w:pPr>
          <w:r>
            <w:rPr>
              <w:rFonts w:asciiTheme="majorHAnsi" w:hAnsi="Calibri Light" w:cs="Gill Sans"/>
              <w:color w:val="2F3342"/>
              <w:spacing w:val="19"/>
              <w:sz w:val="18"/>
              <w:szCs w:val="18"/>
              <w:lang w:val="en-ZA"/>
            </w:rPr>
            <w:t xml:space="preserve"> YOUR PHONE HERE</w:t>
          </w:r>
          <w:r w:rsidRPr="00E56439">
            <w:rPr>
              <w:rFonts w:asciiTheme="majorHAnsi" w:hAnsi="Calibri Light" w:cs="Gill Sans"/>
              <w:color w:val="2F3342"/>
              <w:spacing w:val="19"/>
              <w:sz w:val="18"/>
              <w:szCs w:val="18"/>
              <w:lang w:val="en-ZA"/>
            </w:rPr>
            <w:t xml:space="preserve"> </w:t>
          </w:r>
        </w:p>
      </w:docPartBody>
    </w:docPart>
    <w:docPart>
      <w:docPartPr>
        <w:name w:val="CECD04009BC74EEFB71E8CAA950DA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F76C5-EFB0-4505-B9F8-4B80D09BBB19}"/>
      </w:docPartPr>
      <w:docPartBody>
        <w:p w:rsidR="00000000" w:rsidRDefault="008333FB">
          <w:pPr>
            <w:pStyle w:val="CECD04009BC74EEFB71E8CAA950DAE75"/>
          </w:pPr>
          <w:r>
            <w:rPr>
              <w:rFonts w:asciiTheme="majorHAnsi" w:hAnsi="Calibri Light" w:cs="Gill Sans"/>
              <w:color w:val="2F3342"/>
              <w:spacing w:val="19"/>
              <w:sz w:val="18"/>
              <w:szCs w:val="18"/>
              <w:lang w:val="en-ZA"/>
            </w:rPr>
            <w:t xml:space="preserve"> YOUR EMAIL HERE</w:t>
          </w:r>
          <w:r w:rsidRPr="00E56439">
            <w:rPr>
              <w:rFonts w:asciiTheme="majorHAnsi" w:hAnsi="Calibri Light" w:cs="Gill Sans"/>
              <w:color w:val="2F3342"/>
              <w:spacing w:val="19"/>
              <w:sz w:val="18"/>
              <w:szCs w:val="18"/>
              <w:lang w:val="en-ZA"/>
            </w:rPr>
            <w:t xml:space="preserve"> </w:t>
          </w:r>
        </w:p>
      </w:docPartBody>
    </w:docPart>
    <w:docPart>
      <w:docPartPr>
        <w:name w:val="765D67721C434FB1B7B9748E52A05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5AABE-0F05-45F9-8344-096CC8B86749}"/>
      </w:docPartPr>
      <w:docPartBody>
        <w:p w:rsidR="00000000" w:rsidRDefault="008333FB">
          <w:pPr>
            <w:pStyle w:val="765D67721C434FB1B7B9748E52A05034"/>
          </w:pPr>
          <w:r w:rsidRPr="00AB1B27">
            <w:rPr>
              <w:rFonts w:eastAsiaTheme="minorHAnsi" w:cstheme="minorHAnsi"/>
              <w:caps/>
              <w:color w:val="2F3342"/>
              <w:spacing w:val="19"/>
              <w:sz w:val="18"/>
              <w:szCs w:val="18"/>
              <w:lang w:val="en-ZA"/>
            </w:rPr>
            <w:t xml:space="preserve"> YOUR NAME </w:t>
          </w:r>
          <w:r w:rsidRPr="00AB1B27">
            <w:rPr>
              <w:rFonts w:cstheme="minorHAnsi"/>
              <w:caps/>
              <w:color w:val="2F3342"/>
              <w:sz w:val="18"/>
              <w:szCs w:val="18"/>
              <w:lang w:val="en-ZA"/>
            </w:rPr>
            <w:t>HERE</w:t>
          </w:r>
          <w:r w:rsidRPr="00AB1B27">
            <w:rPr>
              <w:rFonts w:cstheme="minorHAnsi"/>
              <w:caps/>
              <w:color w:val="2F3342"/>
              <w:spacing w:val="19"/>
              <w:sz w:val="18"/>
              <w:szCs w:val="18"/>
              <w:lang w:val="en-ZA"/>
            </w:rPr>
            <w:t xml:space="preserve"> </w:t>
          </w:r>
        </w:p>
      </w:docPartBody>
    </w:docPart>
    <w:docPart>
      <w:docPartPr>
        <w:name w:val="32E1E7FA033A478FB651F1EC320A3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6851D-B69A-4B4A-AD71-C13196269D39}"/>
      </w:docPartPr>
      <w:docPartBody>
        <w:p w:rsidR="00000000" w:rsidRDefault="008333FB">
          <w:pPr>
            <w:pStyle w:val="32E1E7FA033A478FB651F1EC320A3476"/>
          </w:pPr>
          <w:r w:rsidRPr="00F85F10">
            <w:t>Website address</w:t>
          </w:r>
        </w:p>
      </w:docPartBody>
    </w:docPart>
    <w:docPart>
      <w:docPartPr>
        <w:name w:val="FE1A5F631A62476F8E7146D938579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F8E75-CC18-490A-8BEC-DAFEC0D39880}"/>
      </w:docPartPr>
      <w:docPartBody>
        <w:p w:rsidR="00000000" w:rsidRDefault="008333FB">
          <w:pPr>
            <w:pStyle w:val="FE1A5F631A62476F8E7146D938579F28"/>
          </w:pPr>
          <w:r w:rsidRPr="00D90AFC">
            <w:t>Recipient Name</w:t>
          </w:r>
        </w:p>
      </w:docPartBody>
    </w:docPart>
    <w:docPart>
      <w:docPartPr>
        <w:name w:val="E5CBDE9543C14838B2B5800801EEA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8C72F-34FA-4749-B193-92EAE713EFBF}"/>
      </w:docPartPr>
      <w:docPartBody>
        <w:p w:rsidR="00000000" w:rsidRDefault="008333FB">
          <w:pPr>
            <w:pStyle w:val="E5CBDE9543C14838B2B5800801EEA18D"/>
          </w:pPr>
          <w:r w:rsidRPr="00EB788C">
            <w:t>Warm regards,</w:t>
          </w:r>
        </w:p>
      </w:docPartBody>
    </w:docPart>
    <w:docPart>
      <w:docPartPr>
        <w:name w:val="BAB21EC48E0848C8873F0CA6A9F58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9F15A-4937-43E6-BFBA-F1AFFF14B3D6}"/>
      </w:docPartPr>
      <w:docPartBody>
        <w:p w:rsidR="00000000" w:rsidRDefault="008333FB">
          <w:pPr>
            <w:pStyle w:val="BAB21EC48E0848C8873F0CA6A9F587C6"/>
          </w:pPr>
          <w:r w:rsidRPr="00D90AFC">
            <w:t>YOUR NAME HERE</w:t>
          </w:r>
        </w:p>
      </w:docPartBody>
    </w:docPart>
    <w:docPart>
      <w:docPartPr>
        <w:name w:val="D9C17914D5E8498BB58384DEF619B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6130E-5CBC-4316-BA06-B9B017AE120D}"/>
      </w:docPartPr>
      <w:docPartBody>
        <w:p w:rsidR="00000000" w:rsidRDefault="008333FB">
          <w:pPr>
            <w:pStyle w:val="D9C17914D5E8498BB58384DEF619B1DE"/>
          </w:pPr>
          <w:r w:rsidRPr="00EB788C">
            <w:t>Your Title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96E08-8F27-468F-A879-7F06858CE3D3}"/>
      </w:docPartPr>
      <w:docPartBody>
        <w:p w:rsidR="00000000" w:rsidRDefault="00C4172F">
          <w:r w:rsidRPr="0037291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72F"/>
    <w:rsid w:val="008333FB"/>
    <w:rsid w:val="00C4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A7D92454DC4799AB253543C7DC9F37">
    <w:name w:val="4DA7D92454DC4799AB253543C7DC9F37"/>
  </w:style>
  <w:style w:type="paragraph" w:customStyle="1" w:styleId="CECD04009BC74EEFB71E8CAA950DAE75">
    <w:name w:val="CECD04009BC74EEFB71E8CAA950DAE75"/>
  </w:style>
  <w:style w:type="paragraph" w:customStyle="1" w:styleId="765D67721C434FB1B7B9748E52A05034">
    <w:name w:val="765D67721C434FB1B7B9748E52A05034"/>
  </w:style>
  <w:style w:type="paragraph" w:customStyle="1" w:styleId="32E1E7FA033A478FB651F1EC320A3476">
    <w:name w:val="32E1E7FA033A478FB651F1EC320A3476"/>
  </w:style>
  <w:style w:type="paragraph" w:customStyle="1" w:styleId="FE1A5F631A62476F8E7146D938579F28">
    <w:name w:val="FE1A5F631A62476F8E7146D938579F28"/>
  </w:style>
  <w:style w:type="paragraph" w:customStyle="1" w:styleId="E064ADBDEF8449AF89AADF9F9A7FDCD1">
    <w:name w:val="E064ADBDEF8449AF89AADF9F9A7FDCD1"/>
  </w:style>
  <w:style w:type="paragraph" w:customStyle="1" w:styleId="18F47CDFC8C3416B9BDB8CE838146FBE">
    <w:name w:val="18F47CDFC8C3416B9BDB8CE838146FBE"/>
  </w:style>
  <w:style w:type="paragraph" w:customStyle="1" w:styleId="D7CC5CD9451E4D96A3C2F2E8EB41385C">
    <w:name w:val="D7CC5CD9451E4D96A3C2F2E8EB41385C"/>
  </w:style>
  <w:style w:type="paragraph" w:customStyle="1" w:styleId="E5CBDE9543C14838B2B5800801EEA18D">
    <w:name w:val="E5CBDE9543C14838B2B5800801EEA18D"/>
  </w:style>
  <w:style w:type="paragraph" w:customStyle="1" w:styleId="BAB21EC48E0848C8873F0CA6A9F587C6">
    <w:name w:val="BAB21EC48E0848C8873F0CA6A9F587C6"/>
  </w:style>
  <w:style w:type="paragraph" w:customStyle="1" w:styleId="D9C17914D5E8498BB58384DEF619B1DE">
    <w:name w:val="D9C17914D5E8498BB58384DEF619B1DE"/>
  </w:style>
  <w:style w:type="character" w:styleId="PlaceholderText">
    <w:name w:val="Placeholder Text"/>
    <w:basedOn w:val="DefaultParagraphFont"/>
    <w:uiPriority w:val="99"/>
    <w:semiHidden/>
    <w:rsid w:val="00C4172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F90177D3-0391-4965-A050-27EB09DF62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DE4A2-1439-4D03-9F89-0AC06C8EC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D74A8-3B5E-46DD-932C-D963102FAA49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Hexagon letterhead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2019-10-16T14:18:00Z</dcterms:created>
  <dcterms:modified xsi:type="dcterms:W3CDTF">2019-10-16T14:34:00Z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